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234F5" w14:textId="36930E79" w:rsidR="001A679E" w:rsidRPr="00434AC4" w:rsidRDefault="001A679E" w:rsidP="001A679E">
      <w:pPr>
        <w:pStyle w:val="TestRubric"/>
      </w:pPr>
      <w:r>
        <w:rPr>
          <w:b/>
        </w:rPr>
        <w:t>1</w:t>
      </w:r>
      <w:r>
        <w:tab/>
      </w:r>
      <w:r w:rsidRPr="00434AC4">
        <w:t>Complete the sentences with the correct form of the word(s) in brackets.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A679E" w:rsidRPr="00E24D69" w14:paraId="009BF9F7" w14:textId="77777777" w:rsidTr="004A5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1E6717A" w14:textId="77777777" w:rsidR="001A679E" w:rsidRPr="00E24D69" w:rsidRDefault="001A679E" w:rsidP="004A57D2">
            <w:r w:rsidRPr="00FF30F6">
              <w:rPr>
                <w:b/>
              </w:rPr>
              <w:t>1</w:t>
            </w:r>
            <w:r w:rsidRPr="00E24D69">
              <w:t xml:space="preserve"> Jaime hated music at school, but he would go on </w:t>
            </w:r>
            <w:r>
              <w:t xml:space="preserve">________________ </w:t>
            </w:r>
            <w:r w:rsidRPr="00E24D69">
              <w:t>(become) a successful DJ.</w:t>
            </w:r>
          </w:p>
        </w:tc>
      </w:tr>
      <w:tr w:rsidR="001A679E" w:rsidRPr="00E24D69" w14:paraId="449441B1" w14:textId="77777777" w:rsidTr="004A57D2">
        <w:tc>
          <w:tcPr>
            <w:tcW w:w="9736" w:type="dxa"/>
          </w:tcPr>
          <w:p w14:paraId="7AD12563" w14:textId="77777777" w:rsidR="001A679E" w:rsidRPr="00E24D69" w:rsidRDefault="001A679E" w:rsidP="004A57D2">
            <w:r w:rsidRPr="00FF30F6">
              <w:rPr>
                <w:b/>
              </w:rPr>
              <w:t>2</w:t>
            </w:r>
            <w:r w:rsidRPr="00E24D69">
              <w:t xml:space="preserve"> I’m sure my cousin would </w:t>
            </w:r>
            <w:r w:rsidRPr="007423F1">
              <w:t xml:space="preserve">________________ </w:t>
            </w:r>
            <w:r w:rsidRPr="00E24D69">
              <w:t>(pick) me up earlier, but I didn’t want to bother her.</w:t>
            </w:r>
          </w:p>
        </w:tc>
      </w:tr>
      <w:tr w:rsidR="001A679E" w:rsidRPr="00E24D69" w14:paraId="1C321DAF" w14:textId="77777777" w:rsidTr="004A5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6A8FE58" w14:textId="77777777" w:rsidR="001A679E" w:rsidRPr="00E24D69" w:rsidRDefault="001A679E" w:rsidP="004A57D2">
            <w:r w:rsidRPr="00FF30F6">
              <w:rPr>
                <w:b/>
              </w:rPr>
              <w:t>3</w:t>
            </w:r>
            <w:r w:rsidRPr="00E24D69">
              <w:t xml:space="preserve"> They asked me whether I </w:t>
            </w:r>
            <w:r w:rsidRPr="00542A30">
              <w:t xml:space="preserve">________________ </w:t>
            </w:r>
            <w:r w:rsidRPr="00E24D69">
              <w:t>(can) look after their dog while they were away.</w:t>
            </w:r>
          </w:p>
        </w:tc>
      </w:tr>
      <w:tr w:rsidR="001A679E" w:rsidRPr="00E24D69" w14:paraId="06AF508D" w14:textId="77777777" w:rsidTr="004A57D2">
        <w:tc>
          <w:tcPr>
            <w:tcW w:w="9736" w:type="dxa"/>
          </w:tcPr>
          <w:p w14:paraId="49A98064" w14:textId="77777777" w:rsidR="001A679E" w:rsidRPr="00E24D69" w:rsidRDefault="001A679E" w:rsidP="004A57D2">
            <w:r w:rsidRPr="00FF30F6">
              <w:rPr>
                <w:b/>
              </w:rPr>
              <w:t>4</w:t>
            </w:r>
            <w:r w:rsidRPr="00E24D69">
              <w:t xml:space="preserve"> We got </w:t>
            </w:r>
            <w:r w:rsidRPr="00542A30">
              <w:t xml:space="preserve">________________ </w:t>
            </w:r>
            <w:r w:rsidRPr="00E24D69">
              <w:t>(carry) away with the cooking. We have way too much food!</w:t>
            </w:r>
          </w:p>
        </w:tc>
      </w:tr>
      <w:tr w:rsidR="001A679E" w:rsidRPr="00E24D69" w14:paraId="5A90EDD6" w14:textId="77777777" w:rsidTr="004A5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EB1EAFF" w14:textId="77777777" w:rsidR="001A679E" w:rsidRPr="00E24D69" w:rsidRDefault="001A679E" w:rsidP="004A57D2">
            <w:r w:rsidRPr="00FF30F6">
              <w:rPr>
                <w:b/>
              </w:rPr>
              <w:t>5</w:t>
            </w:r>
            <w:r w:rsidRPr="00E24D69">
              <w:t xml:space="preserve"> You should ask </w:t>
            </w:r>
            <w:proofErr w:type="spellStart"/>
            <w:r w:rsidRPr="00E24D69">
              <w:t>Azia</w:t>
            </w:r>
            <w:proofErr w:type="spellEnd"/>
            <w:r w:rsidRPr="00E24D69">
              <w:t xml:space="preserve"> about that neighbourhood. I believe she </w:t>
            </w:r>
            <w:r w:rsidRPr="00542A30">
              <w:t xml:space="preserve">________________ </w:t>
            </w:r>
            <w:r w:rsidRPr="00E24D69">
              <w:t>(use) to live there.</w:t>
            </w:r>
          </w:p>
        </w:tc>
      </w:tr>
      <w:tr w:rsidR="001A679E" w:rsidRPr="00E24D69" w14:paraId="12E5DC22" w14:textId="77777777" w:rsidTr="004A57D2">
        <w:tc>
          <w:tcPr>
            <w:tcW w:w="9736" w:type="dxa"/>
          </w:tcPr>
          <w:p w14:paraId="0501033D" w14:textId="77777777" w:rsidR="001A679E" w:rsidRPr="00E24D69" w:rsidRDefault="001A679E" w:rsidP="004A57D2">
            <w:r w:rsidRPr="00FF30F6">
              <w:rPr>
                <w:b/>
              </w:rPr>
              <w:t>6</w:t>
            </w:r>
            <w:r w:rsidRPr="00E24D69">
              <w:t xml:space="preserve"> This project has really increased people’s </w:t>
            </w:r>
            <w:r w:rsidRPr="00542A30">
              <w:t xml:space="preserve">________________ </w:t>
            </w:r>
            <w:r w:rsidRPr="00E24D69">
              <w:t>(aware) of the issue.</w:t>
            </w:r>
          </w:p>
        </w:tc>
      </w:tr>
      <w:tr w:rsidR="001A679E" w:rsidRPr="00E24D69" w14:paraId="423816DC" w14:textId="77777777" w:rsidTr="004A5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173AB4D5" w14:textId="77777777" w:rsidR="001A679E" w:rsidRPr="00E24D69" w:rsidRDefault="001A679E" w:rsidP="004A57D2">
            <w:r w:rsidRPr="00FF30F6">
              <w:rPr>
                <w:b/>
              </w:rPr>
              <w:t>7</w:t>
            </w:r>
            <w:r w:rsidRPr="00E24D69">
              <w:t xml:space="preserve"> I didn’t understand the instructions. Are we </w:t>
            </w:r>
            <w:r w:rsidRPr="00542A30">
              <w:t xml:space="preserve">________________ </w:t>
            </w:r>
            <w:r w:rsidRPr="00E24D69">
              <w:t>(mean) to wait here?</w:t>
            </w:r>
          </w:p>
        </w:tc>
      </w:tr>
      <w:tr w:rsidR="001A679E" w:rsidRPr="00E24D69" w14:paraId="19BFEAA2" w14:textId="77777777" w:rsidTr="004A57D2">
        <w:tc>
          <w:tcPr>
            <w:tcW w:w="9736" w:type="dxa"/>
          </w:tcPr>
          <w:p w14:paraId="7CD1DAB2" w14:textId="77777777" w:rsidR="001A679E" w:rsidRPr="00E24D69" w:rsidRDefault="001A679E" w:rsidP="004A57D2">
            <w:r w:rsidRPr="00FF30F6">
              <w:rPr>
                <w:b/>
              </w:rPr>
              <w:t>8</w:t>
            </w:r>
            <w:r w:rsidRPr="00E24D69">
              <w:t xml:space="preserve"> The hotel doesn’t have a pool, but it </w:t>
            </w:r>
            <w:r w:rsidRPr="00542A30">
              <w:t xml:space="preserve">________________ </w:t>
            </w:r>
            <w:r w:rsidRPr="00E24D69">
              <w:t>(do) have a small, well-equipped gym.</w:t>
            </w:r>
          </w:p>
        </w:tc>
      </w:tr>
      <w:tr w:rsidR="001A679E" w:rsidRPr="00E24D69" w14:paraId="73D56003" w14:textId="77777777" w:rsidTr="004A5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72990803" w14:textId="77777777" w:rsidR="001A679E" w:rsidRPr="00E24D69" w:rsidRDefault="001A679E" w:rsidP="004A57D2">
            <w:r w:rsidRPr="00FF30F6">
              <w:rPr>
                <w:b/>
              </w:rPr>
              <w:t>9</w:t>
            </w:r>
            <w:r w:rsidRPr="00E24D69">
              <w:t xml:space="preserve"> Do you think you </w:t>
            </w:r>
            <w:r w:rsidRPr="00542A30">
              <w:t xml:space="preserve">________________ </w:t>
            </w:r>
            <w:r w:rsidRPr="00E24D69">
              <w:t>(watch) the whole season by the end of the week?</w:t>
            </w:r>
          </w:p>
        </w:tc>
      </w:tr>
      <w:tr w:rsidR="001A679E" w:rsidRPr="00E24D69" w14:paraId="040E68B1" w14:textId="77777777" w:rsidTr="004A57D2">
        <w:tc>
          <w:tcPr>
            <w:tcW w:w="9736" w:type="dxa"/>
          </w:tcPr>
          <w:p w14:paraId="5BD135EB" w14:textId="77777777" w:rsidR="001A679E" w:rsidRPr="00E24D69" w:rsidRDefault="001A679E" w:rsidP="004A57D2">
            <w:r w:rsidRPr="00FF30F6">
              <w:rPr>
                <w:b/>
              </w:rPr>
              <w:t>10</w:t>
            </w:r>
            <w:r w:rsidRPr="00E24D69">
              <w:t xml:space="preserve"> I wish I </w:t>
            </w:r>
            <w:r w:rsidRPr="00542A30">
              <w:t xml:space="preserve">________________ </w:t>
            </w:r>
            <w:r w:rsidRPr="00E24D69">
              <w:t>(not / have) to work today. It’s my son’s first birthday!</w:t>
            </w:r>
          </w:p>
        </w:tc>
      </w:tr>
    </w:tbl>
    <w:p w14:paraId="27AD1CFE" w14:textId="6955897B" w:rsidR="001B6FB3" w:rsidRPr="00434AC4" w:rsidRDefault="001A679E" w:rsidP="00434AC4">
      <w:pPr>
        <w:pStyle w:val="TestRubric"/>
      </w:pPr>
      <w:r>
        <w:rPr>
          <w:b/>
        </w:rPr>
        <w:t>2</w:t>
      </w:r>
      <w:r w:rsidR="00D77F56">
        <w:tab/>
      </w:r>
      <w:r w:rsidR="001B6FB3" w:rsidRPr="00434AC4">
        <w:t>Complete the sentences with the correct word. Write one word in each gap.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24D69" w:rsidRPr="00E24D69" w14:paraId="5E79A68A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373DF1FF" w14:textId="3E84D99C" w:rsidR="00E24D69" w:rsidRPr="00E24D69" w:rsidRDefault="00E24D69" w:rsidP="0033792C">
            <w:r w:rsidRPr="00FF30F6">
              <w:rPr>
                <w:b/>
              </w:rPr>
              <w:t>1</w:t>
            </w:r>
            <w:r w:rsidRPr="00E24D69">
              <w:t xml:space="preserve"> I thought the event would be tedious, but </w:t>
            </w:r>
            <w:proofErr w:type="gramStart"/>
            <w:r w:rsidRPr="00E24D69">
              <w:t>actually it</w:t>
            </w:r>
            <w:proofErr w:type="gramEnd"/>
            <w:r w:rsidRPr="00E24D69">
              <w:t xml:space="preserve"> was quite </w:t>
            </w:r>
            <w:r w:rsidR="00AD19B3" w:rsidRPr="00AD19B3">
              <w:t xml:space="preserve">________________ </w:t>
            </w:r>
            <w:r w:rsidRPr="00E24D69">
              <w:t>opposite.</w:t>
            </w:r>
          </w:p>
        </w:tc>
      </w:tr>
      <w:tr w:rsidR="00E24D69" w:rsidRPr="00E24D69" w14:paraId="4BE2506F" w14:textId="77777777" w:rsidTr="00E24D69">
        <w:tc>
          <w:tcPr>
            <w:tcW w:w="9736" w:type="dxa"/>
          </w:tcPr>
          <w:p w14:paraId="7BF6F357" w14:textId="21AD06CB" w:rsidR="00E24D69" w:rsidRPr="00E24D69" w:rsidRDefault="00E24D69" w:rsidP="0033792C">
            <w:r w:rsidRPr="00FF30F6">
              <w:rPr>
                <w:b/>
              </w:rPr>
              <w:t>2</w:t>
            </w:r>
            <w:r w:rsidRPr="00E24D69">
              <w:t xml:space="preserve"> Do you and your housemate Rochelle go back a </w:t>
            </w:r>
            <w:r w:rsidR="00AD19B3" w:rsidRPr="00AD19B3">
              <w:t xml:space="preserve">________________ </w:t>
            </w:r>
            <w:r w:rsidRPr="00E24D69">
              <w:t>way?</w:t>
            </w:r>
          </w:p>
        </w:tc>
      </w:tr>
      <w:tr w:rsidR="00E24D69" w:rsidRPr="00E24D69" w14:paraId="2E4580B1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443487AB" w14:textId="01056D43" w:rsidR="00E24D69" w:rsidRPr="00E24D69" w:rsidRDefault="00E24D69" w:rsidP="0033792C">
            <w:r w:rsidRPr="00FF30F6">
              <w:rPr>
                <w:b/>
              </w:rPr>
              <w:t>3</w:t>
            </w:r>
            <w:r w:rsidRPr="00E24D69">
              <w:t xml:space="preserve"> Even </w:t>
            </w:r>
            <w:r w:rsidR="00AD19B3" w:rsidRPr="00AD19B3">
              <w:t xml:space="preserve">________________ </w:t>
            </w:r>
            <w:r w:rsidRPr="00E24D69">
              <w:t xml:space="preserve">they live </w:t>
            </w:r>
            <w:proofErr w:type="gramStart"/>
            <w:r w:rsidRPr="00E24D69">
              <w:t>fairly near</w:t>
            </w:r>
            <w:proofErr w:type="gramEnd"/>
            <w:r w:rsidRPr="00E24D69">
              <w:t xml:space="preserve"> to us, we don’t see them very often.</w:t>
            </w:r>
          </w:p>
        </w:tc>
      </w:tr>
      <w:tr w:rsidR="00E24D69" w:rsidRPr="00E24D69" w14:paraId="716FFC40" w14:textId="77777777" w:rsidTr="00E24D69">
        <w:tc>
          <w:tcPr>
            <w:tcW w:w="9736" w:type="dxa"/>
          </w:tcPr>
          <w:p w14:paraId="3B66CA69" w14:textId="2EB30C87" w:rsidR="00E24D69" w:rsidRPr="00E24D69" w:rsidRDefault="00E24D69" w:rsidP="0033792C">
            <w:r w:rsidRPr="00FF30F6">
              <w:rPr>
                <w:b/>
              </w:rPr>
              <w:t>4</w:t>
            </w:r>
            <w:r w:rsidRPr="00E24D69">
              <w:t xml:space="preserve"> I don’t really enjoy going sightseeing by </w:t>
            </w:r>
            <w:r w:rsidR="00AD19B3" w:rsidRPr="00AD19B3">
              <w:t>________________</w:t>
            </w:r>
            <w:r w:rsidRPr="00E24D69">
              <w:t>, so I’ve booked to do a tour.</w:t>
            </w:r>
          </w:p>
        </w:tc>
      </w:tr>
      <w:tr w:rsidR="00E24D69" w:rsidRPr="00E24D69" w14:paraId="0F84E194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702D28D8" w14:textId="28ADCAF3" w:rsidR="00E24D69" w:rsidRPr="00E24D69" w:rsidRDefault="00E24D69" w:rsidP="0033792C">
            <w:r w:rsidRPr="00FF30F6">
              <w:rPr>
                <w:b/>
              </w:rPr>
              <w:t>5</w:t>
            </w:r>
            <w:r w:rsidRPr="00E24D69">
              <w:t xml:space="preserve"> We’re relieved to know that you got home </w:t>
            </w:r>
            <w:r w:rsidR="00AD19B3" w:rsidRPr="00AD19B3">
              <w:t xml:space="preserve">________________ </w:t>
            </w:r>
            <w:r w:rsidRPr="00E24D69">
              <w:t>and sound.</w:t>
            </w:r>
          </w:p>
        </w:tc>
      </w:tr>
      <w:tr w:rsidR="00E24D69" w:rsidRPr="00E24D69" w14:paraId="4F1D653A" w14:textId="77777777" w:rsidTr="00E24D69">
        <w:tc>
          <w:tcPr>
            <w:tcW w:w="9736" w:type="dxa"/>
          </w:tcPr>
          <w:p w14:paraId="77CEAF06" w14:textId="173903DC" w:rsidR="00E24D69" w:rsidRPr="00E24D69" w:rsidRDefault="00E24D69" w:rsidP="0033792C">
            <w:r w:rsidRPr="00FF30F6">
              <w:rPr>
                <w:b/>
              </w:rPr>
              <w:t>6</w:t>
            </w:r>
            <w:r w:rsidRPr="00E24D69">
              <w:t xml:space="preserve"> That leadership course gave me plenty of food for </w:t>
            </w:r>
            <w:r w:rsidR="00AD19B3" w:rsidRPr="00AD19B3">
              <w:t>________________</w:t>
            </w:r>
            <w:r w:rsidRPr="00E24D69">
              <w:t>.</w:t>
            </w:r>
          </w:p>
        </w:tc>
      </w:tr>
      <w:tr w:rsidR="00E24D69" w:rsidRPr="00E24D69" w14:paraId="50BCAFF9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35C13936" w14:textId="193E0BD6" w:rsidR="00E24D69" w:rsidRPr="00E24D69" w:rsidRDefault="00E24D69" w:rsidP="0033792C">
            <w:r w:rsidRPr="00FF30F6">
              <w:rPr>
                <w:b/>
              </w:rPr>
              <w:t xml:space="preserve">7 </w:t>
            </w:r>
            <w:r w:rsidRPr="00E24D69">
              <w:t xml:space="preserve">I can only take three days off work, so I want to </w:t>
            </w:r>
            <w:r w:rsidR="00544030" w:rsidRPr="00544030">
              <w:t xml:space="preserve">________________ </w:t>
            </w:r>
            <w:r w:rsidRPr="00E24D69">
              <w:t>the most of it.</w:t>
            </w:r>
          </w:p>
        </w:tc>
      </w:tr>
      <w:tr w:rsidR="00E24D69" w:rsidRPr="00E24D69" w14:paraId="301127DA" w14:textId="77777777" w:rsidTr="00E24D69">
        <w:tc>
          <w:tcPr>
            <w:tcW w:w="9736" w:type="dxa"/>
          </w:tcPr>
          <w:p w14:paraId="71B7B7C0" w14:textId="2F9DD3F9" w:rsidR="00E24D69" w:rsidRPr="00E24D69" w:rsidRDefault="00E24D69" w:rsidP="0033792C">
            <w:r w:rsidRPr="00FF30F6">
              <w:rPr>
                <w:b/>
              </w:rPr>
              <w:t>8</w:t>
            </w:r>
            <w:r w:rsidRPr="00E24D69">
              <w:t xml:space="preserve"> They told me that driving was much more dangerous </w:t>
            </w:r>
            <w:r w:rsidR="00544030" w:rsidRPr="00544030">
              <w:t xml:space="preserve">________________ </w:t>
            </w:r>
            <w:r w:rsidRPr="00E24D69">
              <w:t>those days.</w:t>
            </w:r>
          </w:p>
        </w:tc>
      </w:tr>
      <w:tr w:rsidR="00E24D69" w:rsidRPr="00E24D69" w14:paraId="3C3C1F15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1D32ADA4" w14:textId="11AD322D" w:rsidR="00E24D69" w:rsidRPr="00E24D69" w:rsidRDefault="00E24D69" w:rsidP="0033792C">
            <w:r w:rsidRPr="00FF30F6">
              <w:rPr>
                <w:b/>
              </w:rPr>
              <w:t>9</w:t>
            </w:r>
            <w:r w:rsidRPr="00E24D69">
              <w:t xml:space="preserve"> </w:t>
            </w:r>
            <w:r w:rsidR="00544030" w:rsidRPr="00544030">
              <w:t xml:space="preserve">________________ </w:t>
            </w:r>
            <w:r w:rsidRPr="00E24D69">
              <w:t>seems that the law will come into force in two years’ time.</w:t>
            </w:r>
          </w:p>
        </w:tc>
      </w:tr>
      <w:tr w:rsidR="00E24D69" w:rsidRPr="00E24D69" w14:paraId="1B92AD4A" w14:textId="77777777" w:rsidTr="00E24D69">
        <w:tc>
          <w:tcPr>
            <w:tcW w:w="9736" w:type="dxa"/>
          </w:tcPr>
          <w:p w14:paraId="69812C70" w14:textId="0A280B60" w:rsidR="00E24D69" w:rsidRPr="00E24D69" w:rsidRDefault="00E24D69" w:rsidP="0033792C">
            <w:r w:rsidRPr="00FF30F6">
              <w:rPr>
                <w:b/>
              </w:rPr>
              <w:t>10</w:t>
            </w:r>
            <w:r w:rsidRPr="00E24D69">
              <w:t xml:space="preserve"> I still don’t understand why you told </w:t>
            </w:r>
            <w:proofErr w:type="spellStart"/>
            <w:r w:rsidRPr="00E24D69">
              <w:t>Mikaal</w:t>
            </w:r>
            <w:proofErr w:type="spellEnd"/>
            <w:r w:rsidRPr="00E24D69">
              <w:t xml:space="preserve"> about it in the </w:t>
            </w:r>
            <w:r w:rsidR="00544030" w:rsidRPr="00544030">
              <w:t xml:space="preserve">________________ </w:t>
            </w:r>
            <w:r w:rsidRPr="00E24D69">
              <w:t>place.</w:t>
            </w:r>
          </w:p>
        </w:tc>
      </w:tr>
    </w:tbl>
    <w:p w14:paraId="2E641DDC" w14:textId="77777777" w:rsidR="001A679E" w:rsidRDefault="001A679E" w:rsidP="001B6FB3">
      <w:pPr>
        <w:pStyle w:val="TestRubric"/>
        <w:rPr>
          <w:b/>
        </w:rPr>
      </w:pPr>
    </w:p>
    <w:p w14:paraId="3C0D53BC" w14:textId="77777777" w:rsidR="001A679E" w:rsidRDefault="001A679E">
      <w:pPr>
        <w:rPr>
          <w:rFonts w:ascii="Calibri" w:hAnsi="Calibri" w:cs="Arial"/>
          <w:b/>
          <w:sz w:val="24"/>
        </w:rPr>
      </w:pPr>
      <w:r>
        <w:rPr>
          <w:b/>
        </w:rPr>
        <w:br w:type="page"/>
      </w:r>
    </w:p>
    <w:p w14:paraId="650EB93C" w14:textId="7021967B" w:rsidR="001B6FB3" w:rsidRPr="00434AC4" w:rsidRDefault="001A679E" w:rsidP="001B6FB3">
      <w:pPr>
        <w:pStyle w:val="TestRubric"/>
      </w:pPr>
      <w:r w:rsidRPr="001A679E">
        <w:rPr>
          <w:b/>
        </w:rPr>
        <w:lastRenderedPageBreak/>
        <w:t>3</w:t>
      </w:r>
      <w:r>
        <w:tab/>
      </w:r>
      <w:r w:rsidR="001B6FB3" w:rsidRPr="00434AC4">
        <w:t>Choose the correct option to complete the sentences.</w:t>
      </w:r>
    </w:p>
    <w:tbl>
      <w:tblPr>
        <w:tblStyle w:val="PersonalBesttabl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24D69" w:rsidRPr="00E24D69" w14:paraId="72E2842E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00E52C56" w14:textId="77777777" w:rsidR="00E24D69" w:rsidRPr="00E24D69" w:rsidRDefault="00E24D69" w:rsidP="00907158">
            <w:r w:rsidRPr="00FF30F6">
              <w:rPr>
                <w:b/>
              </w:rPr>
              <w:t>1</w:t>
            </w:r>
            <w:r w:rsidRPr="00E24D69">
              <w:t xml:space="preserve"> Would you mind </w:t>
            </w:r>
            <w:r w:rsidRPr="00544030">
              <w:rPr>
                <w:i/>
              </w:rPr>
              <w:t>clarifying</w:t>
            </w:r>
            <w:r w:rsidRPr="00E24D69">
              <w:t xml:space="preserve"> / </w:t>
            </w:r>
            <w:r w:rsidRPr="00544030">
              <w:rPr>
                <w:i/>
              </w:rPr>
              <w:t>generalizing</w:t>
            </w:r>
            <w:r w:rsidRPr="00E24D69">
              <w:t xml:space="preserve"> / </w:t>
            </w:r>
            <w:r w:rsidRPr="00544030">
              <w:rPr>
                <w:i/>
              </w:rPr>
              <w:t>notifying</w:t>
            </w:r>
            <w:r w:rsidRPr="00E24D69">
              <w:t xml:space="preserve"> what these letters stand for?</w:t>
            </w:r>
          </w:p>
        </w:tc>
      </w:tr>
      <w:tr w:rsidR="00E24D69" w:rsidRPr="00E24D69" w14:paraId="4DF76418" w14:textId="77777777" w:rsidTr="00E24D69">
        <w:tc>
          <w:tcPr>
            <w:tcW w:w="9736" w:type="dxa"/>
          </w:tcPr>
          <w:p w14:paraId="76F5C79A" w14:textId="77777777" w:rsidR="00E24D69" w:rsidRPr="00E24D69" w:rsidRDefault="00E24D69" w:rsidP="00907158">
            <w:r w:rsidRPr="00FF30F6">
              <w:rPr>
                <w:b/>
              </w:rPr>
              <w:t>2</w:t>
            </w:r>
            <w:r w:rsidRPr="00E24D69">
              <w:t xml:space="preserve"> I can’t download these videos. Perhaps my </w:t>
            </w:r>
            <w:r w:rsidRPr="00544030">
              <w:rPr>
                <w:i/>
              </w:rPr>
              <w:t>bandwidth</w:t>
            </w:r>
            <w:r w:rsidRPr="00E24D69">
              <w:t xml:space="preserve"> / </w:t>
            </w:r>
            <w:r w:rsidRPr="00544030">
              <w:rPr>
                <w:i/>
              </w:rPr>
              <w:t>broadband</w:t>
            </w:r>
            <w:r w:rsidRPr="00E24D69">
              <w:t xml:space="preserve"> / </w:t>
            </w:r>
            <w:r w:rsidRPr="00544030">
              <w:rPr>
                <w:i/>
              </w:rPr>
              <w:t>browser</w:t>
            </w:r>
            <w:r w:rsidRPr="00E24D69">
              <w:t xml:space="preserve"> isn’t high enough.</w:t>
            </w:r>
          </w:p>
        </w:tc>
      </w:tr>
      <w:tr w:rsidR="00E24D69" w:rsidRPr="00E24D69" w14:paraId="57D17C5D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26C7BE05" w14:textId="77777777" w:rsidR="00E24D69" w:rsidRPr="00E24D69" w:rsidRDefault="00E24D69" w:rsidP="00907158">
            <w:r w:rsidRPr="00FF30F6">
              <w:rPr>
                <w:b/>
              </w:rPr>
              <w:t>3</w:t>
            </w:r>
            <w:r w:rsidRPr="00E24D69">
              <w:t xml:space="preserve"> We weren’t surprised to hear that the company had </w:t>
            </w:r>
            <w:r w:rsidRPr="00544030">
              <w:rPr>
                <w:i/>
              </w:rPr>
              <w:t>given</w:t>
            </w:r>
            <w:r w:rsidRPr="00E24D69">
              <w:t xml:space="preserve"> / </w:t>
            </w:r>
            <w:r w:rsidRPr="00544030">
              <w:rPr>
                <w:i/>
              </w:rPr>
              <w:t>got</w:t>
            </w:r>
            <w:r w:rsidRPr="00E24D69">
              <w:t xml:space="preserve"> / </w:t>
            </w:r>
            <w:r w:rsidRPr="00544030">
              <w:rPr>
                <w:i/>
              </w:rPr>
              <w:t>gone</w:t>
            </w:r>
            <w:r w:rsidRPr="00E24D69">
              <w:t xml:space="preserve"> bankrupt.</w:t>
            </w:r>
          </w:p>
        </w:tc>
      </w:tr>
      <w:tr w:rsidR="00E24D69" w:rsidRPr="00E24D69" w14:paraId="0F151D48" w14:textId="77777777" w:rsidTr="00E24D69">
        <w:tc>
          <w:tcPr>
            <w:tcW w:w="9736" w:type="dxa"/>
          </w:tcPr>
          <w:p w14:paraId="1A9CDE9E" w14:textId="77777777" w:rsidR="00E24D69" w:rsidRPr="00E24D69" w:rsidRDefault="00E24D69" w:rsidP="00907158">
            <w:r w:rsidRPr="00FF30F6">
              <w:rPr>
                <w:b/>
              </w:rPr>
              <w:t>4</w:t>
            </w:r>
            <w:r w:rsidRPr="00E24D69">
              <w:t xml:space="preserve"> He’s always stressed because he’s hopeless at </w:t>
            </w:r>
            <w:r w:rsidRPr="00544030">
              <w:rPr>
                <w:i/>
              </w:rPr>
              <w:t>concerning</w:t>
            </w:r>
            <w:r w:rsidRPr="00E24D69">
              <w:t xml:space="preserve"> / </w:t>
            </w:r>
            <w:r w:rsidRPr="00544030">
              <w:rPr>
                <w:i/>
              </w:rPr>
              <w:t>prioritizing</w:t>
            </w:r>
            <w:r w:rsidRPr="00E24D69">
              <w:t xml:space="preserve"> / </w:t>
            </w:r>
            <w:r w:rsidRPr="00544030">
              <w:rPr>
                <w:i/>
              </w:rPr>
              <w:t>summarizing</w:t>
            </w:r>
            <w:r w:rsidRPr="00E24D69">
              <w:t xml:space="preserve"> his workload.</w:t>
            </w:r>
          </w:p>
        </w:tc>
      </w:tr>
      <w:tr w:rsidR="00E24D69" w:rsidRPr="00E24D69" w14:paraId="00C80010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38110A61" w14:textId="77777777" w:rsidR="00E24D69" w:rsidRPr="00E24D69" w:rsidRDefault="00E24D69" w:rsidP="00907158">
            <w:r w:rsidRPr="00FF30F6">
              <w:rPr>
                <w:b/>
              </w:rPr>
              <w:t>5</w:t>
            </w:r>
            <w:r w:rsidRPr="00E24D69">
              <w:t xml:space="preserve"> Let’s stop here so that we can </w:t>
            </w:r>
            <w:r w:rsidRPr="00544030">
              <w:rPr>
                <w:i/>
              </w:rPr>
              <w:t>restore</w:t>
            </w:r>
            <w:r w:rsidRPr="00E24D69">
              <w:t xml:space="preserve"> / </w:t>
            </w:r>
            <w:r w:rsidRPr="00544030">
              <w:rPr>
                <w:i/>
              </w:rPr>
              <w:t>recreate</w:t>
            </w:r>
            <w:r w:rsidRPr="00E24D69">
              <w:t xml:space="preserve"> / </w:t>
            </w:r>
            <w:r w:rsidRPr="00544030">
              <w:rPr>
                <w:i/>
              </w:rPr>
              <w:t>recharge</w:t>
            </w:r>
            <w:r w:rsidRPr="00E24D69">
              <w:t xml:space="preserve"> and get something to eat.</w:t>
            </w:r>
          </w:p>
        </w:tc>
      </w:tr>
      <w:tr w:rsidR="00E24D69" w:rsidRPr="00E24D69" w14:paraId="701E96E7" w14:textId="77777777" w:rsidTr="00E24D69">
        <w:tc>
          <w:tcPr>
            <w:tcW w:w="9736" w:type="dxa"/>
          </w:tcPr>
          <w:p w14:paraId="13B70A9B" w14:textId="77777777" w:rsidR="00E24D69" w:rsidRPr="00E24D69" w:rsidRDefault="00E24D69" w:rsidP="00907158">
            <w:r w:rsidRPr="00FF30F6">
              <w:rPr>
                <w:b/>
              </w:rPr>
              <w:t>6</w:t>
            </w:r>
            <w:r w:rsidRPr="00E24D69">
              <w:t xml:space="preserve"> You ought to come </w:t>
            </w:r>
            <w:r w:rsidRPr="00EA5C19">
              <w:rPr>
                <w:i/>
              </w:rPr>
              <w:t>clear</w:t>
            </w:r>
            <w:r w:rsidRPr="00E24D69">
              <w:t xml:space="preserve"> / </w:t>
            </w:r>
            <w:r w:rsidRPr="00EA5C19">
              <w:rPr>
                <w:i/>
              </w:rPr>
              <w:t>close</w:t>
            </w:r>
            <w:r w:rsidRPr="00E24D69">
              <w:t xml:space="preserve"> / </w:t>
            </w:r>
            <w:r w:rsidRPr="00EA5C19">
              <w:rPr>
                <w:i/>
              </w:rPr>
              <w:t>clean</w:t>
            </w:r>
            <w:r w:rsidRPr="00E24D69">
              <w:t xml:space="preserve"> and tell them what happened.</w:t>
            </w:r>
          </w:p>
        </w:tc>
      </w:tr>
      <w:tr w:rsidR="00E24D69" w:rsidRPr="00E24D69" w14:paraId="0FCC5E91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609002E8" w14:textId="77777777" w:rsidR="00E24D69" w:rsidRPr="00E24D69" w:rsidRDefault="00E24D69" w:rsidP="00907158">
            <w:r w:rsidRPr="00FF30F6">
              <w:rPr>
                <w:b/>
              </w:rPr>
              <w:t>7</w:t>
            </w:r>
            <w:r w:rsidRPr="00E24D69">
              <w:t xml:space="preserve"> Air pollution can seriously affect people's health. We must tackle this </w:t>
            </w:r>
            <w:r w:rsidRPr="00EA5C19">
              <w:rPr>
                <w:i/>
              </w:rPr>
              <w:t>problem</w:t>
            </w:r>
            <w:r w:rsidRPr="00E24D69">
              <w:t xml:space="preserve"> / </w:t>
            </w:r>
            <w:r w:rsidRPr="00EA5C19">
              <w:rPr>
                <w:i/>
              </w:rPr>
              <w:t>person</w:t>
            </w:r>
            <w:r w:rsidRPr="00E24D69">
              <w:t xml:space="preserve"> / </w:t>
            </w:r>
            <w:r w:rsidRPr="00EA5C19">
              <w:rPr>
                <w:i/>
              </w:rPr>
              <w:t>people</w:t>
            </w:r>
            <w:r w:rsidRPr="00E24D69">
              <w:t>.</w:t>
            </w:r>
          </w:p>
        </w:tc>
      </w:tr>
      <w:tr w:rsidR="00E24D69" w:rsidRPr="00E24D69" w14:paraId="001D32D1" w14:textId="77777777" w:rsidTr="00E24D69">
        <w:tc>
          <w:tcPr>
            <w:tcW w:w="9736" w:type="dxa"/>
          </w:tcPr>
          <w:p w14:paraId="2E54A3D0" w14:textId="77777777" w:rsidR="00E24D69" w:rsidRPr="00E24D69" w:rsidRDefault="00E24D69" w:rsidP="00907158">
            <w:r w:rsidRPr="00FF30F6">
              <w:rPr>
                <w:b/>
              </w:rPr>
              <w:t>8</w:t>
            </w:r>
            <w:r w:rsidRPr="00E24D69">
              <w:t xml:space="preserve"> You should reduce your prices. We also recommend </w:t>
            </w:r>
            <w:r w:rsidRPr="00EA5C19">
              <w:rPr>
                <w:i/>
              </w:rPr>
              <w:t>staying</w:t>
            </w:r>
            <w:r w:rsidRPr="00E24D69">
              <w:t xml:space="preserve"> / </w:t>
            </w:r>
            <w:r w:rsidRPr="00EA5C19">
              <w:rPr>
                <w:i/>
              </w:rPr>
              <w:t>to stay</w:t>
            </w:r>
            <w:r w:rsidRPr="00E24D69">
              <w:t xml:space="preserve"> / </w:t>
            </w:r>
            <w:r w:rsidRPr="00EA5C19">
              <w:rPr>
                <w:i/>
              </w:rPr>
              <w:t>stayed</w:t>
            </w:r>
            <w:r w:rsidRPr="00E24D69">
              <w:t xml:space="preserve"> open later.</w:t>
            </w:r>
          </w:p>
        </w:tc>
      </w:tr>
      <w:tr w:rsidR="00E24D69" w:rsidRPr="00E24D69" w14:paraId="730512BD" w14:textId="77777777" w:rsidTr="00E2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7B331DA4" w14:textId="77777777" w:rsidR="00E24D69" w:rsidRPr="00E24D69" w:rsidRDefault="00E24D69" w:rsidP="00907158">
            <w:r w:rsidRPr="00FF30F6">
              <w:rPr>
                <w:b/>
              </w:rPr>
              <w:t xml:space="preserve">9 </w:t>
            </w:r>
            <w:r w:rsidRPr="00E24D69">
              <w:t xml:space="preserve">Kyle had a bit of an </w:t>
            </w:r>
            <w:r w:rsidRPr="00EA5C19">
              <w:rPr>
                <w:i/>
              </w:rPr>
              <w:t>upsets</w:t>
            </w:r>
            <w:r w:rsidRPr="00E24D69">
              <w:t xml:space="preserve"> / </w:t>
            </w:r>
            <w:r w:rsidRPr="00EA5C19">
              <w:rPr>
                <w:i/>
              </w:rPr>
              <w:t>upsetting</w:t>
            </w:r>
            <w:r w:rsidRPr="00E24D69">
              <w:t xml:space="preserve"> / </w:t>
            </w:r>
            <w:r w:rsidRPr="00EA5C19">
              <w:rPr>
                <w:i/>
              </w:rPr>
              <w:t>upset</w:t>
            </w:r>
            <w:r w:rsidRPr="00E24D69">
              <w:t xml:space="preserve"> stomach after that meal yesterday.</w:t>
            </w:r>
          </w:p>
        </w:tc>
      </w:tr>
      <w:tr w:rsidR="00E24D69" w:rsidRPr="00E24D69" w14:paraId="159F27AD" w14:textId="77777777" w:rsidTr="00E24D69">
        <w:tc>
          <w:tcPr>
            <w:tcW w:w="9736" w:type="dxa"/>
          </w:tcPr>
          <w:p w14:paraId="24ACD61F" w14:textId="77777777" w:rsidR="00E24D69" w:rsidRPr="00E24D69" w:rsidRDefault="00E24D69" w:rsidP="00907158">
            <w:r w:rsidRPr="00FF30F6">
              <w:rPr>
                <w:b/>
              </w:rPr>
              <w:t>10</w:t>
            </w:r>
            <w:r w:rsidRPr="00E24D69">
              <w:t xml:space="preserve"> Please accept my apologies for this </w:t>
            </w:r>
            <w:r w:rsidRPr="00EA5C19">
              <w:rPr>
                <w:i/>
              </w:rPr>
              <w:t>catch-up</w:t>
            </w:r>
            <w:r w:rsidRPr="00E24D69">
              <w:t xml:space="preserve"> / </w:t>
            </w:r>
            <w:r w:rsidRPr="00EA5C19">
              <w:rPr>
                <w:i/>
              </w:rPr>
              <w:t>mix-up</w:t>
            </w:r>
            <w:r w:rsidRPr="00E24D69">
              <w:t xml:space="preserve"> / </w:t>
            </w:r>
            <w:r w:rsidRPr="00EA5C19">
              <w:rPr>
                <w:i/>
              </w:rPr>
              <w:t>backup</w:t>
            </w:r>
            <w:r w:rsidRPr="00E24D69">
              <w:t xml:space="preserve"> over the date of the meeting.</w:t>
            </w:r>
          </w:p>
        </w:tc>
      </w:tr>
    </w:tbl>
    <w:p w14:paraId="15C1C51B" w14:textId="77777777" w:rsidR="00E24D69" w:rsidRPr="004D1633" w:rsidRDefault="00E24D69" w:rsidP="001B6FB3">
      <w:pPr>
        <w:pStyle w:val="TestRubric"/>
        <w:rPr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D77F56" w:rsidRPr="00D77F56" w14:paraId="7FAEA591" w14:textId="77777777" w:rsidTr="00DC30CE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6B1B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  <w:bookmarkStart w:id="0" w:name="_Hlk4570610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A2A22E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34A178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233B81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D77F56" w:rsidRPr="00D77F56" w14:paraId="6769E606" w14:textId="77777777" w:rsidTr="00DC30CE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6A12A67B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bookmarkStart w:id="1" w:name="_GoBack"/>
            <w:r w:rsidRPr="00D77F56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89B1CB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0576B548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D77F56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6153A49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77F56">
              <w:rPr>
                <w:rFonts w:ascii="Arial" w:hAnsi="Arial" w:cs="Arial"/>
                <w:b/>
                <w:color w:val="FFFFFF"/>
              </w:rPr>
              <w:t>30</w:t>
            </w:r>
          </w:p>
        </w:tc>
      </w:tr>
      <w:bookmarkEnd w:id="1"/>
      <w:tr w:rsidR="00D77F56" w:rsidRPr="00D77F56" w14:paraId="76431CFA" w14:textId="77777777" w:rsidTr="00DC30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AA5669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D900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AED38E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F6C07B" w14:textId="77777777" w:rsidR="00D77F56" w:rsidRPr="00D77F56" w:rsidRDefault="00D77F56" w:rsidP="00D77F56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bookmarkEnd w:id="0"/>
    </w:tbl>
    <w:p w14:paraId="07BB8B0D" w14:textId="77777777" w:rsidR="00E24D69" w:rsidRDefault="00E24D69">
      <w:pPr>
        <w:rPr>
          <w:rFonts w:ascii="Calibri" w:hAnsi="Calibri" w:cs="Arial"/>
          <w:sz w:val="24"/>
        </w:rPr>
      </w:pPr>
      <w:r>
        <w:br w:type="page"/>
      </w:r>
    </w:p>
    <w:p w14:paraId="25746490" w14:textId="77777777" w:rsidR="00E926A6" w:rsidRPr="004F4C5E" w:rsidRDefault="00E926A6" w:rsidP="00E926A6">
      <w:pPr>
        <w:pStyle w:val="Text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lastRenderedPageBreak/>
        <w:t>Why are we so afraid of robots?</w:t>
      </w:r>
    </w:p>
    <w:p w14:paraId="7D42A91F" w14:textId="77777777" w:rsidR="00E926A6" w:rsidRPr="004F4C5E" w:rsidRDefault="00E926A6" w:rsidP="00E926A6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t>These days, breakthroughs in artificial intelligence (AI) seem to occur almost daily. For some, this is a hugely exciting area</w:t>
      </w:r>
      <w:r>
        <w:t xml:space="preserve"> </w:t>
      </w:r>
      <w:r w:rsidRPr="004F4C5E">
        <w:t>of technological development, the possibilities of which are endless. However, many people find these developments rather</w:t>
      </w:r>
      <w:r>
        <w:t xml:space="preserve"> </w:t>
      </w:r>
      <w:r w:rsidRPr="004F4C5E">
        <w:t>worrying, with each new story bringing frightening thoughts and images to mind.</w:t>
      </w:r>
    </w:p>
    <w:p w14:paraId="015F0F0A" w14:textId="77777777" w:rsidR="00E926A6" w:rsidRPr="004F4C5E" w:rsidRDefault="00E926A6" w:rsidP="00E926A6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t>If we look at the role of robots within our society, there seems to be little basis for these concerns. Robots have transformed</w:t>
      </w:r>
      <w:r>
        <w:t xml:space="preserve"> </w:t>
      </w:r>
      <w:r w:rsidRPr="004F4C5E">
        <w:t>manufacturing by performing tedious and dangerous activities far quicker than humans could. They have also made other</w:t>
      </w:r>
      <w:r>
        <w:t xml:space="preserve"> </w:t>
      </w:r>
      <w:r w:rsidRPr="004F4C5E">
        <w:t>processes safer and more efficient. For example, studies suggest that robot-assisted surgery is more precise than that</w:t>
      </w:r>
      <w:r>
        <w:t xml:space="preserve"> </w:t>
      </w:r>
      <w:r w:rsidRPr="004F4C5E">
        <w:t>conducted solely by humans, meaning patients recover more quickly from this kind of procedure. Similarly, public transport</w:t>
      </w:r>
      <w:r>
        <w:t xml:space="preserve"> </w:t>
      </w:r>
      <w:r w:rsidRPr="004F4C5E">
        <w:t>systems that are controlled by machines are thought to be a third more dependable than non-automated ones.</w:t>
      </w:r>
    </w:p>
    <w:p w14:paraId="36D0A104" w14:textId="77777777" w:rsidR="00E926A6" w:rsidRPr="004F4C5E" w:rsidRDefault="00E926A6" w:rsidP="00E926A6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t>It is likely that our fear of robots comes not from evidence or personal experience but rather from the way robots are</w:t>
      </w:r>
      <w:r>
        <w:t xml:space="preserve"> </w:t>
      </w:r>
      <w:r w:rsidRPr="004F4C5E">
        <w:t>presented within popular culture. To investigate this idea, we should consider the origins of the word ‘robot’. This was</w:t>
      </w:r>
      <w:r>
        <w:t xml:space="preserve"> </w:t>
      </w:r>
      <w:r w:rsidRPr="004F4C5E">
        <w:t xml:space="preserve">first introduced by the Czech writer Karel </w:t>
      </w:r>
      <w:proofErr w:type="spellStart"/>
      <w:r>
        <w:rPr>
          <w:rFonts w:cs="Arial"/>
        </w:rPr>
        <w:t>Č</w:t>
      </w:r>
      <w:r w:rsidRPr="004F4C5E">
        <w:t>apek</w:t>
      </w:r>
      <w:proofErr w:type="spellEnd"/>
      <w:r w:rsidRPr="004F4C5E">
        <w:t xml:space="preserve"> in his 1920 play </w:t>
      </w:r>
      <w:r w:rsidRPr="00507427">
        <w:rPr>
          <w:i/>
        </w:rPr>
        <w:t xml:space="preserve">R.U.R. </w:t>
      </w:r>
      <w:r w:rsidRPr="00507427">
        <w:t>(</w:t>
      </w:r>
      <w:r w:rsidRPr="00507427">
        <w:rPr>
          <w:i/>
        </w:rPr>
        <w:t>Rossum’s Universal Robots</w:t>
      </w:r>
      <w:r w:rsidRPr="004F4C5E">
        <w:t>). Initially, the robot</w:t>
      </w:r>
      <w:r>
        <w:t xml:space="preserve"> </w:t>
      </w:r>
      <w:r w:rsidRPr="004F4C5E">
        <w:t xml:space="preserve">characters in </w:t>
      </w:r>
      <w:proofErr w:type="spellStart"/>
      <w:r w:rsidRPr="00507427">
        <w:t>Č</w:t>
      </w:r>
      <w:r w:rsidRPr="004F4C5E">
        <w:t>apek’s</w:t>
      </w:r>
      <w:proofErr w:type="spellEnd"/>
      <w:r w:rsidRPr="004F4C5E">
        <w:t xml:space="preserve"> play seem happy enough to follow orders, but following a robot rebellion, they become violent and</w:t>
      </w:r>
      <w:r>
        <w:t xml:space="preserve"> </w:t>
      </w:r>
      <w:r w:rsidRPr="004F4C5E">
        <w:t>turn on their human masters.</w:t>
      </w:r>
    </w:p>
    <w:p w14:paraId="7CBDDAA3" w14:textId="77777777" w:rsidR="00E926A6" w:rsidRPr="004F4C5E" w:rsidRDefault="00E926A6" w:rsidP="00E926A6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t>Therefore, since their first appearance, robots have been presented as a force that is both dangerous and untrustworthy.</w:t>
      </w:r>
      <w:r>
        <w:t xml:space="preserve"> </w:t>
      </w:r>
      <w:r w:rsidRPr="004F4C5E">
        <w:t>This image has been recreated again and again in books, films and TV shows, from Fritz Lang’s highly influential 1927</w:t>
      </w:r>
      <w:r>
        <w:t xml:space="preserve"> </w:t>
      </w:r>
      <w:r w:rsidRPr="004F4C5E">
        <w:t xml:space="preserve">film </w:t>
      </w:r>
      <w:r w:rsidRPr="00507427">
        <w:rPr>
          <w:i/>
        </w:rPr>
        <w:t>Metropolis</w:t>
      </w:r>
      <w:r w:rsidRPr="004F4C5E">
        <w:t xml:space="preserve"> through to the recent remake of </w:t>
      </w:r>
      <w:r w:rsidRPr="00507427">
        <w:rPr>
          <w:i/>
        </w:rPr>
        <w:t>Westworld</w:t>
      </w:r>
      <w:r w:rsidRPr="004F4C5E">
        <w:t>, which currently ranks as the most-watched first season ever</w:t>
      </w:r>
      <w:r>
        <w:t xml:space="preserve"> </w:t>
      </w:r>
      <w:r w:rsidRPr="004F4C5E">
        <w:t>produced by the American TV network HBO. This frightening concept of the potential power of robots existed even before</w:t>
      </w:r>
      <w:r>
        <w:t xml:space="preserve"> </w:t>
      </w:r>
      <w:r w:rsidRPr="004F4C5E">
        <w:t>the technology itself – not until the 1960s did a company create a machine which behaved anything like the robots that had</w:t>
      </w:r>
      <w:r>
        <w:t xml:space="preserve"> </w:t>
      </w:r>
      <w:r w:rsidRPr="004F4C5E">
        <w:t>been portrayed in earlier books and films.</w:t>
      </w:r>
    </w:p>
    <w:p w14:paraId="1A798FC3" w14:textId="77777777" w:rsidR="00E926A6" w:rsidRDefault="00E926A6" w:rsidP="00E926A6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C5E">
        <w:t>While developments in artificial intelligence are going from strength to strength, there is a long way to go. Robots generally</w:t>
      </w:r>
      <w:r>
        <w:t xml:space="preserve"> </w:t>
      </w:r>
      <w:r w:rsidRPr="004F4C5E">
        <w:t>still rely on humans to programme and control them, so it will be many years before they can think and (mis)behave by</w:t>
      </w:r>
      <w:r>
        <w:t xml:space="preserve"> </w:t>
      </w:r>
      <w:r w:rsidRPr="004F4C5E">
        <w:t>themselves in the way that so many writers and directors have predicted. In the meantime, I think we ought to focus on the</w:t>
      </w:r>
      <w:r>
        <w:t xml:space="preserve"> </w:t>
      </w:r>
      <w:r w:rsidRPr="004F4C5E">
        <w:t>positive side of these developments, rather than feeding into people’s fears</w:t>
      </w:r>
      <w:r>
        <w:t>.</w:t>
      </w:r>
    </w:p>
    <w:p w14:paraId="448CD8B9" w14:textId="194D33AD" w:rsidR="00E926A6" w:rsidRPr="00434AC4" w:rsidRDefault="00E926A6" w:rsidP="00E926A6">
      <w:pPr>
        <w:pStyle w:val="TestRubric"/>
        <w:spacing w:before="120"/>
      </w:pPr>
      <w:r>
        <w:rPr>
          <w:b/>
        </w:rPr>
        <w:t>4</w:t>
      </w:r>
      <w:r>
        <w:tab/>
      </w:r>
      <w:r w:rsidRPr="00434AC4">
        <w:t>Read the text. Are the sentences true (T), false (F), or is there not enough information in the text to decide (N)?</w:t>
      </w:r>
      <w:r>
        <w:t xml:space="preserve"> </w:t>
      </w:r>
      <w:r w:rsidRPr="00434AC4">
        <w:t>Write T, F or N in the box.</w:t>
      </w:r>
    </w:p>
    <w:tbl>
      <w:tblPr>
        <w:tblStyle w:val="PersonalBesttable1"/>
        <w:tblW w:w="9861" w:type="dxa"/>
        <w:tblLook w:val="04A0" w:firstRow="1" w:lastRow="0" w:firstColumn="1" w:lastColumn="0" w:noHBand="0" w:noVBand="1"/>
      </w:tblPr>
      <w:tblGrid>
        <w:gridCol w:w="9215"/>
        <w:gridCol w:w="646"/>
      </w:tblGrid>
      <w:tr w:rsidR="00E926A6" w:rsidRPr="009258E4" w14:paraId="74EC4E56" w14:textId="77777777" w:rsidTr="004A5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6A63037A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1</w:t>
            </w:r>
            <w:r w:rsidRPr="00605E0E">
              <w:t xml:space="preserve"> </w:t>
            </w:r>
            <w:proofErr w:type="gramStart"/>
            <w:r w:rsidRPr="00605E0E">
              <w:t>A large number of</w:t>
            </w:r>
            <w:proofErr w:type="gramEnd"/>
            <w:r w:rsidRPr="00605E0E">
              <w:t xml:space="preserve"> people are concerned about current developments in AI.</w:t>
            </w:r>
          </w:p>
        </w:tc>
        <w:tc>
          <w:tcPr>
            <w:tcW w:w="646" w:type="dxa"/>
          </w:tcPr>
          <w:p w14:paraId="73894A17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B29FEAF" wp14:editId="651C2436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62230</wp:posOffset>
                      </wp:positionV>
                      <wp:extent cx="171450" cy="146685"/>
                      <wp:effectExtent l="0" t="0" r="19050" b="2476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37A0D" id="Rectangle 1" o:spid="_x0000_s1026" style="position:absolute;margin-left:2.45pt;margin-top:4.9pt;width:13.5pt;height:11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" fillcolor="window" strokecolor="windowText" strokeweight="1pt"/>
                  </w:pict>
                </mc:Fallback>
              </mc:AlternateContent>
            </w:r>
          </w:p>
        </w:tc>
      </w:tr>
      <w:tr w:rsidR="00E926A6" w:rsidRPr="009258E4" w14:paraId="14FC7970" w14:textId="77777777" w:rsidTr="004A57D2">
        <w:trPr>
          <w:trHeight w:val="397"/>
        </w:trPr>
        <w:tc>
          <w:tcPr>
            <w:tcW w:w="9215" w:type="dxa"/>
            <w:vAlign w:val="top"/>
          </w:tcPr>
          <w:p w14:paraId="28862E5B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2</w:t>
            </w:r>
            <w:r w:rsidRPr="00605E0E">
              <w:t xml:space="preserve"> There is not much evidence to suggest that real robots are dangerous.</w:t>
            </w:r>
          </w:p>
        </w:tc>
        <w:tc>
          <w:tcPr>
            <w:tcW w:w="646" w:type="dxa"/>
          </w:tcPr>
          <w:p w14:paraId="3EAD2F4D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3A62501" wp14:editId="17E654BB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57785</wp:posOffset>
                      </wp:positionV>
                      <wp:extent cx="171450" cy="146685"/>
                      <wp:effectExtent l="0" t="0" r="19050" b="2476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EA9A4D" id="Rectangle 2" o:spid="_x0000_s1026" style="position:absolute;margin-left:2.4pt;margin-top:4.55pt;width:13.5pt;height:11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" fillcolor="window" strokecolor="windowText" strokeweight="1pt"/>
                  </w:pict>
                </mc:Fallback>
              </mc:AlternateContent>
            </w:r>
          </w:p>
        </w:tc>
      </w:tr>
      <w:tr w:rsidR="00E926A6" w:rsidRPr="009258E4" w14:paraId="1CCD04C3" w14:textId="77777777" w:rsidTr="004A5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34CB76B5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3</w:t>
            </w:r>
            <w:r w:rsidRPr="00605E0E">
              <w:t xml:space="preserve"> There have been fewer accidents since the introduction of manufacturing robots.</w:t>
            </w:r>
          </w:p>
        </w:tc>
        <w:tc>
          <w:tcPr>
            <w:tcW w:w="646" w:type="dxa"/>
          </w:tcPr>
          <w:p w14:paraId="7C95E05B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A4D5AB4" wp14:editId="049DA44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46355</wp:posOffset>
                      </wp:positionV>
                      <wp:extent cx="171450" cy="146685"/>
                      <wp:effectExtent l="0" t="0" r="19050" b="2476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B34EEC" id="Rectangle 3" o:spid="_x0000_s1026" style="position:absolute;margin-left:2.3pt;margin-top:3.65pt;width:13.5pt;height:11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  <w:tr w:rsidR="00E926A6" w:rsidRPr="009258E4" w14:paraId="153051DC" w14:textId="77777777" w:rsidTr="004A57D2">
        <w:trPr>
          <w:trHeight w:val="397"/>
        </w:trPr>
        <w:tc>
          <w:tcPr>
            <w:tcW w:w="9215" w:type="dxa"/>
            <w:vAlign w:val="top"/>
          </w:tcPr>
          <w:p w14:paraId="003C7081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4</w:t>
            </w:r>
            <w:r w:rsidRPr="00605E0E">
              <w:t xml:space="preserve"> Involving robots in medical operations has no effect on patients.</w:t>
            </w:r>
          </w:p>
        </w:tc>
        <w:tc>
          <w:tcPr>
            <w:tcW w:w="646" w:type="dxa"/>
          </w:tcPr>
          <w:p w14:paraId="29B4B92A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EB304A4" wp14:editId="24C5D5CE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55880</wp:posOffset>
                      </wp:positionV>
                      <wp:extent cx="171450" cy="146685"/>
                      <wp:effectExtent l="0" t="0" r="19050" b="2476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EA8315" id="Rectangle 4" o:spid="_x0000_s1026" style="position:absolute;margin-left:2.3pt;margin-top:4.4pt;width:13.5pt;height:11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" fillcolor="window" strokecolor="windowText" strokeweight="1pt"/>
                  </w:pict>
                </mc:Fallback>
              </mc:AlternateContent>
            </w:r>
          </w:p>
        </w:tc>
      </w:tr>
      <w:tr w:rsidR="00E926A6" w:rsidRPr="009258E4" w14:paraId="3F227ADE" w14:textId="77777777" w:rsidTr="004A5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79C11F5D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5</w:t>
            </w:r>
            <w:r w:rsidRPr="00605E0E">
              <w:t xml:space="preserve"> The writer Karel </w:t>
            </w:r>
            <w:proofErr w:type="spellStart"/>
            <w:r w:rsidRPr="00605E0E">
              <w:t>Čapek</w:t>
            </w:r>
            <w:proofErr w:type="spellEnd"/>
            <w:r w:rsidRPr="00605E0E">
              <w:t xml:space="preserve"> was the first person to use the word ‘robot’.</w:t>
            </w:r>
          </w:p>
        </w:tc>
        <w:tc>
          <w:tcPr>
            <w:tcW w:w="646" w:type="dxa"/>
          </w:tcPr>
          <w:p w14:paraId="00DD26B4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4A80B96" wp14:editId="4DD16BD5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55880</wp:posOffset>
                      </wp:positionV>
                      <wp:extent cx="171450" cy="146685"/>
                      <wp:effectExtent l="0" t="0" r="19050" b="2476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259034" id="Rectangle 5" o:spid="_x0000_s1026" style="position:absolute;margin-left:2.5pt;margin-top:4.4pt;width:13.5pt;height:11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" fillcolor="window" strokecolor="windowText" strokeweight="1pt"/>
                  </w:pict>
                </mc:Fallback>
              </mc:AlternateContent>
            </w:r>
          </w:p>
        </w:tc>
      </w:tr>
      <w:tr w:rsidR="00E926A6" w:rsidRPr="009258E4" w14:paraId="3088DE27" w14:textId="77777777" w:rsidTr="004A57D2">
        <w:trPr>
          <w:trHeight w:val="397"/>
        </w:trPr>
        <w:tc>
          <w:tcPr>
            <w:tcW w:w="9215" w:type="dxa"/>
            <w:vAlign w:val="top"/>
          </w:tcPr>
          <w:p w14:paraId="28D06853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6</w:t>
            </w:r>
            <w:r w:rsidRPr="00605E0E">
              <w:t xml:space="preserve"> At the start of </w:t>
            </w:r>
            <w:proofErr w:type="spellStart"/>
            <w:r w:rsidRPr="00605E0E">
              <w:t>Čapek’s</w:t>
            </w:r>
            <w:proofErr w:type="spellEnd"/>
            <w:r w:rsidRPr="00605E0E">
              <w:t xml:space="preserve"> play </w:t>
            </w:r>
            <w:r w:rsidRPr="007423F1">
              <w:rPr>
                <w:i/>
              </w:rPr>
              <w:t>R.U.R.</w:t>
            </w:r>
            <w:r w:rsidRPr="00605E0E">
              <w:t>, the robot characters are obedient.</w:t>
            </w:r>
          </w:p>
        </w:tc>
        <w:tc>
          <w:tcPr>
            <w:tcW w:w="646" w:type="dxa"/>
          </w:tcPr>
          <w:p w14:paraId="5E3EF6A4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622AB42" wp14:editId="2B10FDDC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79BA46" id="Rectangle 6" o:spid="_x0000_s1026" style="position:absolute;margin-left:2.3pt;margin-top:4.8pt;width:13.5pt;height:11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" fillcolor="window" strokecolor="windowText" strokeweight="1pt"/>
                  </w:pict>
                </mc:Fallback>
              </mc:AlternateContent>
            </w:r>
          </w:p>
        </w:tc>
      </w:tr>
      <w:tr w:rsidR="00E926A6" w:rsidRPr="009258E4" w14:paraId="0D7C1F63" w14:textId="77777777" w:rsidTr="004A5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0DBF3937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7</w:t>
            </w:r>
            <w:r w:rsidRPr="00605E0E">
              <w:t xml:space="preserve"> The film </w:t>
            </w:r>
            <w:r w:rsidRPr="007423F1">
              <w:rPr>
                <w:i/>
              </w:rPr>
              <w:t>Metropolis</w:t>
            </w:r>
            <w:r w:rsidRPr="00605E0E">
              <w:t xml:space="preserve"> was extremely successful when it was first released.</w:t>
            </w:r>
          </w:p>
        </w:tc>
        <w:tc>
          <w:tcPr>
            <w:tcW w:w="646" w:type="dxa"/>
          </w:tcPr>
          <w:p w14:paraId="7C02AB8C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5E7B691" wp14:editId="6553A3C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58420</wp:posOffset>
                      </wp:positionV>
                      <wp:extent cx="171450" cy="146685"/>
                      <wp:effectExtent l="0" t="0" r="19050" b="2476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3FD86A" id="Rectangle 8" o:spid="_x0000_s1026" style="position:absolute;margin-left:2.3pt;margin-top:4.6pt;width:13.5pt;height:11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" fillcolor="window" strokecolor="windowText" strokeweight="1pt"/>
                  </w:pict>
                </mc:Fallback>
              </mc:AlternateContent>
            </w:r>
          </w:p>
        </w:tc>
      </w:tr>
      <w:tr w:rsidR="00E926A6" w:rsidRPr="009258E4" w14:paraId="0FDD503E" w14:textId="77777777" w:rsidTr="004A57D2">
        <w:trPr>
          <w:trHeight w:val="397"/>
        </w:trPr>
        <w:tc>
          <w:tcPr>
            <w:tcW w:w="9215" w:type="dxa"/>
            <w:vAlign w:val="top"/>
          </w:tcPr>
          <w:p w14:paraId="6DCCC073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8</w:t>
            </w:r>
            <w:r w:rsidRPr="00605E0E">
              <w:t xml:space="preserve"> Season 1 of </w:t>
            </w:r>
            <w:r w:rsidRPr="007423F1">
              <w:rPr>
                <w:i/>
              </w:rPr>
              <w:t>Westworld</w:t>
            </w:r>
            <w:r w:rsidRPr="00605E0E">
              <w:t xml:space="preserve"> had more viewers than the first season of any other HBO show.</w:t>
            </w:r>
          </w:p>
        </w:tc>
        <w:tc>
          <w:tcPr>
            <w:tcW w:w="646" w:type="dxa"/>
          </w:tcPr>
          <w:p w14:paraId="62FFF16A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4BDFD1A" wp14:editId="17A3AE0E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BC31C" id="Rectangle 13" o:spid="_x0000_s1026" style="position:absolute;margin-left:2.5pt;margin-top:4.8pt;width:13.5pt;height:11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</w:p>
        </w:tc>
      </w:tr>
      <w:tr w:rsidR="00E926A6" w:rsidRPr="009258E4" w14:paraId="569504FE" w14:textId="77777777" w:rsidTr="004A5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215" w:type="dxa"/>
            <w:vAlign w:val="top"/>
          </w:tcPr>
          <w:p w14:paraId="385C211B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9</w:t>
            </w:r>
            <w:r w:rsidRPr="00605E0E">
              <w:t xml:space="preserve"> Early representations of robots were based on the technology available at the time.</w:t>
            </w:r>
          </w:p>
        </w:tc>
        <w:tc>
          <w:tcPr>
            <w:tcW w:w="646" w:type="dxa"/>
          </w:tcPr>
          <w:p w14:paraId="416EE6B2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D59203B" wp14:editId="5F366CC5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63500</wp:posOffset>
                      </wp:positionV>
                      <wp:extent cx="171450" cy="146685"/>
                      <wp:effectExtent l="0" t="0" r="19050" b="2476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D0392D" id="Rectangle 14" o:spid="_x0000_s1026" style="position:absolute;margin-left:2.3pt;margin-top:5pt;width:13.5pt;height:11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  <w:tr w:rsidR="00E926A6" w:rsidRPr="009258E4" w14:paraId="46B99026" w14:textId="77777777" w:rsidTr="004A57D2">
        <w:trPr>
          <w:trHeight w:val="397"/>
        </w:trPr>
        <w:tc>
          <w:tcPr>
            <w:tcW w:w="9215" w:type="dxa"/>
            <w:vAlign w:val="top"/>
          </w:tcPr>
          <w:p w14:paraId="2DED654F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C72611">
              <w:rPr>
                <w:b/>
              </w:rPr>
              <w:t>10</w:t>
            </w:r>
            <w:r w:rsidRPr="00605E0E">
              <w:t xml:space="preserve"> Most robots are now able to operate without human input.</w:t>
            </w:r>
          </w:p>
        </w:tc>
        <w:tc>
          <w:tcPr>
            <w:tcW w:w="646" w:type="dxa"/>
          </w:tcPr>
          <w:p w14:paraId="075443CC" w14:textId="77777777" w:rsidR="00E926A6" w:rsidRPr="009258E4" w:rsidRDefault="00E926A6" w:rsidP="004A57D2">
            <w:pPr>
              <w:spacing w:before="0" w:after="160" w:line="259" w:lineRule="auto"/>
              <w:ind w:left="0" w:firstLine="0"/>
              <w:rPr>
                <w:rFonts w:asciiTheme="minorHAnsi" w:hAnsiTheme="minorHAnsi" w:cstheme="minorHAnsi"/>
                <w:szCs w:val="20"/>
              </w:rPr>
            </w:pPr>
            <w:r w:rsidRPr="009258E4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5F7ACCA" wp14:editId="49AC9873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60960</wp:posOffset>
                      </wp:positionV>
                      <wp:extent cx="171450" cy="146685"/>
                      <wp:effectExtent l="0" t="0" r="19050" b="2476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466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5A80B" id="Rectangle 15" o:spid="_x0000_s1026" style="position:absolute;margin-left:2.3pt;margin-top:4.8pt;width:13.5pt;height:11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</w:tbl>
    <w:p w14:paraId="57DBCDA2" w14:textId="77777777" w:rsidR="00E926A6" w:rsidRPr="00732BDD" w:rsidRDefault="00E926A6" w:rsidP="00E926A6">
      <w:pPr>
        <w:spacing w:after="0"/>
        <w:rPr>
          <w:rFonts w:cstheme="minorHAnsi"/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E926A6" w:rsidRPr="00732BDD" w14:paraId="75A69940" w14:textId="77777777" w:rsidTr="004A57D2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92CD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4878DF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51D7E8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D4B167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E926A6" w:rsidRPr="00732BDD" w14:paraId="585C9CC5" w14:textId="77777777" w:rsidTr="004A57D2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13522E7A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CDCC78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3C2A02BE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2B8031F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10</w:t>
            </w:r>
          </w:p>
        </w:tc>
      </w:tr>
      <w:tr w:rsidR="00E926A6" w:rsidRPr="00732BDD" w14:paraId="511419AE" w14:textId="77777777" w:rsidTr="004A57D2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F7099B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698E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365C4D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7FEF82" w14:textId="77777777" w:rsidR="00E926A6" w:rsidRPr="00732BDD" w:rsidRDefault="00E926A6" w:rsidP="004A57D2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</w:tbl>
    <w:p w14:paraId="6693A2BA" w14:textId="77777777" w:rsidR="00E926A6" w:rsidRDefault="00E926A6">
      <w:pPr>
        <w:rPr>
          <w:rFonts w:ascii="Calibri" w:hAnsi="Calibri" w:cs="Arial"/>
          <w:b/>
          <w:sz w:val="24"/>
        </w:rPr>
      </w:pPr>
      <w:r>
        <w:rPr>
          <w:b/>
        </w:rPr>
        <w:br w:type="page"/>
      </w:r>
    </w:p>
    <w:p w14:paraId="62DAECD9" w14:textId="577AAD97" w:rsidR="00E926A6" w:rsidRPr="00434AC4" w:rsidRDefault="00705350" w:rsidP="00780A43">
      <w:pPr>
        <w:pStyle w:val="TestRubric"/>
        <w:spacing w:before="120" w:after="0"/>
      </w:pPr>
      <w:r>
        <w:rPr>
          <w:b/>
        </w:rPr>
        <w:lastRenderedPageBreak/>
        <w:t>5</w:t>
      </w:r>
      <w:r w:rsidR="00E926A6">
        <w:tab/>
      </w:r>
      <w:r w:rsidR="00E926A6" w:rsidRPr="00434AC4">
        <w:t>Complete the sentences with the correct form of the words in brackets.</w:t>
      </w:r>
    </w:p>
    <w:p w14:paraId="03BD31FA" w14:textId="77777777" w:rsidR="00E926A6" w:rsidRPr="009258E4" w:rsidRDefault="00E926A6" w:rsidP="00780A43">
      <w:pPr>
        <w:pStyle w:val="Texttitl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/>
      </w:pPr>
      <w:proofErr w:type="spellStart"/>
      <w:r w:rsidRPr="009258E4">
        <w:t>Neku</w:t>
      </w:r>
      <w:proofErr w:type="spellEnd"/>
      <w:r w:rsidRPr="009258E4">
        <w:t xml:space="preserve"> </w:t>
      </w:r>
      <w:proofErr w:type="spellStart"/>
      <w:r w:rsidRPr="009258E4">
        <w:t>Atawodi-Edun</w:t>
      </w:r>
      <w:proofErr w:type="spellEnd"/>
      <w:r w:rsidRPr="009258E4">
        <w:t>: playing polo and changing lives</w:t>
      </w:r>
    </w:p>
    <w:p w14:paraId="0C3301F0" w14:textId="1F7B78FA" w:rsidR="00E926A6" w:rsidRPr="009258E4" w:rsidRDefault="00E926A6" w:rsidP="00705350">
      <w:pPr>
        <w:pStyle w:val="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32044C">
        <w:rPr>
          <w:b/>
          <w:vertAlign w:val="superscript"/>
        </w:rPr>
        <w:t>1</w:t>
      </w:r>
      <w:r w:rsidRPr="0032044C">
        <w:t xml:space="preserve">________________ </w:t>
      </w:r>
      <w:r w:rsidRPr="009258E4">
        <w:t xml:space="preserve">(name) as one of Africa’s most </w:t>
      </w:r>
      <w:r w:rsidRPr="0032044C">
        <w:rPr>
          <w:b/>
          <w:vertAlign w:val="superscript"/>
        </w:rPr>
        <w:t>2</w:t>
      </w:r>
      <w:r w:rsidRPr="0032044C">
        <w:t>________________</w:t>
      </w:r>
      <w:r w:rsidRPr="009258E4">
        <w:t xml:space="preserve"> (promise) entrepreneurs by the</w:t>
      </w:r>
      <w:r>
        <w:t xml:space="preserve"> </w:t>
      </w:r>
      <w:r w:rsidRPr="009258E4">
        <w:t xml:space="preserve">business magazine Forbes, </w:t>
      </w:r>
      <w:proofErr w:type="spellStart"/>
      <w:r w:rsidRPr="009258E4">
        <w:t>Neku</w:t>
      </w:r>
      <w:proofErr w:type="spellEnd"/>
      <w:r w:rsidRPr="009258E4">
        <w:t xml:space="preserve"> </w:t>
      </w:r>
      <w:proofErr w:type="spellStart"/>
      <w:r w:rsidRPr="009258E4">
        <w:t>Atawodi-Edun</w:t>
      </w:r>
      <w:proofErr w:type="spellEnd"/>
      <w:r w:rsidRPr="009258E4">
        <w:t xml:space="preserve"> has also represented her country at the World Economic</w:t>
      </w:r>
      <w:r>
        <w:t xml:space="preserve"> </w:t>
      </w:r>
      <w:r w:rsidRPr="009258E4">
        <w:t xml:space="preserve">Forum. In </w:t>
      </w:r>
      <w:r w:rsidRPr="0032044C">
        <w:rPr>
          <w:b/>
          <w:vertAlign w:val="superscript"/>
        </w:rPr>
        <w:t>3</w:t>
      </w:r>
      <w:r w:rsidRPr="0032044C">
        <w:t>________________</w:t>
      </w:r>
      <w:r w:rsidRPr="009258E4">
        <w:t xml:space="preserve"> (add), her career has included several years as a professional polo player!</w:t>
      </w:r>
      <w:r>
        <w:t xml:space="preserve"> </w:t>
      </w:r>
      <w:r w:rsidR="00D37827">
        <w:br/>
      </w:r>
      <w:proofErr w:type="gramStart"/>
      <w:r w:rsidRPr="009258E4">
        <w:t>At the moment</w:t>
      </w:r>
      <w:proofErr w:type="gramEnd"/>
      <w:r w:rsidRPr="009258E4">
        <w:t xml:space="preserve">, </w:t>
      </w:r>
      <w:proofErr w:type="spellStart"/>
      <w:r w:rsidRPr="009258E4">
        <w:t>Atawodi-Edun</w:t>
      </w:r>
      <w:proofErr w:type="spellEnd"/>
      <w:r w:rsidRPr="009258E4">
        <w:t xml:space="preserve"> </w:t>
      </w:r>
      <w:r w:rsidRPr="0032044C">
        <w:rPr>
          <w:b/>
          <w:vertAlign w:val="superscript"/>
        </w:rPr>
        <w:t>4</w:t>
      </w:r>
      <w:r w:rsidRPr="0032044C">
        <w:t>________________</w:t>
      </w:r>
      <w:r w:rsidRPr="009258E4">
        <w:t xml:space="preserve"> (work) at the Meltwater Entrepreneurial School of</w:t>
      </w:r>
      <w:r>
        <w:t xml:space="preserve"> </w:t>
      </w:r>
      <w:r w:rsidRPr="009258E4">
        <w:t>Technology (MEST) in Nigeria. MEST was started by Meltwater, a company which develops data analytics</w:t>
      </w:r>
      <w:r>
        <w:t xml:space="preserve"> </w:t>
      </w:r>
      <w:r w:rsidRPr="009258E4">
        <w:t xml:space="preserve">software, and </w:t>
      </w:r>
      <w:r w:rsidRPr="0032044C">
        <w:rPr>
          <w:b/>
          <w:vertAlign w:val="superscript"/>
        </w:rPr>
        <w:t>5</w:t>
      </w:r>
      <w:r w:rsidRPr="0032044C">
        <w:t>________________</w:t>
      </w:r>
      <w:r w:rsidRPr="009258E4">
        <w:t xml:space="preserve"> (support) new business leaders by providing them with training and</w:t>
      </w:r>
      <w:r>
        <w:t xml:space="preserve"> </w:t>
      </w:r>
      <w:r w:rsidRPr="009258E4">
        <w:t>sponsorship. At the end of the one-year programme, MEST will invest in each entrepreneur’s business,</w:t>
      </w:r>
      <w:r>
        <w:t xml:space="preserve"> </w:t>
      </w:r>
      <w:r w:rsidRPr="0032044C">
        <w:rPr>
          <w:b/>
          <w:vertAlign w:val="superscript"/>
        </w:rPr>
        <w:t>6</w:t>
      </w:r>
      <w:r w:rsidRPr="0032044C">
        <w:t>________________</w:t>
      </w:r>
      <w:r w:rsidRPr="009258E4">
        <w:t xml:space="preserve"> (provide) they see potential in his or her ideas.</w:t>
      </w:r>
    </w:p>
    <w:p w14:paraId="1BDE1DEB" w14:textId="77777777" w:rsidR="00E926A6" w:rsidRPr="009258E4" w:rsidRDefault="00E926A6" w:rsidP="00705350">
      <w:pPr>
        <w:pStyle w:val="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9258E4">
        <w:t xml:space="preserve">Before </w:t>
      </w:r>
      <w:r w:rsidRPr="0032044C">
        <w:rPr>
          <w:b/>
          <w:vertAlign w:val="superscript"/>
        </w:rPr>
        <w:t>7</w:t>
      </w:r>
      <w:r w:rsidRPr="0032044C">
        <w:t>________________</w:t>
      </w:r>
      <w:r w:rsidRPr="009258E4">
        <w:t xml:space="preserve"> (join) MEST, </w:t>
      </w:r>
      <w:proofErr w:type="spellStart"/>
      <w:r w:rsidRPr="009258E4">
        <w:t>Atawodi-Edun</w:t>
      </w:r>
      <w:proofErr w:type="spellEnd"/>
      <w:r w:rsidRPr="009258E4">
        <w:t xml:space="preserve"> </w:t>
      </w:r>
      <w:r w:rsidRPr="0032044C">
        <w:rPr>
          <w:b/>
          <w:vertAlign w:val="superscript"/>
        </w:rPr>
        <w:t>8</w:t>
      </w:r>
      <w:r w:rsidRPr="0032044C">
        <w:t>________________</w:t>
      </w:r>
      <w:r w:rsidRPr="009258E4">
        <w:t xml:space="preserve"> (experience) the highs</w:t>
      </w:r>
      <w:r>
        <w:t xml:space="preserve"> </w:t>
      </w:r>
      <w:r w:rsidRPr="009258E4">
        <w:t>and lows of business herself. Her past projects included an eco-hotel company called Bamboo Green</w:t>
      </w:r>
      <w:r>
        <w:t xml:space="preserve"> </w:t>
      </w:r>
      <w:r w:rsidRPr="009258E4">
        <w:t xml:space="preserve">Concepts and </w:t>
      </w:r>
      <w:proofErr w:type="spellStart"/>
      <w:r w:rsidRPr="009258E4">
        <w:t>Malaik</w:t>
      </w:r>
      <w:proofErr w:type="spellEnd"/>
      <w:r w:rsidRPr="009258E4">
        <w:t>, a crowdfunding platform which offered support to small businesses. When some</w:t>
      </w:r>
      <w:r>
        <w:t xml:space="preserve"> </w:t>
      </w:r>
      <w:r w:rsidRPr="0032044C">
        <w:rPr>
          <w:b/>
          <w:vertAlign w:val="superscript"/>
        </w:rPr>
        <w:t>9</w:t>
      </w:r>
      <w:r w:rsidRPr="0032044C">
        <w:t>________________</w:t>
      </w:r>
      <w:r w:rsidRPr="009258E4">
        <w:t xml:space="preserve"> (type) of crowdfunding were no longer allowed in Nigeria and </w:t>
      </w:r>
      <w:proofErr w:type="spellStart"/>
      <w:r w:rsidRPr="009258E4">
        <w:t>Malaik</w:t>
      </w:r>
      <w:proofErr w:type="spellEnd"/>
      <w:r w:rsidRPr="009258E4">
        <w:t xml:space="preserve"> ran into</w:t>
      </w:r>
      <w:r>
        <w:t xml:space="preserve"> </w:t>
      </w:r>
      <w:r w:rsidRPr="009258E4">
        <w:t xml:space="preserve">difficulties, </w:t>
      </w:r>
      <w:proofErr w:type="spellStart"/>
      <w:r w:rsidRPr="009258E4">
        <w:t>Atawodi-Edun</w:t>
      </w:r>
      <w:proofErr w:type="spellEnd"/>
      <w:r w:rsidRPr="009258E4">
        <w:t xml:space="preserve"> bounced back </w:t>
      </w:r>
      <w:r w:rsidRPr="0032044C">
        <w:rPr>
          <w:b/>
          <w:vertAlign w:val="superscript"/>
        </w:rPr>
        <w:t>10</w:t>
      </w:r>
      <w:r w:rsidRPr="0032044C">
        <w:t>________________</w:t>
      </w:r>
      <w:r w:rsidRPr="009258E4">
        <w:t xml:space="preserve"> (quick) to commence her work with MEST.</w:t>
      </w:r>
    </w:p>
    <w:p w14:paraId="2A3232FD" w14:textId="79B49315" w:rsidR="00E926A6" w:rsidRDefault="00E926A6" w:rsidP="00705350">
      <w:pPr>
        <w:pStyle w:val="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</w:rPr>
      </w:pPr>
      <w:r w:rsidRPr="009258E4">
        <w:t xml:space="preserve">While </w:t>
      </w:r>
      <w:r w:rsidRPr="00705350">
        <w:rPr>
          <w:b/>
          <w:vertAlign w:val="superscript"/>
        </w:rPr>
        <w:t>11</w:t>
      </w:r>
      <w:r w:rsidRPr="0032044C">
        <w:t>________________</w:t>
      </w:r>
      <w:r w:rsidRPr="009258E4">
        <w:t xml:space="preserve"> (study) in London, </w:t>
      </w:r>
      <w:proofErr w:type="spellStart"/>
      <w:r w:rsidRPr="009258E4">
        <w:t>Atawodi-Edun</w:t>
      </w:r>
      <w:proofErr w:type="spellEnd"/>
      <w:r w:rsidRPr="009258E4">
        <w:t xml:space="preserve"> was </w:t>
      </w:r>
      <w:r w:rsidRPr="0032044C">
        <w:rPr>
          <w:b/>
          <w:vertAlign w:val="superscript"/>
        </w:rPr>
        <w:t>12</w:t>
      </w:r>
      <w:r w:rsidRPr="0032044C">
        <w:t>________________</w:t>
      </w:r>
      <w:r w:rsidRPr="009258E4">
        <w:t xml:space="preserve"> (ch</w:t>
      </w:r>
      <w:r w:rsidR="00935F55">
        <w:t>o</w:t>
      </w:r>
      <w:r w:rsidRPr="009258E4">
        <w:t>se) as the</w:t>
      </w:r>
      <w:r>
        <w:t xml:space="preserve"> </w:t>
      </w:r>
      <w:r w:rsidRPr="009258E4">
        <w:t>captain of her university polo team and has played professionally in fourteen countries. She believes</w:t>
      </w:r>
      <w:r>
        <w:t xml:space="preserve"> </w:t>
      </w:r>
      <w:r w:rsidRPr="009258E4">
        <w:t xml:space="preserve">this experience enabled her </w:t>
      </w:r>
      <w:r w:rsidRPr="0032044C">
        <w:rPr>
          <w:b/>
          <w:vertAlign w:val="superscript"/>
        </w:rPr>
        <w:t>13</w:t>
      </w:r>
      <w:r w:rsidRPr="0032044C">
        <w:t>________________</w:t>
      </w:r>
      <w:r w:rsidRPr="009258E4">
        <w:t xml:space="preserve"> (develop) skills which are also relevant to working in</w:t>
      </w:r>
      <w:r>
        <w:t xml:space="preserve"> </w:t>
      </w:r>
      <w:r w:rsidRPr="009258E4">
        <w:t xml:space="preserve">business. </w:t>
      </w:r>
      <w:r w:rsidRPr="0032044C">
        <w:rPr>
          <w:b/>
          <w:vertAlign w:val="superscript"/>
        </w:rPr>
        <w:t>14</w:t>
      </w:r>
      <w:r w:rsidRPr="0032044C">
        <w:t>________________</w:t>
      </w:r>
      <w:r w:rsidRPr="009258E4">
        <w:t xml:space="preserve"> (rare) do people talk about teamwork in business – they tend to focus on</w:t>
      </w:r>
      <w:r>
        <w:t xml:space="preserve"> </w:t>
      </w:r>
      <w:r w:rsidRPr="009258E4">
        <w:t xml:space="preserve">individual achievements – but </w:t>
      </w:r>
      <w:r w:rsidRPr="0032044C">
        <w:rPr>
          <w:b/>
          <w:vertAlign w:val="superscript"/>
        </w:rPr>
        <w:t>15</w:t>
      </w:r>
      <w:r w:rsidRPr="0032044C">
        <w:t>________________</w:t>
      </w:r>
      <w:r w:rsidRPr="009258E4">
        <w:t xml:space="preserve"> (accord) to </w:t>
      </w:r>
      <w:proofErr w:type="spellStart"/>
      <w:r w:rsidRPr="009258E4">
        <w:t>Atawodi-Edun</w:t>
      </w:r>
      <w:proofErr w:type="spellEnd"/>
      <w:r w:rsidRPr="009258E4">
        <w:t>, understanding how the</w:t>
      </w:r>
      <w:r>
        <w:t xml:space="preserve"> </w:t>
      </w:r>
      <w:r w:rsidRPr="009258E4">
        <w:t>different people in your team can work together is a key part of making your start-up a success.</w:t>
      </w:r>
    </w:p>
    <w:p w14:paraId="40D21850" w14:textId="59DC83D4" w:rsidR="001B6FB3" w:rsidRPr="00434AC4" w:rsidRDefault="00D37827" w:rsidP="00780A43">
      <w:pPr>
        <w:pStyle w:val="TestRubric"/>
        <w:spacing w:before="120"/>
      </w:pPr>
      <w:r>
        <w:rPr>
          <w:b/>
        </w:rPr>
        <w:t>6</w:t>
      </w:r>
      <w:r w:rsidR="00D77F56">
        <w:tab/>
      </w:r>
      <w:r w:rsidR="001B6FB3" w:rsidRPr="00434AC4">
        <w:t>There are twenty words in the box. Complete the text with fifteen of the words. There are five words that</w:t>
      </w:r>
      <w:r w:rsidR="00773B87">
        <w:t xml:space="preserve"> </w:t>
      </w:r>
      <w:r w:rsidR="001B6FB3" w:rsidRPr="00434AC4">
        <w:t>you do not need to use.</w:t>
      </w:r>
    </w:p>
    <w:tbl>
      <w:tblPr>
        <w:tblStyle w:val="PersonalBestwordpool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2096" w:rsidRPr="00162096" w14:paraId="090843BA" w14:textId="77777777" w:rsidTr="00162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736" w:type="dxa"/>
          </w:tcPr>
          <w:p w14:paraId="56FB7D71" w14:textId="77777777" w:rsidR="00162096" w:rsidRPr="00162096" w:rsidRDefault="00162096" w:rsidP="00230BE6">
            <w:r w:rsidRPr="00162096">
              <w:t>appears     collaborating     complement     compliment     due     fashion     focus     get     highly     human     innovative     inspiration     make     most     nonetheless     relationships     seem     that     ties     triumph</w:t>
            </w:r>
          </w:p>
        </w:tc>
      </w:tr>
    </w:tbl>
    <w:p w14:paraId="1D1AEAB9" w14:textId="77777777" w:rsidR="001B6FB3" w:rsidRPr="009258E4" w:rsidRDefault="001B6FB3" w:rsidP="00780A43">
      <w:pPr>
        <w:pStyle w:val="Text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</w:pPr>
      <w:r w:rsidRPr="009258E4">
        <w:t>A new way to chill out</w:t>
      </w:r>
    </w:p>
    <w:p w14:paraId="2CAB7EDE" w14:textId="77777777" w:rsidR="001B6FB3" w:rsidRPr="009258E4" w:rsidRDefault="001B6FB3" w:rsidP="009043CE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58E4">
        <w:t>There is a long-running debate over the impact video games can have on the people who play them.</w:t>
      </w:r>
      <w:r w:rsidR="00D26D06">
        <w:t xml:space="preserve"> </w:t>
      </w:r>
      <w:r w:rsidRPr="009043CE">
        <w:rPr>
          <w:b/>
          <w:vertAlign w:val="superscript"/>
        </w:rPr>
        <w:t>1</w:t>
      </w:r>
      <w:r w:rsidR="006E0437">
        <w:t>________________</w:t>
      </w:r>
      <w:r w:rsidRPr="009258E4">
        <w:t>, there has recently been an increase in the number of games published, many of</w:t>
      </w:r>
      <w:r w:rsidR="00D26D06">
        <w:t xml:space="preserve"> </w:t>
      </w:r>
      <w:r w:rsidRPr="009258E4">
        <w:t xml:space="preserve">which have become </w:t>
      </w:r>
      <w:r w:rsidRPr="009043CE">
        <w:rPr>
          <w:b/>
          <w:vertAlign w:val="superscript"/>
        </w:rPr>
        <w:t>2</w:t>
      </w:r>
      <w:r w:rsidR="006E0437" w:rsidRPr="006E0437">
        <w:t>________________</w:t>
      </w:r>
      <w:r w:rsidRPr="009258E4">
        <w:t xml:space="preserve"> successful. This may be due to the huge popularity of nonviolent</w:t>
      </w:r>
      <w:r w:rsidR="00D26D06">
        <w:t xml:space="preserve"> </w:t>
      </w:r>
      <w:r w:rsidRPr="009258E4">
        <w:t xml:space="preserve">games like Candy Crush, which have encouraged a whole new audience to </w:t>
      </w:r>
      <w:r w:rsidRPr="009043CE">
        <w:rPr>
          <w:b/>
          <w:vertAlign w:val="superscript"/>
        </w:rPr>
        <w:t>3</w:t>
      </w:r>
      <w:r w:rsidR="006E0437" w:rsidRPr="006E0437">
        <w:t>________________</w:t>
      </w:r>
      <w:r w:rsidR="00D26D06">
        <w:t xml:space="preserve"> </w:t>
      </w:r>
      <w:r w:rsidRPr="009258E4">
        <w:t>into video games.</w:t>
      </w:r>
    </w:p>
    <w:p w14:paraId="4A2EE550" w14:textId="77777777" w:rsidR="001B6FB3" w:rsidRPr="009258E4" w:rsidRDefault="001B6FB3" w:rsidP="009043CE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58E4">
        <w:t>One game, Stardew Valley, is reported to have sold over 3.5 million copies. It involves creating and running</w:t>
      </w:r>
      <w:r w:rsidR="00D26D06">
        <w:t xml:space="preserve"> </w:t>
      </w:r>
      <w:r w:rsidRPr="009258E4">
        <w:t xml:space="preserve">our own farm, as well as strengthening </w:t>
      </w:r>
      <w:r w:rsidRPr="009043CE">
        <w:rPr>
          <w:b/>
          <w:vertAlign w:val="superscript"/>
        </w:rPr>
        <w:t>4</w:t>
      </w:r>
      <w:r w:rsidR="006E0437" w:rsidRPr="006E0437">
        <w:t>________________</w:t>
      </w:r>
      <w:r w:rsidRPr="009258E4">
        <w:t xml:space="preserve"> in your community by developing</w:t>
      </w:r>
      <w:r w:rsidR="00D26D06">
        <w:t xml:space="preserve"> </w:t>
      </w:r>
      <w:r w:rsidRPr="009043CE">
        <w:rPr>
          <w:b/>
          <w:vertAlign w:val="superscript"/>
        </w:rPr>
        <w:t>5</w:t>
      </w:r>
      <w:r w:rsidR="006E0437" w:rsidRPr="006E0437">
        <w:t>________________</w:t>
      </w:r>
      <w:r w:rsidRPr="009258E4">
        <w:t xml:space="preserve"> with neighbours and taking part in local festivals. Given the popularity of Stardew</w:t>
      </w:r>
      <w:r w:rsidR="00D26D06">
        <w:t xml:space="preserve"> </w:t>
      </w:r>
      <w:r w:rsidRPr="009258E4">
        <w:t xml:space="preserve">Valley, it would </w:t>
      </w:r>
      <w:r w:rsidRPr="009043CE">
        <w:rPr>
          <w:b/>
          <w:vertAlign w:val="superscript"/>
        </w:rPr>
        <w:t>6</w:t>
      </w:r>
      <w:r w:rsidR="006E0437" w:rsidRPr="006E0437">
        <w:t>________________</w:t>
      </w:r>
      <w:r w:rsidRPr="009258E4">
        <w:t xml:space="preserve"> that people enjoy relaxing games just as much as more action-packed</w:t>
      </w:r>
      <w:r w:rsidR="00D26D06">
        <w:t xml:space="preserve"> </w:t>
      </w:r>
      <w:r w:rsidRPr="009258E4">
        <w:t xml:space="preserve">ones. In fact, many people play both kinds of game and </w:t>
      </w:r>
      <w:r w:rsidRPr="009043CE">
        <w:rPr>
          <w:b/>
          <w:vertAlign w:val="superscript"/>
        </w:rPr>
        <w:t>7</w:t>
      </w:r>
      <w:r w:rsidR="006E0437" w:rsidRPr="006E0437">
        <w:t>________________</w:t>
      </w:r>
      <w:r w:rsidRPr="009258E4">
        <w:t xml:space="preserve"> high-stress action games</w:t>
      </w:r>
      <w:r w:rsidR="00D26D06">
        <w:t xml:space="preserve"> </w:t>
      </w:r>
      <w:r w:rsidRPr="009258E4">
        <w:t>with calmer, slower alternatives.</w:t>
      </w:r>
    </w:p>
    <w:p w14:paraId="041FFFAA" w14:textId="77777777" w:rsidR="001B6FB3" w:rsidRPr="009258E4" w:rsidRDefault="001B6FB3" w:rsidP="009043CE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58E4">
        <w:t xml:space="preserve">Some developers believe the success of these games is </w:t>
      </w:r>
      <w:r w:rsidRPr="009043CE">
        <w:rPr>
          <w:b/>
          <w:vertAlign w:val="superscript"/>
        </w:rPr>
        <w:t>8</w:t>
      </w:r>
      <w:r w:rsidR="006E0437" w:rsidRPr="006E0437">
        <w:t>________________</w:t>
      </w:r>
      <w:r w:rsidRPr="009258E4">
        <w:t xml:space="preserve"> to the fact that they often</w:t>
      </w:r>
      <w:r w:rsidR="00D26D06">
        <w:t xml:space="preserve"> </w:t>
      </w:r>
      <w:r w:rsidRPr="009258E4">
        <w:t xml:space="preserve">involve designing or building things or </w:t>
      </w:r>
      <w:r w:rsidRPr="009043CE">
        <w:rPr>
          <w:b/>
          <w:vertAlign w:val="superscript"/>
        </w:rPr>
        <w:t>9</w:t>
      </w:r>
      <w:r w:rsidR="006E0437" w:rsidRPr="006E0437">
        <w:t>________________</w:t>
      </w:r>
      <w:r w:rsidRPr="009258E4">
        <w:t xml:space="preserve"> with others, activities which are an innate part</w:t>
      </w:r>
      <w:r w:rsidR="00D26D06">
        <w:t xml:space="preserve"> </w:t>
      </w:r>
      <w:r w:rsidRPr="009258E4">
        <w:t xml:space="preserve">of </w:t>
      </w:r>
      <w:r w:rsidRPr="009043CE">
        <w:rPr>
          <w:b/>
          <w:vertAlign w:val="superscript"/>
        </w:rPr>
        <w:t>10</w:t>
      </w:r>
      <w:r w:rsidR="006E0437" w:rsidRPr="006E0437">
        <w:t>________________</w:t>
      </w:r>
      <w:r w:rsidRPr="009258E4">
        <w:t xml:space="preserve"> nature. This is certainly true of Minecraft which, with around 75 million active</w:t>
      </w:r>
      <w:r w:rsidR="00D26D06">
        <w:t xml:space="preserve"> </w:t>
      </w:r>
      <w:r w:rsidRPr="009258E4">
        <w:t>monthly users, is one of the most successful games in the world. Will big-budget action blockbusters ever</w:t>
      </w:r>
      <w:r w:rsidR="00D26D06">
        <w:t xml:space="preserve"> </w:t>
      </w:r>
      <w:r w:rsidRPr="009258E4">
        <w:t xml:space="preserve">go out of </w:t>
      </w:r>
      <w:r w:rsidRPr="009043CE">
        <w:rPr>
          <w:b/>
          <w:vertAlign w:val="superscript"/>
        </w:rPr>
        <w:t>11</w:t>
      </w:r>
      <w:r w:rsidR="006E0437" w:rsidRPr="006E0437">
        <w:t>________________</w:t>
      </w:r>
      <w:r w:rsidRPr="009258E4">
        <w:t xml:space="preserve"> and relaxing games </w:t>
      </w:r>
      <w:r w:rsidRPr="009043CE">
        <w:rPr>
          <w:b/>
          <w:vertAlign w:val="superscript"/>
        </w:rPr>
        <w:t>12</w:t>
      </w:r>
      <w:r w:rsidR="006E0437" w:rsidRPr="006E0437">
        <w:t>________________</w:t>
      </w:r>
      <w:r w:rsidRPr="009258E4">
        <w:t xml:space="preserve"> over them? I’m not sure. What</w:t>
      </w:r>
      <w:r w:rsidR="00D26D06">
        <w:t xml:space="preserve"> </w:t>
      </w:r>
      <w:r w:rsidRPr="009258E4">
        <w:t xml:space="preserve">is of </w:t>
      </w:r>
      <w:r w:rsidRPr="009043CE">
        <w:rPr>
          <w:b/>
          <w:vertAlign w:val="superscript"/>
        </w:rPr>
        <w:t>13</w:t>
      </w:r>
      <w:r w:rsidR="006E0437" w:rsidRPr="006E0437">
        <w:t>________________</w:t>
      </w:r>
      <w:r w:rsidRPr="009258E4">
        <w:t xml:space="preserve"> interest to me about these non-violent games is their variety – they</w:t>
      </w:r>
      <w:r w:rsidR="00D26D06">
        <w:t xml:space="preserve"> </w:t>
      </w:r>
      <w:r w:rsidRPr="009043CE">
        <w:rPr>
          <w:b/>
          <w:vertAlign w:val="superscript"/>
        </w:rPr>
        <w:t>14</w:t>
      </w:r>
      <w:r w:rsidR="006E0437" w:rsidRPr="006E0437">
        <w:t>________________</w:t>
      </w:r>
      <w:r w:rsidRPr="009258E4">
        <w:t xml:space="preserve"> on a really broad range of activities and, in my opinion, this has led the developers to</w:t>
      </w:r>
      <w:r w:rsidR="00D26D06">
        <w:t xml:space="preserve"> </w:t>
      </w:r>
      <w:r w:rsidRPr="009258E4">
        <w:t xml:space="preserve">come up with some truly </w:t>
      </w:r>
      <w:r w:rsidRPr="009043CE">
        <w:rPr>
          <w:b/>
          <w:vertAlign w:val="superscript"/>
        </w:rPr>
        <w:t>15</w:t>
      </w:r>
      <w:r w:rsidR="009043CE" w:rsidRPr="009043CE">
        <w:t>________________</w:t>
      </w:r>
      <w:r w:rsidRPr="009258E4">
        <w:t xml:space="preserve"> ideas.</w:t>
      </w:r>
      <w:r w:rsidR="009043CE"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E6736F" w:rsidRPr="00D77F56" w14:paraId="6F5E8EE8" w14:textId="77777777" w:rsidTr="00DC30CE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ECD0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C4CED0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3EE6F1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2E7C2E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E6736F" w:rsidRPr="00D77F56" w14:paraId="6BA33B3D" w14:textId="77777777" w:rsidTr="00DC30CE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199D3BD7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77F56">
              <w:rPr>
                <w:rFonts w:ascii="Arial" w:hAnsi="Arial" w:cs="Arial"/>
                <w:b/>
                <w:color w:val="FFFFFF"/>
              </w:rPr>
              <w:t>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0D7927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5FEDA309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D77F56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A947041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77F56">
              <w:rPr>
                <w:rFonts w:ascii="Arial" w:hAnsi="Arial" w:cs="Arial"/>
                <w:b/>
                <w:color w:val="FFFFFF"/>
              </w:rPr>
              <w:t>30</w:t>
            </w:r>
          </w:p>
        </w:tc>
      </w:tr>
      <w:tr w:rsidR="00E6736F" w:rsidRPr="00D77F56" w14:paraId="494C6BBD" w14:textId="77777777" w:rsidTr="00DC30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2473E4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EDED9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380FC3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C17903" w14:textId="77777777" w:rsidR="00E6736F" w:rsidRPr="00D77F56" w:rsidRDefault="00E6736F" w:rsidP="00DC30CE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</w:tbl>
    <w:p w14:paraId="7501170A" w14:textId="77777777" w:rsidR="00732BDD" w:rsidRPr="00732BDD" w:rsidRDefault="00732BDD" w:rsidP="00732BDD">
      <w:pPr>
        <w:spacing w:after="0"/>
        <w:rPr>
          <w:rFonts w:cstheme="minorHAnsi"/>
          <w:sz w:val="16"/>
          <w:szCs w:val="16"/>
        </w:rPr>
      </w:pPr>
      <w:bookmarkStart w:id="2" w:name="_Hlk4572919"/>
    </w:p>
    <w:bookmarkEnd w:id="2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3"/>
        <w:gridCol w:w="880"/>
        <w:gridCol w:w="604"/>
      </w:tblGrid>
      <w:tr w:rsidR="00732BDD" w:rsidRPr="00732BDD" w14:paraId="44F68E0E" w14:textId="77777777" w:rsidTr="00DC30CE">
        <w:trPr>
          <w:trHeight w:val="107"/>
          <w:jc w:val="right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EC0E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A4C2DC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D42971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46C4BE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  <w:tr w:rsidR="00732BDD" w:rsidRPr="00732BDD" w14:paraId="2E30329F" w14:textId="77777777" w:rsidTr="00DC30CE">
        <w:trPr>
          <w:trHeight w:val="522"/>
          <w:jc w:val="right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vAlign w:val="center"/>
          </w:tcPr>
          <w:p w14:paraId="41B4918B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Total score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404EE6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vAlign w:val="center"/>
          </w:tcPr>
          <w:p w14:paraId="091F9963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out of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1C4C178D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32BDD">
              <w:rPr>
                <w:rFonts w:ascii="Arial" w:hAnsi="Arial" w:cs="Arial"/>
                <w:b/>
                <w:color w:val="FFFFFF"/>
              </w:rPr>
              <w:t>70</w:t>
            </w:r>
          </w:p>
        </w:tc>
      </w:tr>
      <w:tr w:rsidR="00732BDD" w:rsidRPr="00732BDD" w14:paraId="693DC312" w14:textId="77777777" w:rsidTr="00DC30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12D2A9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84928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8B3A02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3D1439" w14:textId="77777777" w:rsidR="00732BDD" w:rsidRPr="00732BDD" w:rsidRDefault="00732BDD" w:rsidP="00732BDD">
            <w:pPr>
              <w:tabs>
                <w:tab w:val="left" w:pos="2542"/>
              </w:tabs>
              <w:spacing w:after="0" w:line="240" w:lineRule="auto"/>
              <w:rPr>
                <w:rFonts w:ascii="Arial" w:hAnsi="Arial" w:cs="Arial"/>
                <w:b/>
                <w:color w:val="FFFFFF"/>
                <w:sz w:val="4"/>
                <w:szCs w:val="4"/>
              </w:rPr>
            </w:pPr>
          </w:p>
        </w:tc>
      </w:tr>
    </w:tbl>
    <w:p w14:paraId="629F89E4" w14:textId="77777777" w:rsidR="00815B30" w:rsidRPr="009258E4" w:rsidRDefault="00815B30" w:rsidP="00780A43">
      <w:pPr>
        <w:spacing w:after="0"/>
        <w:rPr>
          <w:rFonts w:cstheme="minorHAnsi"/>
          <w:sz w:val="20"/>
          <w:szCs w:val="20"/>
        </w:rPr>
      </w:pPr>
    </w:p>
    <w:sectPr w:rsidR="00815B30" w:rsidRPr="009258E4" w:rsidSect="00780A43">
      <w:headerReference w:type="default" r:id="rId7"/>
      <w:footerReference w:type="default" r:id="rId8"/>
      <w:pgSz w:w="11906" w:h="16838"/>
      <w:pgMar w:top="1134" w:right="1080" w:bottom="127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E7F2A" w14:textId="77777777" w:rsidR="00225243" w:rsidRDefault="00225243" w:rsidP="005C59A8">
      <w:pPr>
        <w:spacing w:after="0" w:line="240" w:lineRule="auto"/>
      </w:pPr>
      <w:r>
        <w:separator/>
      </w:r>
    </w:p>
  </w:endnote>
  <w:endnote w:type="continuationSeparator" w:id="0">
    <w:p w14:paraId="7B4A6618" w14:textId="77777777" w:rsidR="00225243" w:rsidRDefault="00225243" w:rsidP="005C5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own Pro 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7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illy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yant Pro 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300">
    <w:altName w:val="Museo Sans 3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cher 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rown Pro">
    <w:altName w:val="Brow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s Gothic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860A3" w14:textId="77777777" w:rsidR="00C0055C" w:rsidRDefault="00C0055C" w:rsidP="00BF5E2D">
    <w:r>
      <w:rPr>
        <w:noProof/>
      </w:rPr>
      <w:drawing>
        <wp:anchor distT="0" distB="0" distL="114300" distR="114300" simplePos="0" relativeHeight="251667456" behindDoc="0" locked="0" layoutInCell="1" allowOverlap="1" wp14:anchorId="218EB24A" wp14:editId="7A5A77F4">
          <wp:simplePos x="0" y="0"/>
          <wp:positionH relativeFrom="column">
            <wp:posOffset>913765</wp:posOffset>
          </wp:positionH>
          <wp:positionV relativeFrom="paragraph">
            <wp:posOffset>-52705</wp:posOffset>
          </wp:positionV>
          <wp:extent cx="590550" cy="295275"/>
          <wp:effectExtent l="0" t="0" r="0" b="9525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7BB8B8E2" wp14:editId="7899B002">
          <wp:simplePos x="0" y="0"/>
          <wp:positionH relativeFrom="column">
            <wp:posOffset>1784985</wp:posOffset>
          </wp:positionH>
          <wp:positionV relativeFrom="paragraph">
            <wp:posOffset>10114915</wp:posOffset>
          </wp:positionV>
          <wp:extent cx="584835" cy="288925"/>
          <wp:effectExtent l="0" t="0" r="5715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B022AF2" wp14:editId="5D36673F">
              <wp:simplePos x="0" y="0"/>
              <wp:positionH relativeFrom="column">
                <wp:posOffset>370840</wp:posOffset>
              </wp:positionH>
              <wp:positionV relativeFrom="paragraph">
                <wp:posOffset>10118725</wp:posOffset>
              </wp:positionV>
              <wp:extent cx="1353820" cy="241300"/>
              <wp:effectExtent l="0" t="0" r="0" b="635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82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2F758" w14:textId="77777777" w:rsidR="00C0055C" w:rsidRDefault="00C0055C" w:rsidP="00BF5E2D">
                          <w:r>
                            <w:t>B1 Pre-intermediate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022AF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29.2pt;margin-top:796.75pt;width:106.6pt;height:1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" stroked="f">
              <v:textbox>
                <w:txbxContent>
                  <w:p w14:paraId="51B2F758" w14:textId="77777777" w:rsidR="00C0055C" w:rsidRDefault="00C0055C" w:rsidP="00BF5E2D">
                    <w:r>
                      <w:t>B1 Pre-intermediate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B23B3DB" wp14:editId="73B79579">
              <wp:simplePos x="0" y="0"/>
              <wp:positionH relativeFrom="column">
                <wp:posOffset>370840</wp:posOffset>
              </wp:positionH>
              <wp:positionV relativeFrom="paragraph">
                <wp:posOffset>10118725</wp:posOffset>
              </wp:positionV>
              <wp:extent cx="1353820" cy="241300"/>
              <wp:effectExtent l="0" t="0" r="0" b="635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82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D58857" w14:textId="77777777" w:rsidR="00C0055C" w:rsidRDefault="00C0055C" w:rsidP="00BF5E2D">
                          <w:r>
                            <w:t>B1 Pre-intermediate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23B3DB" id="Text Box 7" o:spid="_x0000_s1030" type="#_x0000_t202" style="position:absolute;margin-left:29.2pt;margin-top:796.75pt;width:106.6pt;height:1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" stroked="f">
              <v:textbox>
                <w:txbxContent>
                  <w:p w14:paraId="62D58857" w14:textId="77777777" w:rsidR="00C0055C" w:rsidRDefault="00C0055C" w:rsidP="00BF5E2D">
                    <w:r>
                      <w:t>B1 Pre-intermediate</w:t>
                    </w:r>
                  </w:p>
                </w:txbxContent>
              </v:textbox>
            </v:shape>
          </w:pict>
        </mc:Fallback>
      </mc:AlternateContent>
    </w:r>
    <w:r w:rsidR="00F341D5">
      <w:t>C1</w:t>
    </w:r>
    <w:r w:rsidR="003C6379">
      <w:t xml:space="preserve"> </w:t>
    </w:r>
    <w:r w:rsidR="00F341D5">
      <w:t>Advanced</w:t>
    </w:r>
    <w:r w:rsidR="003C6379">
      <w:t xml:space="preserve"> </w:t>
    </w:r>
    <w:r>
      <w:tab/>
    </w:r>
    <w:sdt>
      <w:sdtPr>
        <w:id w:val="-97630269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ab/>
        </w:r>
        <w:r>
          <w:tab/>
        </w:r>
        <w:r w:rsidR="00F341D5"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A9E">
          <w:rPr>
            <w:noProof/>
          </w:rPr>
          <w:t>5</w:t>
        </w:r>
        <w:r>
          <w:rPr>
            <w:noProof/>
          </w:rPr>
          <w:fldChar w:fldCharType="end"/>
        </w:r>
      </w:sdtContent>
    </w:sdt>
    <w:r>
      <w:rPr>
        <w:noProof/>
      </w:rPr>
      <w:tab/>
    </w:r>
    <w:r>
      <w:rPr>
        <w:noProof/>
      </w:rPr>
      <w:tab/>
    </w:r>
    <w:r>
      <w:rPr>
        <w:noProof/>
      </w:rPr>
      <w:tab/>
    </w:r>
    <w:r>
      <w:t>Personal Best © Richmond 201</w:t>
    </w:r>
    <w:r w:rsidR="00526942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00BEB" w14:textId="77777777" w:rsidR="00225243" w:rsidRDefault="00225243" w:rsidP="005C59A8">
      <w:pPr>
        <w:spacing w:after="0" w:line="240" w:lineRule="auto"/>
      </w:pPr>
      <w:r>
        <w:separator/>
      </w:r>
    </w:p>
  </w:footnote>
  <w:footnote w:type="continuationSeparator" w:id="0">
    <w:p w14:paraId="1F078EDF" w14:textId="77777777" w:rsidR="00225243" w:rsidRDefault="00225243" w:rsidP="005C5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1D692" w14:textId="77777777" w:rsidR="00C0055C" w:rsidRDefault="00B878BB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B2F919A" wp14:editId="1AF1AABF">
              <wp:simplePos x="0" y="0"/>
              <wp:positionH relativeFrom="column">
                <wp:posOffset>914400</wp:posOffset>
              </wp:positionH>
              <wp:positionV relativeFrom="paragraph">
                <wp:posOffset>-144780</wp:posOffset>
              </wp:positionV>
              <wp:extent cx="1752600" cy="306705"/>
              <wp:effectExtent l="19050" t="19050" r="19050" b="1714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E36A5" w14:textId="52AE9301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 xml:space="preserve">PROGRESS TEST version </w:t>
                          </w:r>
                          <w:r w:rsidR="001A679E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2F919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1in;margin-top:-11.4pt;width:138pt;height:24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" strokecolor="#7f7f7f" strokeweight="3pt">
              <v:textbox>
                <w:txbxContent>
                  <w:p w14:paraId="64EE36A5" w14:textId="52AE9301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 xml:space="preserve">PROGRESS TEST version </w:t>
                    </w:r>
                    <w:r w:rsidR="001A679E">
                      <w:rPr>
                        <w:rFonts w:cs="Arial"/>
                        <w:b/>
                        <w:bCs/>
                        <w:color w:val="333333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4302725" wp14:editId="065A9468">
              <wp:simplePos x="0" y="0"/>
              <wp:positionH relativeFrom="column">
                <wp:posOffset>-28575</wp:posOffset>
              </wp:positionH>
              <wp:positionV relativeFrom="paragraph">
                <wp:posOffset>-144780</wp:posOffset>
              </wp:positionV>
              <wp:extent cx="838200" cy="306705"/>
              <wp:effectExtent l="19050" t="19050" r="19050" b="1714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2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247952" w14:textId="77777777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 xml:space="preserve">Units </w:t>
                          </w:r>
                          <w:r w:rsidR="00B878BB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1</w:t>
                          </w: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-</w:t>
                          </w:r>
                          <w:r w:rsidR="00B878BB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1</w:t>
                          </w:r>
                          <w:r w:rsidR="00F341D5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302725" id="Text Box 10" o:spid="_x0000_s1027" type="#_x0000_t202" style="position:absolute;margin-left:-2.25pt;margin-top:-11.4pt;width:66pt;height:24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" strokecolor="#7f7f7f" strokeweight="3pt">
              <v:textbox>
                <w:txbxContent>
                  <w:p w14:paraId="75247952" w14:textId="77777777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 xml:space="preserve">Units </w:t>
                    </w:r>
                    <w:r w:rsidR="00B878BB">
                      <w:rPr>
                        <w:rFonts w:cs="Arial"/>
                        <w:b/>
                        <w:bCs/>
                        <w:color w:val="333333"/>
                      </w:rPr>
                      <w:t>1</w:t>
                    </w: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-</w:t>
                    </w:r>
                    <w:r w:rsidR="00B878BB">
                      <w:rPr>
                        <w:rFonts w:cs="Arial"/>
                        <w:b/>
                        <w:bCs/>
                        <w:color w:val="333333"/>
                      </w:rPr>
                      <w:t>1</w:t>
                    </w:r>
                    <w:r w:rsidR="00F341D5">
                      <w:rPr>
                        <w:rFonts w:cs="Arial"/>
                        <w:b/>
                        <w:bCs/>
                        <w:color w:val="333333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 w:rsidR="00C0055C">
      <w:rPr>
        <w:noProof/>
      </w:rPr>
      <w:drawing>
        <wp:anchor distT="0" distB="0" distL="114300" distR="114300" simplePos="0" relativeHeight="251658240" behindDoc="1" locked="0" layoutInCell="1" allowOverlap="1" wp14:anchorId="5BFC04B7" wp14:editId="6E4DBD64">
          <wp:simplePos x="0" y="0"/>
          <wp:positionH relativeFrom="column">
            <wp:posOffset>-638175</wp:posOffset>
          </wp:positionH>
          <wp:positionV relativeFrom="paragraph">
            <wp:posOffset>-135255</wp:posOffset>
          </wp:positionV>
          <wp:extent cx="609600" cy="265430"/>
          <wp:effectExtent l="0" t="0" r="0" b="127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055C">
      <w:rPr>
        <w:noProof/>
      </w:rPr>
      <w:drawing>
        <wp:anchor distT="0" distB="0" distL="114300" distR="114300" simplePos="0" relativeHeight="251663360" behindDoc="1" locked="0" layoutInCell="1" allowOverlap="1" wp14:anchorId="37678829" wp14:editId="19DF56DA">
          <wp:simplePos x="0" y="0"/>
          <wp:positionH relativeFrom="column">
            <wp:posOffset>6276975</wp:posOffset>
          </wp:positionH>
          <wp:positionV relativeFrom="paragraph">
            <wp:posOffset>-135255</wp:posOffset>
          </wp:positionV>
          <wp:extent cx="561975" cy="265430"/>
          <wp:effectExtent l="0" t="0" r="9525" b="127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055C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813A763" wp14:editId="150951AA">
              <wp:simplePos x="0" y="0"/>
              <wp:positionH relativeFrom="column">
                <wp:posOffset>2933700</wp:posOffset>
              </wp:positionH>
              <wp:positionV relativeFrom="paragraph">
                <wp:posOffset>-144780</wp:posOffset>
              </wp:positionV>
              <wp:extent cx="3340735" cy="306705"/>
              <wp:effectExtent l="19050" t="19050" r="12065" b="1714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073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92239F" w14:textId="77777777" w:rsidR="00C0055C" w:rsidRPr="005C59A8" w:rsidRDefault="00C0055C" w:rsidP="005C59A8">
                          <w:pPr>
                            <w:rPr>
                              <w:rFonts w:cs="Arial"/>
                            </w:rPr>
                          </w:pP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Name: ……………………</w:t>
                          </w:r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………….</w:t>
                          </w:r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………... Date: ………</w:t>
                          </w:r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</w:t>
                          </w:r>
                          <w:proofErr w:type="gramStart"/>
                          <w:r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…..</w:t>
                          </w:r>
                          <w:proofErr w:type="gramEnd"/>
                          <w:r w:rsidRPr="005C59A8">
                            <w:rPr>
                              <w:rFonts w:cs="Arial"/>
                              <w:b/>
                              <w:bCs/>
                              <w:color w:val="333333"/>
                            </w:rPr>
                            <w:t>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13A763" id="Text Box 12" o:spid="_x0000_s1028" type="#_x0000_t202" style="position:absolute;margin-left:231pt;margin-top:-11.4pt;width:263.05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" strokecolor="#7f7f7f" strokeweight="3pt">
              <v:textbox>
                <w:txbxContent>
                  <w:p w14:paraId="6292239F" w14:textId="77777777" w:rsidR="00C0055C" w:rsidRPr="005C59A8" w:rsidRDefault="00C0055C" w:rsidP="005C59A8">
                    <w:pPr>
                      <w:rPr>
                        <w:rFonts w:cs="Arial"/>
                      </w:rPr>
                    </w:pP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Name: ……………………</w:t>
                    </w:r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………….</w:t>
                    </w:r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………... Date: ………</w:t>
                    </w:r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</w:t>
                    </w:r>
                    <w:proofErr w:type="gramStart"/>
                    <w:r>
                      <w:rPr>
                        <w:rFonts w:cs="Arial"/>
                        <w:b/>
                        <w:bCs/>
                        <w:color w:val="333333"/>
                      </w:rPr>
                      <w:t>…..</w:t>
                    </w:r>
                    <w:proofErr w:type="gramEnd"/>
                    <w:r w:rsidRPr="005C59A8">
                      <w:rPr>
                        <w:rFonts w:cs="Arial"/>
                        <w:b/>
                        <w:bCs/>
                        <w:color w:val="333333"/>
                      </w:rPr>
                      <w:t>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4B1B09"/>
    <w:multiLevelType w:val="hybridMultilevel"/>
    <w:tmpl w:val="A348842E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3B727A"/>
    <w:multiLevelType w:val="hybridMultilevel"/>
    <w:tmpl w:val="E2CA062C"/>
    <w:lvl w:ilvl="0" w:tplc="1876D19C">
      <w:numFmt w:val="bullet"/>
      <w:lvlText w:val="•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1D5"/>
    <w:rsid w:val="0000569B"/>
    <w:rsid w:val="0001535C"/>
    <w:rsid w:val="00047602"/>
    <w:rsid w:val="00051A51"/>
    <w:rsid w:val="000A1930"/>
    <w:rsid w:val="000D773B"/>
    <w:rsid w:val="000E555D"/>
    <w:rsid w:val="000F44DF"/>
    <w:rsid w:val="00116632"/>
    <w:rsid w:val="00134F81"/>
    <w:rsid w:val="00162096"/>
    <w:rsid w:val="0018141B"/>
    <w:rsid w:val="001A40E1"/>
    <w:rsid w:val="001A679E"/>
    <w:rsid w:val="001B1A59"/>
    <w:rsid w:val="001B26C0"/>
    <w:rsid w:val="001B6FB3"/>
    <w:rsid w:val="001B72B2"/>
    <w:rsid w:val="00214FD9"/>
    <w:rsid w:val="00225243"/>
    <w:rsid w:val="002B1C23"/>
    <w:rsid w:val="002C5506"/>
    <w:rsid w:val="002F09C7"/>
    <w:rsid w:val="002F3A8D"/>
    <w:rsid w:val="00311969"/>
    <w:rsid w:val="00320037"/>
    <w:rsid w:val="0032044C"/>
    <w:rsid w:val="003903C5"/>
    <w:rsid w:val="003945A9"/>
    <w:rsid w:val="00396522"/>
    <w:rsid w:val="003A64C9"/>
    <w:rsid w:val="003A7BDC"/>
    <w:rsid w:val="003C6379"/>
    <w:rsid w:val="003F09E8"/>
    <w:rsid w:val="00401A9E"/>
    <w:rsid w:val="00426AEF"/>
    <w:rsid w:val="00434AC4"/>
    <w:rsid w:val="00440360"/>
    <w:rsid w:val="00444003"/>
    <w:rsid w:val="004551C7"/>
    <w:rsid w:val="00456B9C"/>
    <w:rsid w:val="0047444D"/>
    <w:rsid w:val="004A1D7D"/>
    <w:rsid w:val="004B02AB"/>
    <w:rsid w:val="004D1633"/>
    <w:rsid w:val="004E0FDB"/>
    <w:rsid w:val="004E7A23"/>
    <w:rsid w:val="004F4C5E"/>
    <w:rsid w:val="00507427"/>
    <w:rsid w:val="00526942"/>
    <w:rsid w:val="00542A30"/>
    <w:rsid w:val="00544030"/>
    <w:rsid w:val="00551D5E"/>
    <w:rsid w:val="00573B07"/>
    <w:rsid w:val="005A55CD"/>
    <w:rsid w:val="005C59A8"/>
    <w:rsid w:val="005D237F"/>
    <w:rsid w:val="005D3505"/>
    <w:rsid w:val="005D528F"/>
    <w:rsid w:val="005D66EE"/>
    <w:rsid w:val="005D6E0E"/>
    <w:rsid w:val="005E1EAB"/>
    <w:rsid w:val="005E6A76"/>
    <w:rsid w:val="005F1812"/>
    <w:rsid w:val="00630837"/>
    <w:rsid w:val="00644973"/>
    <w:rsid w:val="00651F4D"/>
    <w:rsid w:val="006676F7"/>
    <w:rsid w:val="006719A2"/>
    <w:rsid w:val="00680D14"/>
    <w:rsid w:val="00690B15"/>
    <w:rsid w:val="006A3E12"/>
    <w:rsid w:val="006D0A7F"/>
    <w:rsid w:val="006D40C1"/>
    <w:rsid w:val="006E0437"/>
    <w:rsid w:val="006E533F"/>
    <w:rsid w:val="00701C9B"/>
    <w:rsid w:val="00701F74"/>
    <w:rsid w:val="00705350"/>
    <w:rsid w:val="00715670"/>
    <w:rsid w:val="00732BDD"/>
    <w:rsid w:val="007423F1"/>
    <w:rsid w:val="00773B87"/>
    <w:rsid w:val="00780645"/>
    <w:rsid w:val="00780A43"/>
    <w:rsid w:val="007A4F7D"/>
    <w:rsid w:val="007C26BF"/>
    <w:rsid w:val="007D3953"/>
    <w:rsid w:val="007D4905"/>
    <w:rsid w:val="007E7BB3"/>
    <w:rsid w:val="007E7EFB"/>
    <w:rsid w:val="007E7FE8"/>
    <w:rsid w:val="00814C3A"/>
    <w:rsid w:val="00815B30"/>
    <w:rsid w:val="00841230"/>
    <w:rsid w:val="00877413"/>
    <w:rsid w:val="008B052B"/>
    <w:rsid w:val="008F031C"/>
    <w:rsid w:val="008F6179"/>
    <w:rsid w:val="009043CE"/>
    <w:rsid w:val="009151D8"/>
    <w:rsid w:val="0092068B"/>
    <w:rsid w:val="009208FA"/>
    <w:rsid w:val="009257F6"/>
    <w:rsid w:val="009258E4"/>
    <w:rsid w:val="009271EA"/>
    <w:rsid w:val="00931524"/>
    <w:rsid w:val="00935F55"/>
    <w:rsid w:val="009502DD"/>
    <w:rsid w:val="00951DDB"/>
    <w:rsid w:val="009560E5"/>
    <w:rsid w:val="00971350"/>
    <w:rsid w:val="00980424"/>
    <w:rsid w:val="009830EC"/>
    <w:rsid w:val="00994B93"/>
    <w:rsid w:val="009B1730"/>
    <w:rsid w:val="009B24F1"/>
    <w:rsid w:val="009B5731"/>
    <w:rsid w:val="009D7143"/>
    <w:rsid w:val="009E066F"/>
    <w:rsid w:val="009E2F61"/>
    <w:rsid w:val="00A2622A"/>
    <w:rsid w:val="00A33238"/>
    <w:rsid w:val="00A4569F"/>
    <w:rsid w:val="00A76E8B"/>
    <w:rsid w:val="00A86B17"/>
    <w:rsid w:val="00A91301"/>
    <w:rsid w:val="00AA2B80"/>
    <w:rsid w:val="00AB13EB"/>
    <w:rsid w:val="00AD19B3"/>
    <w:rsid w:val="00B0434E"/>
    <w:rsid w:val="00B06100"/>
    <w:rsid w:val="00B36C07"/>
    <w:rsid w:val="00B47E99"/>
    <w:rsid w:val="00B65817"/>
    <w:rsid w:val="00B6688A"/>
    <w:rsid w:val="00B80D35"/>
    <w:rsid w:val="00B878BB"/>
    <w:rsid w:val="00B91001"/>
    <w:rsid w:val="00BB23C4"/>
    <w:rsid w:val="00BC5484"/>
    <w:rsid w:val="00BD324A"/>
    <w:rsid w:val="00BE0F89"/>
    <w:rsid w:val="00BF1603"/>
    <w:rsid w:val="00BF43A8"/>
    <w:rsid w:val="00BF5E2D"/>
    <w:rsid w:val="00C0055C"/>
    <w:rsid w:val="00C035BB"/>
    <w:rsid w:val="00C102D5"/>
    <w:rsid w:val="00C365D6"/>
    <w:rsid w:val="00C61AC9"/>
    <w:rsid w:val="00C72611"/>
    <w:rsid w:val="00C840D5"/>
    <w:rsid w:val="00CC7191"/>
    <w:rsid w:val="00CE605B"/>
    <w:rsid w:val="00CF0062"/>
    <w:rsid w:val="00CF29C4"/>
    <w:rsid w:val="00CF5D6C"/>
    <w:rsid w:val="00D170FE"/>
    <w:rsid w:val="00D178E3"/>
    <w:rsid w:val="00D26D06"/>
    <w:rsid w:val="00D37827"/>
    <w:rsid w:val="00D7503D"/>
    <w:rsid w:val="00D7757A"/>
    <w:rsid w:val="00D77F56"/>
    <w:rsid w:val="00D84AB1"/>
    <w:rsid w:val="00D9608C"/>
    <w:rsid w:val="00DB42E8"/>
    <w:rsid w:val="00DC7E6A"/>
    <w:rsid w:val="00DE000A"/>
    <w:rsid w:val="00DF7FDF"/>
    <w:rsid w:val="00E24D69"/>
    <w:rsid w:val="00E31485"/>
    <w:rsid w:val="00E329F7"/>
    <w:rsid w:val="00E458ED"/>
    <w:rsid w:val="00E51274"/>
    <w:rsid w:val="00E6736F"/>
    <w:rsid w:val="00E8486B"/>
    <w:rsid w:val="00E926A6"/>
    <w:rsid w:val="00E937F3"/>
    <w:rsid w:val="00EA5C19"/>
    <w:rsid w:val="00EB06A4"/>
    <w:rsid w:val="00ED2136"/>
    <w:rsid w:val="00ED7CFC"/>
    <w:rsid w:val="00EE4306"/>
    <w:rsid w:val="00F11EF4"/>
    <w:rsid w:val="00F13B9B"/>
    <w:rsid w:val="00F341D5"/>
    <w:rsid w:val="00F648CE"/>
    <w:rsid w:val="00F93686"/>
    <w:rsid w:val="00FA47C4"/>
    <w:rsid w:val="00FE591D"/>
    <w:rsid w:val="00FE6161"/>
    <w:rsid w:val="00FF11D9"/>
    <w:rsid w:val="00FF30F6"/>
    <w:rsid w:val="00FF38C2"/>
    <w:rsid w:val="00FF63A8"/>
    <w:rsid w:val="00FF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2EF4AA"/>
  <w15:chartTrackingRefBased/>
  <w15:docId w15:val="{AE844D2B-C254-4EF7-BA27-6471C23C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0D773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ersonalBesttable">
    <w:name w:val="Personal Best table"/>
    <w:basedOn w:val="TableNormal"/>
    <w:uiPriority w:val="99"/>
    <w:rsid w:val="009E066F"/>
    <w:pPr>
      <w:spacing w:before="80" w:after="80" w:line="240" w:lineRule="auto"/>
      <w:ind w:left="284" w:hanging="284"/>
    </w:pPr>
    <w:rPr>
      <w:rFonts w:ascii="Calibri" w:hAnsi="Calibri"/>
      <w:sz w:val="20"/>
    </w:rPr>
    <w:tblPr>
      <w:tblStyleRowBandSize w:val="1"/>
    </w:tblPr>
    <w:tcPr>
      <w:vAlign w:val="center"/>
    </w:tc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</w:style>
  <w:style w:type="table" w:customStyle="1" w:styleId="PersonalBestwordpool">
    <w:name w:val="Personal Best word pool"/>
    <w:basedOn w:val="TableNormal"/>
    <w:uiPriority w:val="99"/>
    <w:rsid w:val="0018141B"/>
    <w:pPr>
      <w:spacing w:after="0" w:line="240" w:lineRule="auto"/>
    </w:pPr>
    <w:tblPr>
      <w:tblStyleRowBandSize w:val="1"/>
    </w:tbl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paragraph" w:customStyle="1" w:styleId="TestRubric">
    <w:name w:val="Test Rubric"/>
    <w:basedOn w:val="Normal"/>
    <w:link w:val="TestRubricChar"/>
    <w:qFormat/>
    <w:rsid w:val="009E066F"/>
    <w:pPr>
      <w:spacing w:before="240" w:after="120"/>
      <w:ind w:left="284" w:hanging="284"/>
    </w:pPr>
    <w:rPr>
      <w:rFonts w:ascii="Calibri" w:hAnsi="Calibri" w:cs="Arial"/>
      <w:sz w:val="24"/>
    </w:rPr>
  </w:style>
  <w:style w:type="paragraph" w:customStyle="1" w:styleId="Texttitle">
    <w:name w:val="Text title"/>
    <w:basedOn w:val="Normal"/>
    <w:link w:val="TexttitleChar"/>
    <w:qFormat/>
    <w:rsid w:val="00951DDB"/>
    <w:pPr>
      <w:spacing w:before="240" w:after="120"/>
    </w:pPr>
    <w:rPr>
      <w:rFonts w:ascii="Georgia" w:hAnsi="Georgia"/>
      <w:b/>
      <w:sz w:val="24"/>
    </w:rPr>
  </w:style>
  <w:style w:type="character" w:customStyle="1" w:styleId="TestRubricChar">
    <w:name w:val="Test Rubric Char"/>
    <w:basedOn w:val="DefaultParagraphFont"/>
    <w:link w:val="TestRubric"/>
    <w:rsid w:val="009E066F"/>
    <w:rPr>
      <w:rFonts w:ascii="Calibri" w:hAnsi="Calibri" w:cs="Arial"/>
      <w:sz w:val="24"/>
    </w:rPr>
  </w:style>
  <w:style w:type="paragraph" w:customStyle="1" w:styleId="Pa23">
    <w:name w:val="Pa23"/>
    <w:basedOn w:val="Normal"/>
    <w:next w:val="Normal"/>
    <w:uiPriority w:val="99"/>
    <w:rsid w:val="00951DDB"/>
    <w:pPr>
      <w:autoSpaceDE w:val="0"/>
      <w:autoSpaceDN w:val="0"/>
      <w:adjustRightInd w:val="0"/>
      <w:spacing w:after="0" w:line="241" w:lineRule="atLeast"/>
    </w:pPr>
    <w:rPr>
      <w:rFonts w:ascii="Brown Pro SemiBold" w:hAnsi="Brown Pro SemiBold"/>
      <w:sz w:val="24"/>
      <w:szCs w:val="24"/>
    </w:rPr>
  </w:style>
  <w:style w:type="character" w:customStyle="1" w:styleId="TexttitleChar">
    <w:name w:val="Text title Char"/>
    <w:basedOn w:val="DefaultParagraphFont"/>
    <w:link w:val="Texttitle"/>
    <w:rsid w:val="00951DDB"/>
    <w:rPr>
      <w:rFonts w:ascii="Georgia" w:hAnsi="Georgia"/>
      <w:b/>
      <w:sz w:val="24"/>
    </w:rPr>
  </w:style>
  <w:style w:type="paragraph" w:customStyle="1" w:styleId="Pa22">
    <w:name w:val="Pa22"/>
    <w:basedOn w:val="Normal"/>
    <w:next w:val="Normal"/>
    <w:uiPriority w:val="99"/>
    <w:rsid w:val="00951DDB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character" w:customStyle="1" w:styleId="A11">
    <w:name w:val="A11"/>
    <w:uiPriority w:val="99"/>
    <w:rsid w:val="00951DDB"/>
    <w:rPr>
      <w:rFonts w:ascii="Museo Sans 700" w:hAnsi="Museo Sans 700" w:cs="Museo Sans 700"/>
      <w:b/>
      <w:bCs/>
      <w:color w:val="000000"/>
      <w:sz w:val="15"/>
      <w:szCs w:val="15"/>
    </w:rPr>
  </w:style>
  <w:style w:type="paragraph" w:customStyle="1" w:styleId="Pa5">
    <w:name w:val="Pa5"/>
    <w:basedOn w:val="Normal"/>
    <w:next w:val="Normal"/>
    <w:uiPriority w:val="99"/>
    <w:rsid w:val="00951DDB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paragraph" w:customStyle="1" w:styleId="Text">
    <w:name w:val="Text"/>
    <w:basedOn w:val="Normal"/>
    <w:link w:val="TextChar"/>
    <w:qFormat/>
    <w:rsid w:val="009E066F"/>
    <w:pPr>
      <w:spacing w:after="120" w:line="240" w:lineRule="atLeast"/>
    </w:pPr>
    <w:rPr>
      <w:rFonts w:ascii="Arial" w:hAnsi="Arial"/>
      <w:sz w:val="20"/>
      <w:szCs w:val="20"/>
    </w:rPr>
  </w:style>
  <w:style w:type="paragraph" w:customStyle="1" w:styleId="Pa25">
    <w:name w:val="Pa25"/>
    <w:basedOn w:val="Normal"/>
    <w:next w:val="Normal"/>
    <w:uiPriority w:val="99"/>
    <w:rsid w:val="00651F4D"/>
    <w:pPr>
      <w:autoSpaceDE w:val="0"/>
      <w:autoSpaceDN w:val="0"/>
      <w:adjustRightInd w:val="0"/>
      <w:spacing w:after="0" w:line="241" w:lineRule="atLeast"/>
    </w:pPr>
    <w:rPr>
      <w:rFonts w:ascii="Billy" w:hAnsi="Billy"/>
      <w:sz w:val="24"/>
      <w:szCs w:val="24"/>
    </w:rPr>
  </w:style>
  <w:style w:type="character" w:customStyle="1" w:styleId="TextChar">
    <w:name w:val="Text Char"/>
    <w:basedOn w:val="DefaultParagraphFont"/>
    <w:link w:val="Text"/>
    <w:rsid w:val="009E066F"/>
    <w:rPr>
      <w:rFonts w:ascii="Arial" w:hAnsi="Arial"/>
      <w:sz w:val="20"/>
      <w:szCs w:val="20"/>
    </w:rPr>
  </w:style>
  <w:style w:type="character" w:customStyle="1" w:styleId="A13">
    <w:name w:val="A13"/>
    <w:uiPriority w:val="99"/>
    <w:rsid w:val="00651F4D"/>
    <w:rPr>
      <w:rFonts w:cs="Billy"/>
      <w:b/>
      <w:bCs/>
      <w:color w:val="000000"/>
      <w:sz w:val="32"/>
      <w:szCs w:val="32"/>
    </w:rPr>
  </w:style>
  <w:style w:type="paragraph" w:customStyle="1" w:styleId="Pa26">
    <w:name w:val="Pa26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character" w:customStyle="1" w:styleId="A1">
    <w:name w:val="A1"/>
    <w:uiPriority w:val="99"/>
    <w:rsid w:val="00651F4D"/>
    <w:rPr>
      <w:rFonts w:ascii="Bryant Pro Regular" w:hAnsi="Bryant Pro Regular" w:cs="Bryant Pro Regular"/>
      <w:color w:val="000000"/>
      <w:sz w:val="20"/>
      <w:szCs w:val="20"/>
    </w:rPr>
  </w:style>
  <w:style w:type="paragraph" w:customStyle="1" w:styleId="Pa27">
    <w:name w:val="Pa27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character" w:customStyle="1" w:styleId="A2">
    <w:name w:val="A2"/>
    <w:uiPriority w:val="99"/>
    <w:rsid w:val="00651F4D"/>
    <w:rPr>
      <w:rFonts w:cs="Billy"/>
      <w:b/>
      <w:bCs/>
      <w:color w:val="000000"/>
      <w:sz w:val="22"/>
      <w:szCs w:val="22"/>
    </w:rPr>
  </w:style>
  <w:style w:type="paragraph" w:customStyle="1" w:styleId="Pa28">
    <w:name w:val="Pa28"/>
    <w:basedOn w:val="Normal"/>
    <w:next w:val="Normal"/>
    <w:uiPriority w:val="99"/>
    <w:rsid w:val="00651F4D"/>
    <w:pPr>
      <w:autoSpaceDE w:val="0"/>
      <w:autoSpaceDN w:val="0"/>
      <w:adjustRightInd w:val="0"/>
      <w:spacing w:after="0" w:line="221" w:lineRule="atLeast"/>
    </w:pPr>
    <w:rPr>
      <w:rFonts w:ascii="Billy" w:hAnsi="Billy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651F4D"/>
    <w:pPr>
      <w:autoSpaceDE w:val="0"/>
      <w:autoSpaceDN w:val="0"/>
      <w:adjustRightInd w:val="0"/>
      <w:spacing w:after="0" w:line="221" w:lineRule="atLeast"/>
    </w:pPr>
    <w:rPr>
      <w:rFonts w:ascii="Billy" w:hAnsi="Billy"/>
      <w:sz w:val="24"/>
      <w:szCs w:val="24"/>
    </w:rPr>
  </w:style>
  <w:style w:type="character" w:customStyle="1" w:styleId="A3">
    <w:name w:val="A3"/>
    <w:uiPriority w:val="99"/>
    <w:rsid w:val="00651F4D"/>
    <w:rPr>
      <w:rFonts w:ascii="Bryant Pro Regular" w:hAnsi="Bryant Pro Regular" w:cs="Bryant Pro Regular"/>
      <w:color w:val="000000"/>
      <w:sz w:val="19"/>
      <w:szCs w:val="19"/>
    </w:rPr>
  </w:style>
  <w:style w:type="paragraph" w:customStyle="1" w:styleId="Pa30">
    <w:name w:val="Pa30"/>
    <w:basedOn w:val="Normal"/>
    <w:next w:val="Normal"/>
    <w:uiPriority w:val="99"/>
    <w:rsid w:val="00651F4D"/>
    <w:pPr>
      <w:autoSpaceDE w:val="0"/>
      <w:autoSpaceDN w:val="0"/>
      <w:adjustRightInd w:val="0"/>
      <w:spacing w:after="0" w:line="191" w:lineRule="atLeast"/>
    </w:pPr>
    <w:rPr>
      <w:rFonts w:ascii="Billy" w:hAnsi="Billy"/>
      <w:sz w:val="24"/>
      <w:szCs w:val="24"/>
    </w:rPr>
  </w:style>
  <w:style w:type="paragraph" w:customStyle="1" w:styleId="Pa21">
    <w:name w:val="Pa21"/>
    <w:basedOn w:val="Normal"/>
    <w:next w:val="Normal"/>
    <w:uiPriority w:val="99"/>
    <w:rsid w:val="00D7757A"/>
    <w:pPr>
      <w:autoSpaceDE w:val="0"/>
      <w:autoSpaceDN w:val="0"/>
      <w:adjustRightInd w:val="0"/>
      <w:spacing w:after="0" w:line="186" w:lineRule="atLeast"/>
    </w:pPr>
    <w:rPr>
      <w:rFonts w:ascii="Museo Sans 300" w:hAnsi="Museo Sans 300"/>
      <w:sz w:val="24"/>
      <w:szCs w:val="24"/>
    </w:rPr>
  </w:style>
  <w:style w:type="paragraph" w:customStyle="1" w:styleId="Pa24">
    <w:name w:val="Pa24"/>
    <w:basedOn w:val="Normal"/>
    <w:next w:val="Normal"/>
    <w:uiPriority w:val="99"/>
    <w:rsid w:val="00D7757A"/>
    <w:pPr>
      <w:autoSpaceDE w:val="0"/>
      <w:autoSpaceDN w:val="0"/>
      <w:adjustRightInd w:val="0"/>
      <w:spacing w:after="0" w:line="191" w:lineRule="atLeast"/>
    </w:pPr>
    <w:rPr>
      <w:rFonts w:ascii="Archer Book" w:hAnsi="Archer Book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5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9A8"/>
  </w:style>
  <w:style w:type="paragraph" w:styleId="Footer">
    <w:name w:val="footer"/>
    <w:basedOn w:val="Normal"/>
    <w:link w:val="FooterChar"/>
    <w:uiPriority w:val="99"/>
    <w:unhideWhenUsed/>
    <w:rsid w:val="005C5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9A8"/>
  </w:style>
  <w:style w:type="paragraph" w:customStyle="1" w:styleId="Pa12">
    <w:name w:val="Pa12"/>
    <w:basedOn w:val="Normal"/>
    <w:next w:val="Normal"/>
    <w:uiPriority w:val="99"/>
    <w:rsid w:val="00456B9C"/>
    <w:pPr>
      <w:autoSpaceDE w:val="0"/>
      <w:autoSpaceDN w:val="0"/>
      <w:adjustRightInd w:val="0"/>
      <w:spacing w:after="0" w:line="241" w:lineRule="atLeast"/>
    </w:pPr>
    <w:rPr>
      <w:rFonts w:ascii="Brown Pro SemiBold" w:hAnsi="Brown Pro SemiBold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456B9C"/>
    <w:pPr>
      <w:autoSpaceDE w:val="0"/>
      <w:autoSpaceDN w:val="0"/>
      <w:adjustRightInd w:val="0"/>
      <w:spacing w:after="0" w:line="186" w:lineRule="atLeast"/>
    </w:pPr>
    <w:rPr>
      <w:rFonts w:ascii="Brown Pro SemiBold" w:hAnsi="Brown Pro SemiBold"/>
      <w:sz w:val="24"/>
      <w:szCs w:val="24"/>
    </w:rPr>
  </w:style>
  <w:style w:type="character" w:customStyle="1" w:styleId="A12">
    <w:name w:val="A12"/>
    <w:uiPriority w:val="99"/>
    <w:rsid w:val="00456B9C"/>
    <w:rPr>
      <w:rFonts w:ascii="Museo Sans 700" w:hAnsi="Museo Sans 700" w:cs="Museo Sans 700"/>
      <w:b/>
      <w:bCs/>
      <w:color w:val="000000"/>
      <w:sz w:val="15"/>
      <w:szCs w:val="15"/>
    </w:rPr>
  </w:style>
  <w:style w:type="paragraph" w:customStyle="1" w:styleId="Pa0">
    <w:name w:val="Pa0"/>
    <w:basedOn w:val="Normal"/>
    <w:next w:val="Normal"/>
    <w:uiPriority w:val="99"/>
    <w:rsid w:val="009151D8"/>
    <w:pPr>
      <w:autoSpaceDE w:val="0"/>
      <w:autoSpaceDN w:val="0"/>
      <w:adjustRightInd w:val="0"/>
      <w:spacing w:after="0" w:line="221" w:lineRule="atLeast"/>
    </w:pPr>
    <w:rPr>
      <w:rFonts w:ascii="Brown Pro" w:hAnsi="Brown Pro"/>
      <w:sz w:val="24"/>
      <w:szCs w:val="24"/>
    </w:rPr>
  </w:style>
  <w:style w:type="character" w:customStyle="1" w:styleId="A0">
    <w:name w:val="A0"/>
    <w:uiPriority w:val="99"/>
    <w:rsid w:val="009151D8"/>
    <w:rPr>
      <w:rFonts w:cs="Brown Pro"/>
      <w:b/>
      <w:bCs/>
      <w:color w:val="000000"/>
      <w:sz w:val="30"/>
      <w:szCs w:val="30"/>
    </w:rPr>
  </w:style>
  <w:style w:type="paragraph" w:customStyle="1" w:styleId="Pa1">
    <w:name w:val="Pa1"/>
    <w:basedOn w:val="Normal"/>
    <w:next w:val="Normal"/>
    <w:uiPriority w:val="99"/>
    <w:rsid w:val="009151D8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Pa16">
    <w:name w:val="Pa16"/>
    <w:basedOn w:val="Normal"/>
    <w:next w:val="Normal"/>
    <w:uiPriority w:val="99"/>
    <w:rsid w:val="009151D8"/>
    <w:pPr>
      <w:autoSpaceDE w:val="0"/>
      <w:autoSpaceDN w:val="0"/>
      <w:adjustRightInd w:val="0"/>
      <w:spacing w:after="0" w:line="191" w:lineRule="atLeast"/>
    </w:pPr>
    <w:rPr>
      <w:rFonts w:ascii="Brown Pro" w:hAnsi="Brown Pro"/>
      <w:sz w:val="24"/>
      <w:szCs w:val="24"/>
    </w:rPr>
  </w:style>
  <w:style w:type="paragraph" w:customStyle="1" w:styleId="Default">
    <w:name w:val="Default"/>
    <w:rsid w:val="007E7EFB"/>
    <w:pPr>
      <w:autoSpaceDE w:val="0"/>
      <w:autoSpaceDN w:val="0"/>
      <w:adjustRightInd w:val="0"/>
      <w:spacing w:after="0" w:line="240" w:lineRule="auto"/>
    </w:pPr>
    <w:rPr>
      <w:rFonts w:ascii="News Gothic Std" w:hAnsi="News Gothic Std" w:cs="News Gothic Std"/>
      <w:color w:val="00000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7E7EFB"/>
    <w:pPr>
      <w:spacing w:line="19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7E7EFB"/>
    <w:pPr>
      <w:spacing w:line="186" w:lineRule="atLeast"/>
    </w:pPr>
    <w:rPr>
      <w:rFonts w:ascii="Brown Pro SemiBold" w:hAnsi="Brown Pro SemiBold" w:cstheme="minorBidi"/>
      <w:color w:val="auto"/>
    </w:rPr>
  </w:style>
  <w:style w:type="character" w:customStyle="1" w:styleId="A9">
    <w:name w:val="A9"/>
    <w:uiPriority w:val="99"/>
    <w:rsid w:val="00680D14"/>
    <w:rPr>
      <w:rFonts w:cs="Museo Sans 300"/>
      <w:color w:val="000000"/>
      <w:sz w:val="18"/>
      <w:szCs w:val="18"/>
    </w:rPr>
  </w:style>
  <w:style w:type="table" w:customStyle="1" w:styleId="PersonalBesttable1">
    <w:name w:val="Personal Best table1"/>
    <w:basedOn w:val="TableNormal"/>
    <w:uiPriority w:val="99"/>
    <w:rsid w:val="005E1EAB"/>
    <w:pPr>
      <w:spacing w:before="80" w:after="80" w:line="240" w:lineRule="auto"/>
      <w:ind w:left="284" w:hanging="284"/>
    </w:pPr>
    <w:rPr>
      <w:rFonts w:ascii="Calibri" w:hAnsi="Calibri"/>
      <w:sz w:val="20"/>
    </w:rPr>
    <w:tblPr>
      <w:tblStyleRowBandSize w:val="1"/>
    </w:tblPr>
    <w:tcPr>
      <w:vAlign w:val="center"/>
    </w:tc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35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5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F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F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EDITING%20PROJECTS\Personal%20Best\Test%20formatting\PB_AmE_B2_Year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PB_AmE_B2_Year_template</Template>
  <TotalTime>9</TotalTime>
  <Pages>4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Castro</dc:creator>
  <cp:keywords/>
  <dc:description/>
  <cp:lastModifiedBy>Janet Castro</cp:lastModifiedBy>
  <cp:revision>3</cp:revision>
  <dcterms:created xsi:type="dcterms:W3CDTF">2019-03-27T09:53:00Z</dcterms:created>
  <dcterms:modified xsi:type="dcterms:W3CDTF">2019-03-27T10:01:00Z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