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820" w:rsidRPr="009E7EA1" w:rsidRDefault="00DA0820" w:rsidP="009E7EA1">
      <w:pPr>
        <w:pStyle w:val="Heading1"/>
      </w:pPr>
      <w:bookmarkStart w:id="0" w:name="_Hlk499823071"/>
      <w:bookmarkStart w:id="1" w:name="_Hlk3801381"/>
      <w:r w:rsidRPr="009E7EA1">
        <w:t>Unit 1</w:t>
      </w:r>
    </w:p>
    <w:p w:rsidR="00DA0820" w:rsidRPr="009E7EA1" w:rsidRDefault="009E7EA1" w:rsidP="009E7EA1">
      <w:pPr>
        <w:pStyle w:val="Heading2"/>
      </w:pPr>
      <w:r w:rsidRPr="009E7EA1">
        <w:t xml:space="preserve">1.1 </w:t>
      </w:r>
      <w:r w:rsidR="00DA0820" w:rsidRPr="009E7EA1">
        <w:t xml:space="preserve">page 2, exercise </w:t>
      </w:r>
      <w:r w:rsidR="00F31DB2" w:rsidRPr="009E7EA1">
        <w:t>5</w:t>
      </w:r>
      <w:bookmarkStart w:id="2" w:name="_GoBack"/>
      <w:bookmarkEnd w:id="2"/>
    </w:p>
    <w:p w:rsidR="00F31DB2" w:rsidRPr="00396830" w:rsidRDefault="00DA0820" w:rsidP="0065687B">
      <w:pPr>
        <w:pStyle w:val="NumberedList"/>
        <w:spacing w:line="276" w:lineRule="auto"/>
        <w:jc w:val="both"/>
      </w:pPr>
      <w:r w:rsidRPr="00396830">
        <w:rPr>
          <w:rStyle w:val="A0"/>
          <w:rFonts w:cs="Times New Roman"/>
          <w:b w:val="0"/>
          <w:bCs w:val="0"/>
          <w:color w:val="auto"/>
          <w:sz w:val="24"/>
          <w:szCs w:val="24"/>
        </w:rPr>
        <w:t>1</w:t>
      </w:r>
      <w:r w:rsidR="000B1295" w:rsidRPr="00396830">
        <w:rPr>
          <w:rStyle w:val="A0"/>
          <w:rFonts w:cs="Times New Roman"/>
          <w:b w:val="0"/>
          <w:bCs w:val="0"/>
          <w:color w:val="auto"/>
          <w:sz w:val="24"/>
          <w:szCs w:val="24"/>
        </w:rPr>
        <w:t xml:space="preserve"> </w:t>
      </w:r>
      <w:r w:rsidR="00F31DB2" w:rsidRPr="00396830">
        <w:t>Kate’s mountain bike cost £500!</w:t>
      </w:r>
    </w:p>
    <w:p w:rsidR="00DA0820" w:rsidRPr="00396830" w:rsidRDefault="00DA0820" w:rsidP="0065687B">
      <w:pPr>
        <w:pStyle w:val="NumberedList"/>
        <w:spacing w:line="276" w:lineRule="auto"/>
        <w:jc w:val="both"/>
      </w:pPr>
      <w:r w:rsidRPr="00396830">
        <w:rPr>
          <w:rStyle w:val="A0"/>
          <w:rFonts w:cs="Times New Roman"/>
          <w:b w:val="0"/>
          <w:bCs w:val="0"/>
          <w:color w:val="auto"/>
          <w:sz w:val="24"/>
          <w:szCs w:val="24"/>
        </w:rPr>
        <w:t>2</w:t>
      </w:r>
      <w:r w:rsidR="000B1295" w:rsidRPr="00396830">
        <w:rPr>
          <w:rStyle w:val="A0"/>
          <w:rFonts w:cs="Times New Roman"/>
          <w:b w:val="0"/>
          <w:bCs w:val="0"/>
          <w:color w:val="auto"/>
          <w:sz w:val="24"/>
          <w:szCs w:val="24"/>
        </w:rPr>
        <w:t xml:space="preserve"> </w:t>
      </w:r>
      <w:r w:rsidR="00F31DB2" w:rsidRPr="00396830">
        <w:t>It’s difficult to see the stage from here.</w:t>
      </w:r>
    </w:p>
    <w:p w:rsidR="00DA0820" w:rsidRPr="00396830" w:rsidRDefault="00DA0820" w:rsidP="0065687B">
      <w:pPr>
        <w:pStyle w:val="NumberedList"/>
        <w:spacing w:line="276" w:lineRule="auto"/>
        <w:jc w:val="both"/>
      </w:pPr>
      <w:r w:rsidRPr="00396830">
        <w:rPr>
          <w:rStyle w:val="A0"/>
          <w:rFonts w:cs="Times New Roman"/>
          <w:b w:val="0"/>
          <w:bCs w:val="0"/>
          <w:color w:val="auto"/>
          <w:sz w:val="24"/>
          <w:szCs w:val="24"/>
        </w:rPr>
        <w:t>3</w:t>
      </w:r>
      <w:r w:rsidR="000B1295" w:rsidRPr="00396830">
        <w:rPr>
          <w:rStyle w:val="A0"/>
          <w:rFonts w:cs="Times New Roman"/>
          <w:b w:val="0"/>
          <w:bCs w:val="0"/>
          <w:color w:val="auto"/>
          <w:sz w:val="24"/>
          <w:szCs w:val="24"/>
        </w:rPr>
        <w:t xml:space="preserve"> </w:t>
      </w:r>
      <w:r w:rsidR="00F31DB2" w:rsidRPr="00396830">
        <w:t>He’s asked me to have dinner with him.</w:t>
      </w:r>
    </w:p>
    <w:p w:rsidR="00DA0820" w:rsidRPr="00396830" w:rsidRDefault="00DA0820" w:rsidP="0065687B">
      <w:pPr>
        <w:pStyle w:val="NumberedList"/>
        <w:spacing w:line="276" w:lineRule="auto"/>
        <w:jc w:val="both"/>
      </w:pPr>
      <w:r w:rsidRPr="00396830">
        <w:rPr>
          <w:rStyle w:val="A0"/>
          <w:rFonts w:cs="Times New Roman"/>
          <w:b w:val="0"/>
          <w:bCs w:val="0"/>
          <w:color w:val="auto"/>
          <w:sz w:val="24"/>
          <w:szCs w:val="24"/>
        </w:rPr>
        <w:t>4</w:t>
      </w:r>
      <w:r w:rsidR="000B1295" w:rsidRPr="00396830">
        <w:rPr>
          <w:rStyle w:val="A0"/>
          <w:rFonts w:cs="Times New Roman"/>
          <w:b w:val="0"/>
          <w:bCs w:val="0"/>
          <w:color w:val="auto"/>
          <w:sz w:val="24"/>
          <w:szCs w:val="24"/>
        </w:rPr>
        <w:t xml:space="preserve"> </w:t>
      </w:r>
      <w:r w:rsidR="00F31DB2" w:rsidRPr="00396830">
        <w:t>Auntie Jane’s been showing me her holiday photos.</w:t>
      </w:r>
    </w:p>
    <w:p w:rsidR="00DA0820" w:rsidRPr="00396830" w:rsidRDefault="00DA0820" w:rsidP="0065687B">
      <w:pPr>
        <w:pStyle w:val="NumberedList"/>
        <w:spacing w:line="276" w:lineRule="auto"/>
        <w:jc w:val="both"/>
      </w:pPr>
      <w:r w:rsidRPr="00396830">
        <w:rPr>
          <w:rStyle w:val="A0"/>
          <w:rFonts w:cs="Times New Roman"/>
          <w:b w:val="0"/>
          <w:bCs w:val="0"/>
          <w:color w:val="auto"/>
          <w:sz w:val="24"/>
          <w:szCs w:val="24"/>
        </w:rPr>
        <w:t>5</w:t>
      </w:r>
      <w:r w:rsidR="000B1295" w:rsidRPr="00396830">
        <w:rPr>
          <w:rStyle w:val="A0"/>
          <w:rFonts w:cs="Times New Roman"/>
          <w:b w:val="0"/>
          <w:bCs w:val="0"/>
          <w:color w:val="auto"/>
          <w:sz w:val="24"/>
          <w:szCs w:val="24"/>
        </w:rPr>
        <w:t xml:space="preserve"> </w:t>
      </w:r>
      <w:r w:rsidR="00F31DB2" w:rsidRPr="00396830">
        <w:t>Phillip’s done all the washing up.</w:t>
      </w:r>
    </w:p>
    <w:p w:rsidR="00DA0820" w:rsidRPr="009E7EA1" w:rsidRDefault="00DA0820" w:rsidP="009E7EA1">
      <w:pPr>
        <w:pStyle w:val="Heading2"/>
      </w:pPr>
      <w:r w:rsidRPr="009E7EA1">
        <w:t>1.2 page 4, exercise 5</w:t>
      </w:r>
    </w:p>
    <w:p w:rsidR="00F31DB2" w:rsidRPr="00396830" w:rsidRDefault="00F31DB2" w:rsidP="009E7EA1">
      <w:pPr>
        <w:pStyle w:val="NumberedList"/>
      </w:pPr>
      <w:r w:rsidRPr="00396830">
        <w:t>1 It’s their rudeness that makes me really angry.</w:t>
      </w:r>
    </w:p>
    <w:p w:rsidR="00F31DB2" w:rsidRPr="00396830" w:rsidRDefault="00F31DB2" w:rsidP="009E7EA1">
      <w:pPr>
        <w:pStyle w:val="NumberedList"/>
      </w:pPr>
      <w:r w:rsidRPr="00396830">
        <w:t>2 It was the sauce that made it really delicious.</w:t>
      </w:r>
    </w:p>
    <w:p w:rsidR="00F31DB2" w:rsidRPr="00396830" w:rsidRDefault="00F31DB2" w:rsidP="009E7EA1">
      <w:pPr>
        <w:pStyle w:val="NumberedList"/>
      </w:pPr>
      <w:r w:rsidRPr="00396830">
        <w:t>3 It was Berlin where we first met.</w:t>
      </w:r>
    </w:p>
    <w:p w:rsidR="00F31DB2" w:rsidRPr="00396830" w:rsidRDefault="00F31DB2" w:rsidP="009E7EA1">
      <w:pPr>
        <w:pStyle w:val="NumberedList"/>
      </w:pPr>
      <w:r w:rsidRPr="00396830">
        <w:t>4 It wasn’t Alex who took the money.</w:t>
      </w:r>
    </w:p>
    <w:p w:rsidR="00F31DB2" w:rsidRPr="00396830" w:rsidRDefault="00F31DB2" w:rsidP="009E7EA1">
      <w:pPr>
        <w:pStyle w:val="NumberedList"/>
      </w:pPr>
      <w:r w:rsidRPr="00396830">
        <w:t>5 It was evening when he next contacted us.</w:t>
      </w:r>
    </w:p>
    <w:p w:rsidR="00DA0820" w:rsidRPr="00396830" w:rsidRDefault="00F31DB2" w:rsidP="009E7EA1">
      <w:pPr>
        <w:pStyle w:val="NumberedList"/>
      </w:pPr>
      <w:r w:rsidRPr="00396830">
        <w:t>6 It’s traffic that causes most of the pollution here.</w:t>
      </w:r>
    </w:p>
    <w:p w:rsidR="00DA0820" w:rsidRPr="009E7EA1" w:rsidRDefault="00DA0820" w:rsidP="009E7EA1">
      <w:pPr>
        <w:pStyle w:val="Heading2"/>
      </w:pPr>
      <w:r w:rsidRPr="009E7EA1">
        <w:t xml:space="preserve">1.3 page 5, exercises 1 </w:t>
      </w:r>
      <w:r w:rsidR="00F31DB2" w:rsidRPr="009E7EA1">
        <w:t>and 2</w:t>
      </w:r>
    </w:p>
    <w:p w:rsidR="00DA0820" w:rsidRPr="009E7EA1" w:rsidRDefault="00F31DB2" w:rsidP="009E7EA1">
      <w:pPr>
        <w:pStyle w:val="Characters"/>
      </w:pPr>
      <w:r w:rsidRPr="009E7EA1">
        <w:t>M</w:t>
      </w:r>
      <w:r w:rsidR="00DA0820" w:rsidRPr="009E7EA1">
        <w:t xml:space="preserve"> = </w:t>
      </w:r>
      <w:r w:rsidRPr="009E7EA1">
        <w:t>Maddie</w:t>
      </w:r>
      <w:r w:rsidR="00DA0820" w:rsidRPr="009E7EA1">
        <w:t xml:space="preserve">, </w:t>
      </w:r>
      <w:r w:rsidRPr="009E7EA1">
        <w:t>G</w:t>
      </w:r>
      <w:r w:rsidR="00DA0820" w:rsidRPr="009E7EA1">
        <w:t xml:space="preserve"> = </w:t>
      </w:r>
      <w:r w:rsidRPr="009E7EA1">
        <w:t>Gaby</w:t>
      </w:r>
    </w:p>
    <w:p w:rsidR="00F31DB2" w:rsidRPr="00396830" w:rsidRDefault="00F31DB2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M: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I can’t go out with you on Saturday, Gaby, because I have to finish this report for a </w:t>
      </w:r>
    </w:p>
    <w:p w:rsidR="00F31DB2" w:rsidRPr="00396830" w:rsidRDefault="00F31DB2" w:rsidP="0065687B">
      <w:pPr>
        <w:spacing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meeting on Monday. Look, I have to analyse all these sales figures.</w:t>
      </w:r>
    </w:p>
    <w:p w:rsidR="00F31DB2" w:rsidRPr="00396830" w:rsidRDefault="00F31DB2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G:</w:t>
      </w:r>
      <w:bookmarkStart w:id="3" w:name="_Hlk525040306"/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Let me get this straight </w:t>
      </w:r>
      <w:bookmarkEnd w:id="3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… you’re going to spend the whole weekend writing a </w:t>
      </w:r>
      <w:proofErr w:type="gramStart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sales</w:t>
      </w:r>
      <w:proofErr w:type="gramEnd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</w:t>
      </w:r>
    </w:p>
    <w:p w:rsidR="00F31DB2" w:rsidRPr="00396830" w:rsidRDefault="00F31DB2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report? But you worked all of last weekend, didn’t you, and now, basically, you’re </w:t>
      </w:r>
    </w:p>
    <w:p w:rsidR="00F31DB2" w:rsidRPr="00396830" w:rsidRDefault="00F31DB2" w:rsidP="0065687B">
      <w:pPr>
        <w:spacing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intending to work all this weekend as well?</w:t>
      </w:r>
    </w:p>
    <w:p w:rsidR="00F31DB2" w:rsidRPr="00396830" w:rsidRDefault="00F31DB2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M: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It’s just that my job’s really important to me and I’m keen to get promoted as </w:t>
      </w:r>
    </w:p>
    <w:p w:rsidR="00F31DB2" w:rsidRPr="00396830" w:rsidRDefault="00F31DB2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quickly as I can. </w:t>
      </w:r>
      <w:bookmarkStart w:id="4" w:name="_Hlk525040336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That’s to say, </w:t>
      </w:r>
      <w:bookmarkEnd w:id="4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I’m trying to focus on my work at the moment. I mean, it </w:t>
      </w:r>
    </w:p>
    <w:p w:rsidR="00F31DB2" w:rsidRPr="00396830" w:rsidRDefault="00F31DB2" w:rsidP="0065687B">
      <w:pPr>
        <w:spacing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might not be so easy when I’m older, especially if I have a family. </w:t>
      </w:r>
    </w:p>
    <w:p w:rsidR="00F31DB2" w:rsidRPr="00396830" w:rsidRDefault="00F31DB2" w:rsidP="0065687B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G:</w:t>
      </w:r>
      <w:bookmarkStart w:id="5" w:name="_Hlk525040368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So, the basic idea is </w:t>
      </w:r>
      <w:bookmarkEnd w:id="5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that you get ahead with your career as much as you can now? </w:t>
      </w:r>
    </w:p>
    <w:p w:rsidR="00F31DB2" w:rsidRPr="00396830" w:rsidRDefault="00F31DB2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M: </w:t>
      </w:r>
      <w:proofErr w:type="spellStart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Er</w:t>
      </w:r>
      <w:proofErr w:type="spellEnd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, yes, that’s right. Why are you looking at me like that, Gaby? What did I </w:t>
      </w:r>
    </w:p>
    <w:p w:rsidR="00F31DB2" w:rsidRPr="00396830" w:rsidRDefault="00F31DB2" w:rsidP="0065687B">
      <w:pPr>
        <w:spacing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say?</w:t>
      </w:r>
    </w:p>
    <w:p w:rsidR="00F31DB2" w:rsidRPr="00396830" w:rsidRDefault="00F31DB2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G: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Well, what about your friends? If you keep ignoring us, we might just give up on </w:t>
      </w:r>
    </w:p>
    <w:p w:rsidR="00F31DB2" w:rsidRPr="00396830" w:rsidRDefault="00F31DB2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you in the end, you know what I mean? </w:t>
      </w:r>
      <w:bookmarkStart w:id="6" w:name="_Hlk525040391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In other words, </w:t>
      </w:r>
      <w:bookmarkEnd w:id="6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by the time you decide you </w:t>
      </w:r>
    </w:p>
    <w:p w:rsidR="00F31DB2" w:rsidRPr="00396830" w:rsidRDefault="00F31DB2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have time for us, we might not have time for </w:t>
      </w:r>
      <w:r w:rsidRPr="00396830">
        <w:rPr>
          <w:rFonts w:ascii="Calibri" w:eastAsia="Calibri" w:hAnsi="Calibri" w:cs="FrutigerLTStd-Bold"/>
          <w:bCs/>
          <w:i/>
          <w:color w:val="auto"/>
          <w:sz w:val="24"/>
          <w:szCs w:val="24"/>
        </w:rPr>
        <w:t>you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</w:t>
      </w:r>
      <w:r w:rsidR="003F59CD"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anymore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.</w:t>
      </w:r>
    </w:p>
    <w:p w:rsidR="00F31DB2" w:rsidRPr="00396830" w:rsidRDefault="00F31DB2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lastRenderedPageBreak/>
        <w:t>M: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Wow, Gaby, that’s a bit harsh! It’s only been, let’s see, two or three weeks –</w:t>
      </w:r>
    </w:p>
    <w:p w:rsidR="00F31DB2" w:rsidRPr="00396830" w:rsidRDefault="00F31DB2" w:rsidP="0065687B">
      <w:pPr>
        <w:spacing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OK, maybe four – since we went out.</w:t>
      </w:r>
    </w:p>
    <w:p w:rsidR="00F31DB2" w:rsidRPr="00396830" w:rsidRDefault="00F31DB2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G:</w:t>
      </w:r>
      <w:bookmarkStart w:id="7" w:name="_Hlk525040412"/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So, you’re saying that </w:t>
      </w:r>
      <w:bookmarkEnd w:id="7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four weekends working and one weekend with friends is </w:t>
      </w:r>
    </w:p>
    <w:p w:rsidR="00F31DB2" w:rsidRPr="00396830" w:rsidRDefault="00F31DB2" w:rsidP="0065687B">
      <w:pPr>
        <w:spacing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the kind of work-life balance you </w:t>
      </w:r>
      <w:r w:rsidRPr="00396830">
        <w:rPr>
          <w:rFonts w:ascii="Calibri" w:eastAsia="Calibri" w:hAnsi="Calibri" w:cs="FrutigerLTStd-Bold"/>
          <w:bCs/>
          <w:i/>
          <w:color w:val="auto"/>
          <w:sz w:val="24"/>
          <w:szCs w:val="24"/>
        </w:rPr>
        <w:t>want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? </w:t>
      </w:r>
    </w:p>
    <w:p w:rsidR="00F31DB2" w:rsidRPr="00396830" w:rsidRDefault="00F31DB2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M: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Just because </w:t>
      </w:r>
      <w:r w:rsidRPr="00396830">
        <w:rPr>
          <w:rFonts w:ascii="Calibri" w:eastAsia="Calibri" w:hAnsi="Calibri" w:cs="FrutigerLTStd-Bold"/>
          <w:bCs/>
          <w:i/>
          <w:color w:val="auto"/>
          <w:sz w:val="24"/>
          <w:szCs w:val="24"/>
        </w:rPr>
        <w:t>you’re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happy to drift along in a low-paid job, partying every </w:t>
      </w:r>
    </w:p>
    <w:p w:rsidR="00F31DB2" w:rsidRPr="00396830" w:rsidRDefault="00F31DB2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weekend doesn’t mean </w:t>
      </w:r>
      <w:r w:rsidRPr="00396830">
        <w:rPr>
          <w:rFonts w:ascii="Calibri" w:eastAsia="Calibri" w:hAnsi="Calibri" w:cs="FrutigerLTStd-Bold"/>
          <w:bCs/>
          <w:i/>
          <w:color w:val="auto"/>
          <w:sz w:val="24"/>
          <w:szCs w:val="24"/>
        </w:rPr>
        <w:t>I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am … OK, sorry, </w:t>
      </w:r>
      <w:bookmarkStart w:id="8" w:name="_Hlk525040430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let me rephrase that … </w:t>
      </w:r>
      <w:bookmarkEnd w:id="8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it’s just that I get the </w:t>
      </w:r>
    </w:p>
    <w:p w:rsidR="00F31DB2" w:rsidRPr="00396830" w:rsidRDefault="00F31DB2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impression that your job isn’t particularly important to you and that you’re not </w:t>
      </w:r>
    </w:p>
    <w:p w:rsidR="00F31DB2" w:rsidRPr="00396830" w:rsidRDefault="00F31DB2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particularly ambitious. The thing is, my job means a lot to me and, as you know, </w:t>
      </w:r>
      <w:proofErr w:type="gramStart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my</w:t>
      </w:r>
      <w:proofErr w:type="gramEnd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</w:t>
      </w:r>
    </w:p>
    <w:p w:rsidR="00F31DB2" w:rsidRPr="00396830" w:rsidRDefault="00F31DB2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manager is leaving in June, and I kind of think that if I can prove myself now, I’ll have a </w:t>
      </w:r>
    </w:p>
    <w:p w:rsidR="00F31DB2" w:rsidRPr="00396830" w:rsidRDefault="00F31DB2" w:rsidP="0065687B">
      <w:pPr>
        <w:spacing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good chance of getting her job. </w:t>
      </w:r>
    </w:p>
    <w:p w:rsidR="00F31DB2" w:rsidRPr="00396830" w:rsidRDefault="00F31DB2" w:rsidP="0065687B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G: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</w:t>
      </w:r>
      <w:bookmarkStart w:id="9" w:name="_Hlk525040482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Oh, I see, so </w:t>
      </w:r>
      <w:bookmarkEnd w:id="9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you’ll be able to relax a bit after that. I suppose that makes some sense.</w:t>
      </w:r>
    </w:p>
    <w:p w:rsidR="00F31DB2" w:rsidRPr="00396830" w:rsidRDefault="00F31DB2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M: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That’s the idea, yes. But I </w:t>
      </w:r>
      <w:r w:rsidRPr="00396830">
        <w:rPr>
          <w:rFonts w:ascii="Calibri" w:eastAsia="Calibri" w:hAnsi="Calibri" w:cs="FrutigerLTStd-Bold"/>
          <w:bCs/>
          <w:i/>
          <w:color w:val="auto"/>
          <w:sz w:val="24"/>
          <w:szCs w:val="24"/>
        </w:rPr>
        <w:t>am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sorry, Gaby, and I do value our friendship, </w:t>
      </w:r>
    </w:p>
    <w:p w:rsidR="00F31DB2" w:rsidRPr="00396830" w:rsidRDefault="00F31DB2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honestly. It’s just that I grew up in a family where we never had enough money, and I </w:t>
      </w:r>
    </w:p>
    <w:p w:rsidR="00F31DB2" w:rsidRPr="00396830" w:rsidRDefault="00F31DB2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want to make sure that doesn’t happen to my kids, you see. </w:t>
      </w:r>
      <w:proofErr w:type="gramStart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So</w:t>
      </w:r>
      <w:proofErr w:type="gramEnd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I want to make sure I’m </w:t>
      </w:r>
    </w:p>
    <w:p w:rsidR="00F31DB2" w:rsidRPr="00396830" w:rsidRDefault="00F31DB2" w:rsidP="0065687B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in a well-paid job by the time I settle down and have a family in a few years’ time. Do you think you’ll be in a position to settle down and start a family when you’re in your early thirties?</w:t>
      </w:r>
    </w:p>
    <w:p w:rsidR="00F31DB2" w:rsidRPr="00396830" w:rsidRDefault="00F31DB2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G: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Erm … well, I’ve never really considered it before. I can’t imagine having a family </w:t>
      </w:r>
    </w:p>
    <w:p w:rsidR="00F31DB2" w:rsidRPr="00396830" w:rsidRDefault="00F31DB2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for years yet. </w:t>
      </w:r>
      <w:bookmarkStart w:id="10" w:name="_Hlk525040717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So, what I mean is, </w:t>
      </w:r>
      <w:bookmarkEnd w:id="10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it all seems so far away still. I just want to have some </w:t>
      </w:r>
    </w:p>
    <w:p w:rsidR="00F31DB2" w:rsidRPr="00396830" w:rsidRDefault="00F31DB2" w:rsidP="0065687B">
      <w:pPr>
        <w:spacing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fun. There’s plenty of time for being serious when we’re older.  </w:t>
      </w:r>
    </w:p>
    <w:p w:rsidR="00F31DB2" w:rsidRPr="00396830" w:rsidRDefault="00F31DB2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M: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Yeah, OK, well if we were all the same, the world would be a boring place, I </w:t>
      </w:r>
    </w:p>
    <w:p w:rsidR="00F31DB2" w:rsidRPr="00396830" w:rsidRDefault="00F31DB2" w:rsidP="0065687B">
      <w:pPr>
        <w:spacing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suppose! But I’ll </w:t>
      </w:r>
      <w:r w:rsidRPr="00396830">
        <w:rPr>
          <w:rFonts w:ascii="Calibri" w:eastAsia="Calibri" w:hAnsi="Calibri" w:cs="FrutigerLTStd-Bold"/>
          <w:bCs/>
          <w:i/>
          <w:color w:val="auto"/>
          <w:sz w:val="24"/>
          <w:szCs w:val="24"/>
        </w:rPr>
        <w:t>definitely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keep next weekend free. </w:t>
      </w:r>
    </w:p>
    <w:p w:rsidR="00F31DB2" w:rsidRPr="00396830" w:rsidRDefault="00F31DB2" w:rsidP="0065687B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G: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Great!</w:t>
      </w:r>
    </w:p>
    <w:p w:rsidR="00F31DB2" w:rsidRPr="00396830" w:rsidRDefault="00F31DB2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M: </w:t>
      </w:r>
      <w:proofErr w:type="gramStart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So</w:t>
      </w:r>
      <w:proofErr w:type="gramEnd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what do you fancy doing? Picnic at the lake or pizza at that new place near </w:t>
      </w:r>
    </w:p>
    <w:p w:rsidR="00F31DB2" w:rsidRPr="00396830" w:rsidRDefault="00F31DB2" w:rsidP="0065687B">
      <w:pPr>
        <w:spacing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the beach.</w:t>
      </w:r>
    </w:p>
    <w:p w:rsidR="00F31DB2" w:rsidRPr="00396830" w:rsidRDefault="00F31DB2" w:rsidP="0065687B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G: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Gosh, that’s a hard one! How about both?</w:t>
      </w:r>
    </w:p>
    <w:p w:rsidR="00F31DB2" w:rsidRPr="00396830" w:rsidRDefault="00F31DB2" w:rsidP="0065687B">
      <w:pPr>
        <w:spacing w:after="0"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M: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You’re on!</w:t>
      </w:r>
    </w:p>
    <w:p w:rsidR="00FE576A" w:rsidRPr="009E7EA1" w:rsidRDefault="00DA0820" w:rsidP="009E7EA1">
      <w:pPr>
        <w:pStyle w:val="Heading2"/>
      </w:pPr>
      <w:r w:rsidRPr="009E7EA1">
        <w:t xml:space="preserve">1.4 page </w:t>
      </w:r>
      <w:r w:rsidR="00416219" w:rsidRPr="009E7EA1">
        <w:t>6</w:t>
      </w:r>
      <w:r w:rsidRPr="009E7EA1">
        <w:t>, exercise</w:t>
      </w:r>
      <w:r w:rsidR="00416219" w:rsidRPr="009E7EA1">
        <w:t>s 1 and 2</w:t>
      </w:r>
    </w:p>
    <w:p w:rsidR="00416219" w:rsidRPr="00396830" w:rsidRDefault="00416219" w:rsidP="009E7EA1">
      <w:pPr>
        <w:pStyle w:val="Characters"/>
      </w:pPr>
      <w:r w:rsidRPr="00396830">
        <w:t>T = Tom, S = Sam, SO = Sophie</w:t>
      </w:r>
    </w:p>
    <w:p w:rsidR="00416219" w:rsidRPr="00396830" w:rsidRDefault="00416219" w:rsidP="0065687B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T: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I expect you’d like a pay rise, wouldn’t you, Sam?</w:t>
      </w:r>
    </w:p>
    <w:p w:rsidR="00416219" w:rsidRPr="00396830" w:rsidRDefault="00416219" w:rsidP="0065687B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Well, they say that money can’t buy happiness, but if someone’s offering …</w:t>
      </w:r>
    </w:p>
    <w:p w:rsidR="00416219" w:rsidRPr="00396830" w:rsidRDefault="0041621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T: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Yeah, I guess we’d all like a few extra pounds in our wallets, wouldn’t we? That is, </w:t>
      </w:r>
    </w:p>
    <w:p w:rsidR="00416219" w:rsidRPr="00396830" w:rsidRDefault="0041621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except for today’s guest, who’s given up money altogether! Sophie, you look perfectly </w:t>
      </w:r>
    </w:p>
    <w:p w:rsidR="00416219" w:rsidRPr="00396830" w:rsidRDefault="00416219" w:rsidP="0065687B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lastRenderedPageBreak/>
        <w:t>healthy and your clothes aren’t full of holes – so tell us how you do it!</w:t>
      </w:r>
    </w:p>
    <w:p w:rsidR="00416219" w:rsidRPr="00396830" w:rsidRDefault="0041621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SO: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Sure! The thing that makes my lifestyle sustainable is bartering – in other words </w:t>
      </w:r>
    </w:p>
    <w:p w:rsidR="00416219" w:rsidRPr="00396830" w:rsidRDefault="0041621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exchanging one thing for another, with no cash involved. In my case, what I have to </w:t>
      </w:r>
    </w:p>
    <w:p w:rsidR="00416219" w:rsidRPr="00396830" w:rsidRDefault="0041621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offer is mostly time and labour. So, for example, at the moment I have a lovely room in </w:t>
      </w:r>
    </w:p>
    <w:p w:rsidR="00416219" w:rsidRPr="00396830" w:rsidRDefault="0041621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the house of an elderly woman and I do her housework and gardening for her instead </w:t>
      </w:r>
    </w:p>
    <w:p w:rsidR="00416219" w:rsidRPr="00396830" w:rsidRDefault="00416219" w:rsidP="0065687B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of paying her rent. </w:t>
      </w:r>
    </w:p>
    <w:p w:rsidR="00416219" w:rsidRPr="00396830" w:rsidRDefault="00416219" w:rsidP="0065687B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And does she </w:t>
      </w:r>
      <w:proofErr w:type="spellStart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feed</w:t>
      </w:r>
      <w:proofErr w:type="spellEnd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you, too?</w:t>
      </w:r>
    </w:p>
    <w:p w:rsidR="00416219" w:rsidRPr="00396830" w:rsidRDefault="0041621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SO: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No – she has offered to, but she’s not very well off, and I don’t want to exploit her </w:t>
      </w:r>
    </w:p>
    <w:p w:rsidR="00416219" w:rsidRPr="00396830" w:rsidRDefault="0041621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kindness. And to be honest, our taste in food is, well …  let’s just say it’s not something </w:t>
      </w:r>
    </w:p>
    <w:p w:rsidR="00416219" w:rsidRPr="00396830" w:rsidRDefault="00416219" w:rsidP="0065687B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we have in common. She’s a great meat-eater, and I’m a vegan. </w:t>
      </w:r>
      <w:r w:rsidR="00F2126E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        </w:t>
      </w:r>
    </w:p>
    <w:p w:rsidR="00416219" w:rsidRPr="00396830" w:rsidRDefault="00416219" w:rsidP="0065687B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T: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So where do you get your food from?</w:t>
      </w:r>
    </w:p>
    <w:p w:rsidR="00416219" w:rsidRPr="00396830" w:rsidRDefault="0041621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SO: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Well, I grow as much as I can, depending on where I’m living, and I’ve recently got </w:t>
      </w:r>
    </w:p>
    <w:p w:rsidR="00416219" w:rsidRPr="00396830" w:rsidRDefault="0041621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into finding food in the wild – it’s amazing how much is out there, just waiting to be </w:t>
      </w:r>
    </w:p>
    <w:p w:rsidR="00416219" w:rsidRPr="00396830" w:rsidRDefault="00416219" w:rsidP="0065687B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picked – mushrooms, berries, nuts, herbs … </w:t>
      </w:r>
    </w:p>
    <w:p w:rsidR="00416219" w:rsidRPr="00396830" w:rsidRDefault="00416219" w:rsidP="0065687B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S: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… as long as you know which ones are poisonous!</w:t>
      </w:r>
    </w:p>
    <w:p w:rsidR="00416219" w:rsidRPr="00396830" w:rsidRDefault="0041621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SO: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Yes, definitely. And I also wouldn’t pick anything that grows near a busy road </w:t>
      </w:r>
    </w:p>
    <w:p w:rsidR="00416219" w:rsidRPr="00396830" w:rsidRDefault="00416219" w:rsidP="0065687B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because of the pollution. </w:t>
      </w:r>
    </w:p>
    <w:p w:rsidR="00416219" w:rsidRPr="00396830" w:rsidRDefault="00416219" w:rsidP="0065687B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T: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Would you say there are any disadvantages to living the way you do?</w:t>
      </w:r>
    </w:p>
    <w:p w:rsidR="00416219" w:rsidRPr="00396830" w:rsidRDefault="0041621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SO: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Oh, yes, I’m not going to lie, there’s a lot of inconvenience. I can’t just hop on a </w:t>
      </w:r>
    </w:p>
    <w:p w:rsidR="00416219" w:rsidRPr="00396830" w:rsidRDefault="0041621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bus, for example, if I want to go somewhere. I have to walk or go by bike. But </w:t>
      </w:r>
    </w:p>
    <w:p w:rsidR="00416219" w:rsidRPr="00396830" w:rsidRDefault="00416219" w:rsidP="0065687B">
      <w:pPr>
        <w:spacing w:line="276" w:lineRule="auto"/>
        <w:ind w:left="720" w:hanging="720"/>
        <w:jc w:val="both"/>
        <w:rPr>
          <w:rFonts w:ascii="Calibri" w:eastAsia="Calibri" w:hAnsi="Calibri" w:cs="FrutigerLTStd-Bold"/>
          <w:b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then, to look on the bright side, that saves me the cost of a gym membership!</w:t>
      </w:r>
    </w:p>
    <w:p w:rsidR="00416219" w:rsidRPr="00396830" w:rsidRDefault="00416219" w:rsidP="0065687B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S: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That’s true! And what do your family think about it all?</w:t>
      </w:r>
    </w:p>
    <w:p w:rsidR="00416219" w:rsidRPr="00396830" w:rsidRDefault="00416219" w:rsidP="00F2126E">
      <w:pPr>
        <w:pStyle w:val="Script"/>
        <w:spacing w:after="0"/>
      </w:pPr>
      <w:r w:rsidRPr="00396830">
        <w:rPr>
          <w:b/>
        </w:rPr>
        <w:t>SO</w:t>
      </w:r>
      <w:r w:rsidRPr="00396830">
        <w:t xml:space="preserve">: Oh, they’re fairly open-minded about it. The main thing that annoys my family is </w:t>
      </w:r>
    </w:p>
    <w:p w:rsidR="00416219" w:rsidRPr="00396830" w:rsidRDefault="0041621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that I give them things like home-made sweets for their birthdays rather than </w:t>
      </w:r>
    </w:p>
    <w:p w:rsidR="00416219" w:rsidRPr="00396830" w:rsidRDefault="00416219" w:rsidP="0065687B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expensive presents like designer clothes or electronic gadgets. </w:t>
      </w:r>
    </w:p>
    <w:p w:rsidR="00416219" w:rsidRPr="00396830" w:rsidRDefault="00416219" w:rsidP="0065687B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T: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Ha, yes! Do you think you’ll be moneyless for ever, Sophie?</w:t>
      </w:r>
    </w:p>
    <w:p w:rsidR="00416219" w:rsidRPr="00396830" w:rsidRDefault="0041621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SO: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No, I’d love to have kids one day and I don’t think it’d be fair on them. But I’d </w:t>
      </w:r>
    </w:p>
    <w:p w:rsidR="00416219" w:rsidRPr="00396830" w:rsidRDefault="0041621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proofErr w:type="gramStart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certainly</w:t>
      </w:r>
      <w:proofErr w:type="gramEnd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try to teach them about the impact of their spending choices, particularly on </w:t>
      </w:r>
    </w:p>
    <w:p w:rsidR="00416219" w:rsidRPr="00396830" w:rsidRDefault="00416219" w:rsidP="0065687B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the environment. </w:t>
      </w:r>
    </w:p>
    <w:p w:rsidR="00416219" w:rsidRPr="00396830" w:rsidRDefault="00416219" w:rsidP="0065687B">
      <w:pPr>
        <w:spacing w:after="0"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Sure. Well, thanks for coming in today, Sophie! </w:t>
      </w:r>
      <w:bookmarkEnd w:id="1"/>
    </w:p>
    <w:p w:rsidR="00DA0820" w:rsidRPr="009E7EA1" w:rsidRDefault="00DA0820" w:rsidP="009E7EA1">
      <w:pPr>
        <w:pStyle w:val="Heading1"/>
      </w:pPr>
      <w:bookmarkStart w:id="11" w:name="_Hlk499823120"/>
      <w:bookmarkStart w:id="12" w:name="_Hlk3801473"/>
      <w:bookmarkEnd w:id="0"/>
      <w:r w:rsidRPr="009E7EA1">
        <w:lastRenderedPageBreak/>
        <w:t>Unit 2</w:t>
      </w:r>
    </w:p>
    <w:p w:rsidR="00DA0820" w:rsidRPr="009E7EA1" w:rsidRDefault="00DA0820" w:rsidP="009E7EA1">
      <w:pPr>
        <w:pStyle w:val="Heading2"/>
      </w:pPr>
      <w:r w:rsidRPr="009E7EA1">
        <w:t>2.1 page 8, exercise 5</w:t>
      </w:r>
    </w:p>
    <w:p w:rsidR="00A310EB" w:rsidRPr="00396830" w:rsidRDefault="00A310EB" w:rsidP="009E7EA1">
      <w:pPr>
        <w:pStyle w:val="NumberedList"/>
      </w:pPr>
      <w:r w:rsidRPr="00396830">
        <w:t>1 You’re not meant to walk on the grass.</w:t>
      </w:r>
    </w:p>
    <w:p w:rsidR="00A310EB" w:rsidRPr="00396830" w:rsidRDefault="00A310EB" w:rsidP="009E7EA1">
      <w:pPr>
        <w:pStyle w:val="NumberedList"/>
      </w:pPr>
      <w:r w:rsidRPr="00396830">
        <w:t>2 Are you prepared to pay for the treatment?</w:t>
      </w:r>
    </w:p>
    <w:p w:rsidR="00A310EB" w:rsidRPr="00396830" w:rsidRDefault="00A310EB" w:rsidP="009E7EA1">
      <w:pPr>
        <w:pStyle w:val="NumberedList"/>
      </w:pPr>
      <w:r w:rsidRPr="00396830">
        <w:t>3 You don’t need to fill in all the forms.</w:t>
      </w:r>
    </w:p>
    <w:p w:rsidR="00A310EB" w:rsidRPr="00396830" w:rsidRDefault="00A310EB" w:rsidP="009E7EA1">
      <w:pPr>
        <w:pStyle w:val="NumberedList"/>
      </w:pPr>
      <w:r w:rsidRPr="00396830">
        <w:t>4 You ought to speak to Dan about the problem.</w:t>
      </w:r>
    </w:p>
    <w:p w:rsidR="00A310EB" w:rsidRPr="00396830" w:rsidRDefault="00A310EB" w:rsidP="009E7EA1">
      <w:pPr>
        <w:pStyle w:val="NumberedList"/>
      </w:pPr>
      <w:r w:rsidRPr="00396830">
        <w:t>5 He managed to climb out of the window.</w:t>
      </w:r>
    </w:p>
    <w:p w:rsidR="00DA0820" w:rsidRPr="00421019" w:rsidRDefault="00DA0820" w:rsidP="009E7EA1">
      <w:pPr>
        <w:pStyle w:val="Heading2"/>
        <w:rPr>
          <w:lang w:val="pt-BR"/>
        </w:rPr>
      </w:pPr>
      <w:r w:rsidRPr="00421019">
        <w:rPr>
          <w:lang w:val="pt-BR"/>
        </w:rPr>
        <w:t xml:space="preserve">2.2 </w:t>
      </w:r>
      <w:proofErr w:type="spellStart"/>
      <w:r w:rsidRPr="00421019">
        <w:rPr>
          <w:lang w:val="pt-BR"/>
        </w:rPr>
        <w:t>page</w:t>
      </w:r>
      <w:proofErr w:type="spellEnd"/>
      <w:r w:rsidRPr="00421019">
        <w:rPr>
          <w:lang w:val="pt-BR"/>
        </w:rPr>
        <w:t xml:space="preserve"> 9, </w:t>
      </w:r>
      <w:proofErr w:type="spellStart"/>
      <w:r w:rsidRPr="00421019">
        <w:rPr>
          <w:lang w:val="pt-BR"/>
        </w:rPr>
        <w:t>exercises</w:t>
      </w:r>
      <w:proofErr w:type="spellEnd"/>
      <w:r w:rsidRPr="00421019">
        <w:rPr>
          <w:lang w:val="pt-BR"/>
        </w:rPr>
        <w:t xml:space="preserve"> 1 </w:t>
      </w:r>
      <w:proofErr w:type="spellStart"/>
      <w:r w:rsidRPr="00421019">
        <w:rPr>
          <w:lang w:val="pt-BR"/>
        </w:rPr>
        <w:t>and</w:t>
      </w:r>
      <w:proofErr w:type="spellEnd"/>
      <w:r w:rsidRPr="00421019">
        <w:rPr>
          <w:lang w:val="pt-BR"/>
        </w:rPr>
        <w:t xml:space="preserve"> 2</w:t>
      </w:r>
    </w:p>
    <w:p w:rsidR="00DA0820" w:rsidRPr="00421019" w:rsidRDefault="00A310EB" w:rsidP="0065687B">
      <w:pPr>
        <w:pStyle w:val="Characters"/>
        <w:spacing w:after="0"/>
        <w:jc w:val="both"/>
        <w:rPr>
          <w:lang w:val="pt-BR"/>
        </w:rPr>
      </w:pPr>
      <w:r w:rsidRPr="00421019">
        <w:rPr>
          <w:lang w:val="pt-BR"/>
        </w:rPr>
        <w:t>A</w:t>
      </w:r>
      <w:r w:rsidR="00DA0820" w:rsidRPr="00421019">
        <w:rPr>
          <w:lang w:val="pt-BR"/>
        </w:rPr>
        <w:t xml:space="preserve"> = </w:t>
      </w:r>
      <w:r w:rsidRPr="00421019">
        <w:rPr>
          <w:lang w:val="pt-BR"/>
        </w:rPr>
        <w:t>Anna</w:t>
      </w:r>
      <w:r w:rsidR="00DA0820" w:rsidRPr="00421019">
        <w:rPr>
          <w:lang w:val="pt-BR"/>
        </w:rPr>
        <w:t xml:space="preserve">, </w:t>
      </w:r>
      <w:r w:rsidRPr="00421019">
        <w:rPr>
          <w:lang w:val="pt-BR"/>
        </w:rPr>
        <w:t>E</w:t>
      </w:r>
      <w:r w:rsidR="00DA0820" w:rsidRPr="00421019">
        <w:rPr>
          <w:lang w:val="pt-BR"/>
        </w:rPr>
        <w:t xml:space="preserve"> = </w:t>
      </w:r>
      <w:r w:rsidRPr="00421019">
        <w:rPr>
          <w:lang w:val="pt-BR"/>
        </w:rPr>
        <w:t>Enrico</w:t>
      </w:r>
    </w:p>
    <w:p w:rsidR="00FE576A" w:rsidRPr="00421019" w:rsidRDefault="00FE576A" w:rsidP="0065687B">
      <w:pPr>
        <w:pStyle w:val="Characters"/>
        <w:spacing w:after="0"/>
        <w:jc w:val="both"/>
        <w:rPr>
          <w:lang w:val="pt-BR"/>
        </w:rPr>
      </w:pPr>
    </w:p>
    <w:p w:rsidR="00A310EB" w:rsidRPr="00396830" w:rsidRDefault="00A310EB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>A: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 Sorry, Enrico, what were you saying before we were interrupted? Something about </w:t>
      </w:r>
    </w:p>
    <w:p w:rsidR="00A310EB" w:rsidRPr="00396830" w:rsidRDefault="00A310EB" w:rsidP="0065687B">
      <w:pPr>
        <w:spacing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doing outdoor activities in nature – ‘green therapy’ was it? </w:t>
      </w:r>
    </w:p>
    <w:p w:rsidR="00A310EB" w:rsidRPr="00396830" w:rsidRDefault="00A310EB" w:rsidP="0065687B">
      <w:pPr>
        <w:spacing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 xml:space="preserve">E: 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Yeah. </w:t>
      </w:r>
    </w:p>
    <w:p w:rsidR="00A310EB" w:rsidRPr="00396830" w:rsidRDefault="00A310EB" w:rsidP="0065687B">
      <w:pPr>
        <w:spacing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>A: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 Is it a </w:t>
      </w:r>
      <w:r w:rsidRPr="00396830">
        <w:rPr>
          <w:rFonts w:ascii="Calibri" w:eastAsia="Calibri" w:hAnsi="Calibri" w:cs="Times New Roman"/>
          <w:i/>
          <w:color w:val="auto"/>
          <w:sz w:val="24"/>
          <w:szCs w:val="24"/>
        </w:rPr>
        <w:t>thing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>, green therapy?</w:t>
      </w:r>
    </w:p>
    <w:p w:rsidR="00A310EB" w:rsidRPr="00396830" w:rsidRDefault="00A310EB" w:rsidP="0065687B">
      <w:pPr>
        <w:spacing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>E: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 Absolutely!</w:t>
      </w:r>
    </w:p>
    <w:p w:rsidR="00A310EB" w:rsidRPr="00396830" w:rsidRDefault="00A310EB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>A: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 And, erm … how can I put this? How is ‘green therapy’ different from taking a walk </w:t>
      </w:r>
    </w:p>
    <w:p w:rsidR="00A310EB" w:rsidRPr="00396830" w:rsidRDefault="00A310EB" w:rsidP="0065687B">
      <w:pPr>
        <w:spacing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>in the park? I mean, that’s something I do most days.</w:t>
      </w:r>
    </w:p>
    <w:p w:rsidR="00A310EB" w:rsidRPr="00396830" w:rsidRDefault="00A310EB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 xml:space="preserve">E: 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Well, good for you, taking a walk once a day! But, you know, not everyone manages </w:t>
      </w:r>
    </w:p>
    <w:p w:rsidR="00A310EB" w:rsidRPr="00396830" w:rsidRDefault="00A310EB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that. A lot of us go from home to car to office in the morning and back again in the </w:t>
      </w:r>
    </w:p>
    <w:p w:rsidR="00A310EB" w:rsidRPr="00396830" w:rsidRDefault="00A310EB" w:rsidP="0065687B">
      <w:pPr>
        <w:spacing w:line="276" w:lineRule="auto"/>
        <w:ind w:left="720" w:hanging="720"/>
        <w:jc w:val="both"/>
        <w:rPr>
          <w:rFonts w:ascii="Calibri" w:eastAsia="Calibri" w:hAnsi="Calibri" w:cs="Times New Roman"/>
          <w:b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evening and we don’t see so much as a tree or a flower. </w:t>
      </w:r>
    </w:p>
    <w:p w:rsidR="00A310EB" w:rsidRPr="00396830" w:rsidRDefault="00A310EB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 xml:space="preserve">A: 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>There’s nature in cities! Not loads but there are trees along the streets and green</w:t>
      </w:r>
    </w:p>
    <w:p w:rsidR="00A310EB" w:rsidRPr="00396830" w:rsidRDefault="00A310EB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i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>spaces here and there. And even inside offices there are plants. Nature isn’t</w:t>
      </w:r>
      <w:r w:rsidRPr="00396830">
        <w:rPr>
          <w:rFonts w:ascii="Calibri" w:eastAsia="Calibri" w:hAnsi="Calibri" w:cs="Times New Roman"/>
          <w:i/>
          <w:color w:val="auto"/>
          <w:sz w:val="24"/>
          <w:szCs w:val="24"/>
        </w:rPr>
        <w:t xml:space="preserve"> </w:t>
      </w:r>
    </w:p>
    <w:p w:rsidR="00A310EB" w:rsidRPr="00396830" w:rsidRDefault="00A310EB" w:rsidP="0065687B">
      <w:pPr>
        <w:spacing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i/>
          <w:color w:val="auto"/>
          <w:sz w:val="24"/>
          <w:szCs w:val="24"/>
        </w:rPr>
        <w:t>completely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 absent from our lives.</w:t>
      </w:r>
    </w:p>
    <w:p w:rsidR="00A310EB" w:rsidRPr="00396830" w:rsidRDefault="00A310EB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 xml:space="preserve">E: 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True. And I’m sure </w:t>
      </w:r>
      <w:r w:rsidRPr="00396830">
        <w:rPr>
          <w:rFonts w:ascii="Calibri" w:eastAsia="Calibri" w:hAnsi="Calibri" w:cs="Times New Roman"/>
          <w:i/>
          <w:color w:val="auto"/>
          <w:sz w:val="24"/>
          <w:szCs w:val="24"/>
        </w:rPr>
        <w:t xml:space="preserve">some 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people benefit from those things. But the fact is that </w:t>
      </w:r>
    </w:p>
    <w:p w:rsidR="00A310EB" w:rsidRPr="00396830" w:rsidRDefault="00A310EB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people who live in towns spend most of their lives in buildings. And, frankly, even </w:t>
      </w:r>
    </w:p>
    <w:p w:rsidR="00A310EB" w:rsidRPr="00396830" w:rsidRDefault="00A310EB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when they’re outside, they’re looking at the screens in their hands. So ‘green therapy’ </w:t>
      </w:r>
    </w:p>
    <w:p w:rsidR="00A310EB" w:rsidRPr="00396830" w:rsidRDefault="00A310EB" w:rsidP="0065687B">
      <w:pPr>
        <w:spacing w:line="276" w:lineRule="auto"/>
        <w:ind w:left="720" w:hanging="720"/>
        <w:jc w:val="both"/>
        <w:rPr>
          <w:rFonts w:ascii="Calibri" w:eastAsia="Calibri" w:hAnsi="Calibri" w:cs="Times New Roman"/>
          <w:b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>or ‘green time’ or whatever you call it, is increasingly important.</w:t>
      </w:r>
    </w:p>
    <w:p w:rsidR="00A310EB" w:rsidRPr="00396830" w:rsidRDefault="00A310EB" w:rsidP="0065687B">
      <w:pPr>
        <w:spacing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 xml:space="preserve">A: 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>Yeah, I guess.</w:t>
      </w:r>
    </w:p>
    <w:p w:rsidR="00A310EB" w:rsidRPr="00396830" w:rsidRDefault="00A310EB" w:rsidP="0065687B">
      <w:pPr>
        <w:spacing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>E: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 And the nature that you talk about in cities – to be honest, a lot of that is artificial.  </w:t>
      </w:r>
    </w:p>
    <w:p w:rsidR="00A310EB" w:rsidRPr="00396830" w:rsidRDefault="00A310EB" w:rsidP="0065687B">
      <w:pPr>
        <w:spacing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>A: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 It’s better than nothing!</w:t>
      </w:r>
    </w:p>
    <w:p w:rsidR="00A310EB" w:rsidRPr="00396830" w:rsidRDefault="00A310EB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>E: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 Sure, but if you ask me, it’s not the same as going out into nature and</w:t>
      </w:r>
      <w:r w:rsidRPr="00396830">
        <w:rPr>
          <w:rFonts w:ascii="Calibri" w:eastAsia="Calibri" w:hAnsi="Calibri" w:cs="Times New Roman"/>
          <w:i/>
          <w:color w:val="auto"/>
          <w:sz w:val="24"/>
          <w:szCs w:val="24"/>
        </w:rPr>
        <w:t xml:space="preserve"> really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 </w:t>
      </w:r>
    </w:p>
    <w:p w:rsidR="00A310EB" w:rsidRPr="00396830" w:rsidRDefault="00A310EB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spending time there. And you know, there’s been research in this area. Regular green </w:t>
      </w:r>
    </w:p>
    <w:p w:rsidR="00A310EB" w:rsidRPr="00396830" w:rsidRDefault="00A310EB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time has been proven to reduce depression and generally make people feel that they </w:t>
      </w:r>
    </w:p>
    <w:p w:rsidR="00A310EB" w:rsidRPr="00396830" w:rsidRDefault="00A310EB" w:rsidP="0065687B">
      <w:pPr>
        <w:spacing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lastRenderedPageBreak/>
        <w:t>can manage the stress in their lives and deal with the challenges of daily life.</w:t>
      </w:r>
    </w:p>
    <w:p w:rsidR="00A310EB" w:rsidRPr="00396830" w:rsidRDefault="00A310EB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 xml:space="preserve">A: 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Well, a walk </w:t>
      </w:r>
      <w:r w:rsidRPr="00396830">
        <w:rPr>
          <w:rFonts w:ascii="Calibri" w:eastAsia="Calibri" w:hAnsi="Calibri" w:cs="Times New Roman"/>
          <w:i/>
          <w:color w:val="auto"/>
          <w:sz w:val="24"/>
          <w:szCs w:val="24"/>
        </w:rPr>
        <w:t>anywhere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 will do that, won’t it? I’m not crazy about the countryside but </w:t>
      </w:r>
    </w:p>
    <w:p w:rsidR="00A310EB" w:rsidRPr="00396830" w:rsidRDefault="00A310EB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occasionally, when I’m stressed, a walk around the neighbourhood makes me feel I can </w:t>
      </w:r>
    </w:p>
    <w:p w:rsidR="00A310EB" w:rsidRPr="00396830" w:rsidRDefault="00A310EB" w:rsidP="0065687B">
      <w:pPr>
        <w:spacing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>handle whatever it is that’s causing the stress.</w:t>
      </w:r>
    </w:p>
    <w:p w:rsidR="00A310EB" w:rsidRPr="00396830" w:rsidRDefault="00A310EB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 xml:space="preserve">E: 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Well, maybe you’re different, Anna, but again, studies show that a walk in an urban </w:t>
      </w:r>
    </w:p>
    <w:p w:rsidR="00A310EB" w:rsidRPr="00396830" w:rsidRDefault="00A310EB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environment – for example a shopping centre, </w:t>
      </w:r>
      <w:r w:rsidRPr="00396830">
        <w:rPr>
          <w:rFonts w:ascii="Calibri" w:eastAsia="Calibri" w:hAnsi="Calibri" w:cs="Times New Roman"/>
          <w:i/>
          <w:color w:val="auto"/>
          <w:sz w:val="24"/>
          <w:szCs w:val="24"/>
        </w:rPr>
        <w:t>actually doesn’t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 significantly reduce </w:t>
      </w:r>
    </w:p>
    <w:p w:rsidR="00A310EB" w:rsidRPr="00396830" w:rsidRDefault="00A310EB" w:rsidP="0065687B">
      <w:pPr>
        <w:spacing w:line="276" w:lineRule="auto"/>
        <w:ind w:left="720" w:hanging="720"/>
        <w:jc w:val="both"/>
        <w:rPr>
          <w:rFonts w:ascii="Calibri" w:eastAsia="Calibri" w:hAnsi="Calibri" w:cs="Times New Roman"/>
          <w:i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stress whereas a walk in the countryside </w:t>
      </w:r>
      <w:r w:rsidRPr="00396830">
        <w:rPr>
          <w:rFonts w:ascii="Calibri" w:eastAsia="Calibri" w:hAnsi="Calibri" w:cs="Times New Roman"/>
          <w:i/>
          <w:color w:val="auto"/>
          <w:sz w:val="24"/>
          <w:szCs w:val="24"/>
        </w:rPr>
        <w:t>does.</w:t>
      </w:r>
    </w:p>
    <w:p w:rsidR="00A310EB" w:rsidRPr="00396830" w:rsidRDefault="00A310EB" w:rsidP="0065687B">
      <w:pPr>
        <w:spacing w:after="0"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>A: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 Okay, okay, let’s agree to disagree!</w:t>
      </w:r>
    </w:p>
    <w:p w:rsidR="00DA0820" w:rsidRPr="009E7EA1" w:rsidRDefault="00DA0820" w:rsidP="009E7EA1">
      <w:pPr>
        <w:pStyle w:val="Heading2"/>
      </w:pPr>
      <w:r w:rsidRPr="009E7EA1">
        <w:t xml:space="preserve">2.3 page 9, exercise </w:t>
      </w:r>
      <w:r w:rsidR="00A310EB" w:rsidRPr="009E7EA1">
        <w:t>3</w:t>
      </w:r>
    </w:p>
    <w:p w:rsidR="00A918EC" w:rsidRPr="00396830" w:rsidRDefault="00A918EC" w:rsidP="009E7EA1">
      <w:pPr>
        <w:pStyle w:val="NumberedList"/>
        <w:rPr>
          <w:color w:val="FF0000"/>
        </w:rPr>
      </w:pPr>
      <w:r w:rsidRPr="00396830">
        <w:t xml:space="preserve">1 He wasn’t capable of rational thought. </w:t>
      </w:r>
      <w:r w:rsidRPr="00396830">
        <w:tab/>
      </w:r>
      <w:r w:rsidRPr="00396830">
        <w:tab/>
      </w:r>
    </w:p>
    <w:p w:rsidR="00A918EC" w:rsidRPr="00396830" w:rsidRDefault="00A918EC" w:rsidP="009E7EA1">
      <w:pPr>
        <w:pStyle w:val="NumberedList"/>
        <w:rPr>
          <w:color w:val="FF0000"/>
        </w:rPr>
      </w:pPr>
      <w:r w:rsidRPr="00396830">
        <w:t>2 She studied history at university.</w:t>
      </w:r>
      <w:r w:rsidRPr="00396830">
        <w:tab/>
      </w:r>
      <w:r w:rsidRPr="00396830">
        <w:tab/>
      </w:r>
      <w:r w:rsidRPr="00396830">
        <w:tab/>
      </w:r>
    </w:p>
    <w:p w:rsidR="00A918EC" w:rsidRPr="00396830" w:rsidRDefault="00A918EC" w:rsidP="009E7EA1">
      <w:pPr>
        <w:pStyle w:val="NumberedList"/>
        <w:rPr>
          <w:color w:val="FF0000"/>
        </w:rPr>
      </w:pPr>
      <w:r w:rsidRPr="00396830">
        <w:t>3 Her mother was a jeweller.</w:t>
      </w:r>
      <w:r w:rsidRPr="00396830">
        <w:tab/>
      </w:r>
      <w:r w:rsidRPr="00396830">
        <w:tab/>
      </w:r>
      <w:r w:rsidRPr="00396830">
        <w:tab/>
      </w:r>
      <w:r w:rsidRPr="00396830">
        <w:tab/>
      </w:r>
    </w:p>
    <w:p w:rsidR="00A918EC" w:rsidRPr="00396830" w:rsidRDefault="00A918EC" w:rsidP="009E7EA1">
      <w:pPr>
        <w:pStyle w:val="NumberedList"/>
        <w:rPr>
          <w:color w:val="FF0000"/>
        </w:rPr>
      </w:pPr>
      <w:r w:rsidRPr="00396830">
        <w:t>4 Both children are making satisfactory progress.</w:t>
      </w:r>
      <w:r w:rsidRPr="00396830">
        <w:tab/>
      </w:r>
    </w:p>
    <w:p w:rsidR="00A918EC" w:rsidRPr="00396830" w:rsidRDefault="00A918EC" w:rsidP="009E7EA1">
      <w:pPr>
        <w:pStyle w:val="NumberedList"/>
      </w:pPr>
      <w:r w:rsidRPr="00396830">
        <w:t>5 They played the national anthem.</w:t>
      </w:r>
      <w:r w:rsidRPr="00396830">
        <w:tab/>
      </w:r>
      <w:r w:rsidRPr="00396830">
        <w:tab/>
      </w:r>
      <w:r w:rsidRPr="00396830">
        <w:tab/>
      </w:r>
    </w:p>
    <w:p w:rsidR="00A918EC" w:rsidRPr="00396830" w:rsidRDefault="00A918EC" w:rsidP="009E7EA1">
      <w:pPr>
        <w:pStyle w:val="NumberedList"/>
        <w:rPr>
          <w:color w:val="FF0000"/>
        </w:rPr>
      </w:pPr>
      <w:r w:rsidRPr="00396830">
        <w:t>6 What’s the difference in meaning?</w:t>
      </w:r>
      <w:r w:rsidRPr="00396830">
        <w:tab/>
      </w:r>
    </w:p>
    <w:p w:rsidR="00DA0820" w:rsidRPr="009E7EA1" w:rsidRDefault="00DA0820" w:rsidP="009E7EA1">
      <w:pPr>
        <w:pStyle w:val="Heading2"/>
      </w:pPr>
      <w:r w:rsidRPr="009E7EA1">
        <w:t xml:space="preserve">2.4 page 10, exercise </w:t>
      </w:r>
      <w:r w:rsidR="00A918EC" w:rsidRPr="009E7EA1">
        <w:t>5</w:t>
      </w:r>
    </w:p>
    <w:p w:rsidR="00A918EC" w:rsidRPr="00396830" w:rsidRDefault="00A918EC" w:rsidP="009E7EA1">
      <w:pPr>
        <w:pStyle w:val="NumberedList"/>
      </w:pPr>
      <w:r w:rsidRPr="00396830">
        <w:t>1 I must be doing this all wrong!</w:t>
      </w:r>
    </w:p>
    <w:p w:rsidR="00A918EC" w:rsidRPr="00396830" w:rsidRDefault="00A918EC" w:rsidP="009E7EA1">
      <w:pPr>
        <w:pStyle w:val="NumberedList"/>
      </w:pPr>
      <w:r w:rsidRPr="00396830">
        <w:t>2 They can’t have left already!</w:t>
      </w:r>
    </w:p>
    <w:p w:rsidR="00A918EC" w:rsidRPr="00396830" w:rsidRDefault="00A918EC" w:rsidP="009E7EA1">
      <w:pPr>
        <w:pStyle w:val="NumberedList"/>
      </w:pPr>
      <w:r w:rsidRPr="00396830">
        <w:t xml:space="preserve">3 He might not be benefiting from the course. </w:t>
      </w:r>
    </w:p>
    <w:p w:rsidR="00A918EC" w:rsidRPr="00396830" w:rsidRDefault="00A918EC" w:rsidP="009E7EA1">
      <w:pPr>
        <w:pStyle w:val="NumberedList"/>
      </w:pPr>
      <w:r w:rsidRPr="00396830">
        <w:t>4 I needn’t have worried about not being smart enough!</w:t>
      </w:r>
    </w:p>
    <w:p w:rsidR="00A918EC" w:rsidRPr="00396830" w:rsidRDefault="00A918EC" w:rsidP="009E7EA1">
      <w:pPr>
        <w:pStyle w:val="NumberedList"/>
      </w:pPr>
      <w:r w:rsidRPr="00396830">
        <w:t>5 He should have told Alice.</w:t>
      </w:r>
    </w:p>
    <w:p w:rsidR="00A918EC" w:rsidRPr="00396830" w:rsidRDefault="00A918EC" w:rsidP="009E7EA1">
      <w:pPr>
        <w:pStyle w:val="NumberedList"/>
      </w:pPr>
      <w:r w:rsidRPr="00396830">
        <w:t xml:space="preserve">6 She </w:t>
      </w:r>
      <w:r w:rsidRPr="00396830">
        <w:rPr>
          <w:i/>
        </w:rPr>
        <w:t>might</w:t>
      </w:r>
      <w:r w:rsidRPr="00396830">
        <w:t xml:space="preserve"> have been sleeping when I called.</w:t>
      </w:r>
    </w:p>
    <w:p w:rsidR="00DA0820" w:rsidRPr="009E7EA1" w:rsidRDefault="00DA0820" w:rsidP="009E7EA1">
      <w:pPr>
        <w:pStyle w:val="Heading2"/>
      </w:pPr>
      <w:r w:rsidRPr="009E7EA1">
        <w:t>2.5 page 12, exercises 1 and 2</w:t>
      </w:r>
    </w:p>
    <w:p w:rsidR="00DA0820" w:rsidRPr="009E7EA1" w:rsidRDefault="00DA0820" w:rsidP="009E7EA1">
      <w:pPr>
        <w:pStyle w:val="Characters"/>
      </w:pPr>
      <w:r w:rsidRPr="009E7EA1">
        <w:t>S = Sam, T = Tom</w:t>
      </w:r>
      <w:r w:rsidR="002C7F51" w:rsidRPr="009E7EA1">
        <w:t xml:space="preserve"> </w:t>
      </w:r>
    </w:p>
    <w:p w:rsidR="002C7F51" w:rsidRPr="00396830" w:rsidRDefault="002C7F51" w:rsidP="0065687B">
      <w:pPr>
        <w:spacing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>T: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 So, Sam, you’re talking about food fads today, right?</w:t>
      </w:r>
    </w:p>
    <w:p w:rsidR="002C7F51" w:rsidRPr="00396830" w:rsidRDefault="002C7F51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>S: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 Erm … not exactly. The word ‘fad’ is quite negative, isn’t it? It means something </w:t>
      </w:r>
    </w:p>
    <w:p w:rsidR="002C7F51" w:rsidRPr="00396830" w:rsidRDefault="002C7F51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that’s only </w:t>
      </w:r>
      <w:r w:rsidRPr="00396830">
        <w:rPr>
          <w:rFonts w:ascii="Calibri" w:eastAsia="Calibri" w:hAnsi="Calibri" w:cs="Times New Roman"/>
          <w:i/>
          <w:color w:val="auto"/>
          <w:sz w:val="24"/>
          <w:szCs w:val="24"/>
        </w:rPr>
        <w:t>briefly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 popular – and possibly something that’s a bit silly, too. No, I’m </w:t>
      </w:r>
    </w:p>
    <w:p w:rsidR="002C7F51" w:rsidRPr="00396830" w:rsidRDefault="002C7F51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>talking about,</w:t>
      </w:r>
      <w:r w:rsidRPr="00396830">
        <w:rPr>
          <w:rFonts w:ascii="Calibri" w:eastAsia="Calibri" w:hAnsi="Calibri" w:cs="Times New Roman"/>
          <w:color w:val="FF0000"/>
          <w:sz w:val="24"/>
          <w:szCs w:val="24"/>
        </w:rPr>
        <w:t xml:space="preserve"> </w:t>
      </w:r>
      <w:r w:rsidRPr="00396830">
        <w:rPr>
          <w:rFonts w:ascii="Calibri" w:eastAsia="Calibri" w:hAnsi="Calibri" w:cs="Times New Roman"/>
          <w:i/>
          <w:color w:val="auto"/>
          <w:sz w:val="24"/>
          <w:szCs w:val="24"/>
        </w:rPr>
        <w:t>trends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 and more specifically, the sort of diets in which certain foods are </w:t>
      </w:r>
    </w:p>
    <w:p w:rsidR="002C7F51" w:rsidRPr="00396830" w:rsidRDefault="002C7F51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left out. (And not because a person is allergic to that food – obviously, if you get sick </w:t>
      </w:r>
    </w:p>
    <w:p w:rsidR="002C7F51" w:rsidRPr="00396830" w:rsidRDefault="002C7F51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when you eat a particular thing, you’d better not eat </w:t>
      </w:r>
      <w:proofErr w:type="gramStart"/>
      <w:r w:rsidRPr="00396830">
        <w:rPr>
          <w:rFonts w:ascii="Calibri" w:eastAsia="Calibri" w:hAnsi="Calibri" w:cs="Times New Roman"/>
          <w:color w:val="auto"/>
          <w:sz w:val="24"/>
          <w:szCs w:val="24"/>
        </w:rPr>
        <w:t>it</w:t>
      </w:r>
      <w:proofErr w:type="gramEnd"/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 or it will affect your health.) I </w:t>
      </w:r>
    </w:p>
    <w:p w:rsidR="002C7F51" w:rsidRPr="00396830" w:rsidRDefault="002C7F51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mean the sort of diets that people choose for other reasons – for example, for moral </w:t>
      </w:r>
    </w:p>
    <w:p w:rsidR="002C7F51" w:rsidRPr="00396830" w:rsidRDefault="002C7F51" w:rsidP="0065687B">
      <w:pPr>
        <w:spacing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reasons. </w:t>
      </w:r>
    </w:p>
    <w:p w:rsidR="002C7F51" w:rsidRPr="00396830" w:rsidRDefault="002C7F51" w:rsidP="0065687B">
      <w:pPr>
        <w:spacing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 xml:space="preserve">T: 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>Like veganism?</w:t>
      </w:r>
    </w:p>
    <w:p w:rsidR="002C7F51" w:rsidRPr="00396830" w:rsidRDefault="002C7F51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lastRenderedPageBreak/>
        <w:t>S: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 Yes, veganism and vegetarianism are two obvious examples. A growing number of </w:t>
      </w:r>
    </w:p>
    <w:p w:rsidR="002C7F51" w:rsidRPr="00396830" w:rsidRDefault="002C7F51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people – especially young people – believe that we shouldn’t keep and kill animals for </w:t>
      </w:r>
    </w:p>
    <w:p w:rsidR="002C7F51" w:rsidRPr="00396830" w:rsidRDefault="002C7F51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food. And they avoid some or all animal products. But other people avoid particular </w:t>
      </w:r>
    </w:p>
    <w:p w:rsidR="002C7F51" w:rsidRPr="00396830" w:rsidRDefault="002C7F51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foods because – although they don’t have an allergy and the food won’t do them any </w:t>
      </w:r>
    </w:p>
    <w:p w:rsidR="002C7F51" w:rsidRPr="00396830" w:rsidRDefault="002C7F51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obvious harm – they’re convinced that the food isn’t good for them. Sugar, for </w:t>
      </w:r>
    </w:p>
    <w:p w:rsidR="002C7F51" w:rsidRPr="00396830" w:rsidRDefault="002C7F51" w:rsidP="0065687B">
      <w:pPr>
        <w:spacing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>example.</w:t>
      </w:r>
    </w:p>
    <w:p w:rsidR="002C7F51" w:rsidRPr="00396830" w:rsidRDefault="002C7F51" w:rsidP="0065687B">
      <w:pPr>
        <w:spacing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 xml:space="preserve">T: 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Sugar </w:t>
      </w:r>
      <w:r w:rsidRPr="00396830">
        <w:rPr>
          <w:rFonts w:ascii="Calibri" w:eastAsia="Calibri" w:hAnsi="Calibri" w:cs="Times New Roman"/>
          <w:i/>
          <w:color w:val="auto"/>
          <w:sz w:val="24"/>
          <w:szCs w:val="24"/>
        </w:rPr>
        <w:t>isn’t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 good for you. </w:t>
      </w:r>
    </w:p>
    <w:p w:rsidR="002C7F51" w:rsidRPr="00396830" w:rsidRDefault="002C7F51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>S: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 Well, yes, we’ve always known we’re not meant to eat too much of the stuff – it </w:t>
      </w:r>
    </w:p>
    <w:p w:rsidR="002C7F51" w:rsidRPr="00396830" w:rsidRDefault="002C7F51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makes you fat and it’s bad for your teeth.  But, until recently, although people might </w:t>
      </w:r>
    </w:p>
    <w:p w:rsidR="002C7F51" w:rsidRPr="00396830" w:rsidRDefault="002C7F51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have limited how much sugar they </w:t>
      </w:r>
      <w:proofErr w:type="gramStart"/>
      <w:r w:rsidRPr="00396830">
        <w:rPr>
          <w:rFonts w:ascii="Calibri" w:eastAsia="Calibri" w:hAnsi="Calibri" w:cs="Times New Roman"/>
          <w:color w:val="auto"/>
          <w:sz w:val="24"/>
          <w:szCs w:val="24"/>
        </w:rPr>
        <w:t>ate,</w:t>
      </w:r>
      <w:proofErr w:type="gramEnd"/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 most people were happy to eat </w:t>
      </w:r>
      <w:r w:rsidRPr="00396830">
        <w:rPr>
          <w:rFonts w:ascii="Calibri" w:eastAsia="Calibri" w:hAnsi="Calibri" w:cs="Times New Roman"/>
          <w:i/>
          <w:color w:val="auto"/>
          <w:sz w:val="24"/>
          <w:szCs w:val="24"/>
        </w:rPr>
        <w:t>some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 as part of </w:t>
      </w:r>
    </w:p>
    <w:p w:rsidR="002C7F51" w:rsidRPr="00396830" w:rsidRDefault="002C7F51" w:rsidP="0065687B">
      <w:pPr>
        <w:spacing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a balanced diet. These days, it seems like everyone is going ‘sugar-free’. </w:t>
      </w:r>
    </w:p>
    <w:p w:rsidR="002C7F51" w:rsidRPr="00396830" w:rsidRDefault="002C7F51" w:rsidP="0065687B">
      <w:pPr>
        <w:spacing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 xml:space="preserve">T: 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>I certainly know people who claim that they benefit from a sugar-free diet.</w:t>
      </w:r>
    </w:p>
    <w:p w:rsidR="002C7F51" w:rsidRPr="00396830" w:rsidRDefault="002C7F51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Yeah, me too. And it’s not just sugar. Take wheat. More and more people now avoid </w:t>
      </w:r>
    </w:p>
    <w:p w:rsidR="002C7F51" w:rsidRPr="00396830" w:rsidRDefault="002C7F51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bread and other wheat-based products and not just because of allergies. Last </w:t>
      </w:r>
    </w:p>
    <w:p w:rsidR="002C7F51" w:rsidRPr="00396830" w:rsidRDefault="002C7F51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weekend, for example, I had six friends round for dinner and </w:t>
      </w:r>
      <w:r w:rsidRPr="00396830">
        <w:rPr>
          <w:rFonts w:ascii="Calibri" w:eastAsia="Calibri" w:hAnsi="Calibri" w:cs="Times New Roman"/>
          <w:i/>
          <w:color w:val="auto"/>
          <w:sz w:val="24"/>
          <w:szCs w:val="24"/>
        </w:rPr>
        <w:t>four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 of them were </w:t>
      </w:r>
    </w:p>
    <w:p w:rsidR="002C7F51" w:rsidRPr="00396830" w:rsidRDefault="002C7F51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avoiding particular foods. (Actually, one of them was a vegan so she was avoiding </w:t>
      </w:r>
    </w:p>
    <w:p w:rsidR="002C7F51" w:rsidRPr="00396830" w:rsidRDefault="002C7F51" w:rsidP="0065687B">
      <w:pPr>
        <w:spacing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i/>
          <w:color w:val="auto"/>
          <w:sz w:val="24"/>
          <w:szCs w:val="24"/>
        </w:rPr>
        <w:t>various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 foods!)</w:t>
      </w:r>
    </w:p>
    <w:p w:rsidR="002C7F51" w:rsidRPr="00396830" w:rsidRDefault="002C7F51" w:rsidP="0065687B">
      <w:pPr>
        <w:spacing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 xml:space="preserve">T: 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>Ooh, tricky!</w:t>
      </w:r>
    </w:p>
    <w:p w:rsidR="002C7F51" w:rsidRPr="00396830" w:rsidRDefault="002C7F51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>S: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 Nah, you know me, Tom, I like a challenge! Anyway, back to the subject … My </w:t>
      </w:r>
    </w:p>
    <w:p w:rsidR="002C7F51" w:rsidRPr="00396830" w:rsidRDefault="002C7F51" w:rsidP="0065687B">
      <w:pPr>
        <w:spacing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>question is, why is this happening?</w:t>
      </w:r>
    </w:p>
    <w:p w:rsidR="002C7F51" w:rsidRPr="00396830" w:rsidRDefault="002C7F51" w:rsidP="0065687B">
      <w:pPr>
        <w:spacing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 xml:space="preserve">T: 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>The internet?</w:t>
      </w:r>
    </w:p>
    <w:p w:rsidR="002C7F51" w:rsidRPr="00396830" w:rsidRDefault="002C7F51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>S: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 I think that’s a large part of it. People have instant access to the latest research and, </w:t>
      </w:r>
    </w:p>
    <w:p w:rsidR="002C7F51" w:rsidRPr="00396830" w:rsidRDefault="002C7F51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of course, if they’re persuaded of the benefits of being wheat-free, for example, they </w:t>
      </w:r>
    </w:p>
    <w:p w:rsidR="002C7F51" w:rsidRPr="00396830" w:rsidRDefault="002C7F51" w:rsidP="0065687B">
      <w:pPr>
        <w:spacing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>share it on social media.</w:t>
      </w:r>
    </w:p>
    <w:p w:rsidR="002C7F51" w:rsidRPr="00396830" w:rsidRDefault="002C7F51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 xml:space="preserve">T: 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I think there’s another significant factor here. A lot of people nowadays can </w:t>
      </w:r>
      <w:r w:rsidRPr="00396830">
        <w:rPr>
          <w:rFonts w:ascii="Calibri" w:eastAsia="Calibri" w:hAnsi="Calibri" w:cs="Times New Roman"/>
          <w:i/>
          <w:color w:val="auto"/>
          <w:sz w:val="24"/>
          <w:szCs w:val="24"/>
        </w:rPr>
        <w:t>afford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 </w:t>
      </w:r>
    </w:p>
    <w:p w:rsidR="002C7F51" w:rsidRPr="00396830" w:rsidRDefault="002C7F51" w:rsidP="0065687B">
      <w:pPr>
        <w:spacing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>to pick and choose what they eat whereas previously this just wasn’t an option.</w:t>
      </w:r>
    </w:p>
    <w:p w:rsidR="00DA0820" w:rsidRPr="00396830" w:rsidRDefault="002C7F51" w:rsidP="0065687B">
      <w:pPr>
        <w:spacing w:after="0"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>Yeah, there’s definitely some truth in that.</w:t>
      </w:r>
      <w:bookmarkEnd w:id="12"/>
    </w:p>
    <w:p w:rsidR="00DA0820" w:rsidRPr="009E7EA1" w:rsidRDefault="00DA0820" w:rsidP="009E7EA1">
      <w:pPr>
        <w:pStyle w:val="Heading1"/>
      </w:pPr>
      <w:bookmarkStart w:id="13" w:name="_Hlk499823172"/>
      <w:bookmarkEnd w:id="11"/>
      <w:r w:rsidRPr="009E7EA1">
        <w:t>Unit 3</w:t>
      </w:r>
    </w:p>
    <w:p w:rsidR="0066705E" w:rsidRPr="009E7EA1" w:rsidRDefault="00DA0820" w:rsidP="009E7EA1">
      <w:pPr>
        <w:pStyle w:val="Heading2"/>
      </w:pPr>
      <w:r w:rsidRPr="009E7EA1">
        <w:t>3.1 page 14, exercise 5</w:t>
      </w:r>
    </w:p>
    <w:p w:rsidR="0066705E" w:rsidRPr="00396830" w:rsidRDefault="0066705E" w:rsidP="009E7EA1">
      <w:pPr>
        <w:pStyle w:val="NumberedList"/>
      </w:pPr>
      <w:r w:rsidRPr="00396830">
        <w:t>1 I could tell that Mike and Sue had been arguing.</w:t>
      </w:r>
    </w:p>
    <w:p w:rsidR="0066705E" w:rsidRPr="00396830" w:rsidRDefault="0066705E" w:rsidP="009E7EA1">
      <w:pPr>
        <w:pStyle w:val="NumberedList"/>
      </w:pPr>
      <w:r w:rsidRPr="00396830">
        <w:t>2 Lars had been expecting a pay rise.</w:t>
      </w:r>
    </w:p>
    <w:p w:rsidR="0066705E" w:rsidRPr="00396830" w:rsidRDefault="0066705E" w:rsidP="009E7EA1">
      <w:pPr>
        <w:pStyle w:val="NumberedList"/>
      </w:pPr>
      <w:r w:rsidRPr="00396830">
        <w:t>3 We wondered if David had been waiting for us.</w:t>
      </w:r>
    </w:p>
    <w:p w:rsidR="0066705E" w:rsidRPr="00396830" w:rsidRDefault="0066705E" w:rsidP="009E7EA1">
      <w:pPr>
        <w:pStyle w:val="NumberedList"/>
      </w:pPr>
      <w:r w:rsidRPr="00396830">
        <w:lastRenderedPageBreak/>
        <w:t>4 We discovered that Matt had been tricking us.</w:t>
      </w:r>
    </w:p>
    <w:p w:rsidR="0066705E" w:rsidRPr="00396830" w:rsidRDefault="0066705E" w:rsidP="009E7EA1">
      <w:pPr>
        <w:pStyle w:val="NumberedList"/>
      </w:pPr>
      <w:r w:rsidRPr="00396830">
        <w:t>5 I think his grandparents had been living abroad.</w:t>
      </w:r>
    </w:p>
    <w:p w:rsidR="0066705E" w:rsidRPr="00396830" w:rsidRDefault="0066705E" w:rsidP="009E7EA1">
      <w:pPr>
        <w:pStyle w:val="NumberedList"/>
      </w:pPr>
      <w:r w:rsidRPr="00396830">
        <w:t xml:space="preserve">6 Maria had been carrying a heavy </w:t>
      </w:r>
      <w:proofErr w:type="gramStart"/>
      <w:r w:rsidRPr="00396830">
        <w:t>case</w:t>
      </w:r>
      <w:proofErr w:type="gramEnd"/>
      <w:r w:rsidRPr="00396830">
        <w:t xml:space="preserve"> so she was tired.</w:t>
      </w:r>
    </w:p>
    <w:p w:rsidR="00DA0820" w:rsidRPr="009E7EA1" w:rsidRDefault="00DA0820" w:rsidP="009E7EA1">
      <w:pPr>
        <w:pStyle w:val="Heading2"/>
      </w:pPr>
      <w:r w:rsidRPr="009E7EA1">
        <w:t>3.2 page 16, exercise 5</w:t>
      </w:r>
    </w:p>
    <w:p w:rsidR="0066705E" w:rsidRPr="00396830" w:rsidRDefault="0066705E" w:rsidP="009E7EA1">
      <w:pPr>
        <w:pStyle w:val="NumberedList"/>
      </w:pPr>
      <w:r w:rsidRPr="00396830">
        <w:t>1 I prefer my soup to be a bit hotter than this.</w:t>
      </w:r>
    </w:p>
    <w:p w:rsidR="0066705E" w:rsidRPr="00396830" w:rsidRDefault="0066705E" w:rsidP="009E7EA1">
      <w:pPr>
        <w:pStyle w:val="NumberedList"/>
      </w:pPr>
      <w:r w:rsidRPr="00396830">
        <w:t>2 They were climbing higher and higher.</w:t>
      </w:r>
    </w:p>
    <w:p w:rsidR="0066705E" w:rsidRPr="00396830" w:rsidRDefault="0066705E" w:rsidP="009E7EA1">
      <w:pPr>
        <w:pStyle w:val="NumberedList"/>
      </w:pPr>
      <w:r w:rsidRPr="00396830">
        <w:t>3 The lower the prices are, the more we can buy.</w:t>
      </w:r>
    </w:p>
    <w:p w:rsidR="0066705E" w:rsidRPr="00396830" w:rsidRDefault="0066705E" w:rsidP="009E7EA1">
      <w:pPr>
        <w:pStyle w:val="NumberedList"/>
      </w:pPr>
      <w:r w:rsidRPr="00396830">
        <w:t>4 We’ll have to get up a lot earlier than yesterday.</w:t>
      </w:r>
    </w:p>
    <w:p w:rsidR="0066705E" w:rsidRPr="00396830" w:rsidRDefault="0066705E" w:rsidP="009E7EA1">
      <w:pPr>
        <w:pStyle w:val="NumberedList"/>
      </w:pPr>
      <w:r w:rsidRPr="00396830">
        <w:t>5 She’s not nearly as interested in history as I am.</w:t>
      </w:r>
    </w:p>
    <w:p w:rsidR="00DA0820" w:rsidRPr="009E7EA1" w:rsidRDefault="00DA0820" w:rsidP="009E7EA1">
      <w:pPr>
        <w:pStyle w:val="Heading2"/>
      </w:pPr>
      <w:r w:rsidRPr="009E7EA1">
        <w:t xml:space="preserve">3.3 page 17, exercise </w:t>
      </w:r>
      <w:r w:rsidR="0066705E" w:rsidRPr="009E7EA1">
        <w:t>1</w:t>
      </w:r>
      <w:r w:rsidRPr="009E7EA1">
        <w:t xml:space="preserve"> and </w:t>
      </w:r>
      <w:r w:rsidR="0066705E" w:rsidRPr="009E7EA1">
        <w:t>2</w:t>
      </w:r>
    </w:p>
    <w:p w:rsidR="00DA0820" w:rsidRPr="009E7EA1" w:rsidRDefault="0066705E" w:rsidP="009E7EA1">
      <w:pPr>
        <w:pStyle w:val="Characters"/>
      </w:pPr>
      <w:r w:rsidRPr="009E7EA1">
        <w:t>K</w:t>
      </w:r>
      <w:r w:rsidR="00DA0820" w:rsidRPr="009E7EA1">
        <w:t xml:space="preserve"> = </w:t>
      </w:r>
      <w:r w:rsidRPr="009E7EA1">
        <w:t>Keith</w:t>
      </w:r>
      <w:r w:rsidR="00DA0820" w:rsidRPr="009E7EA1">
        <w:t xml:space="preserve">, </w:t>
      </w:r>
      <w:r w:rsidRPr="009E7EA1">
        <w:t>B</w:t>
      </w:r>
      <w:r w:rsidR="00DA0820" w:rsidRPr="009E7EA1">
        <w:t xml:space="preserve"> = </w:t>
      </w:r>
      <w:r w:rsidRPr="009E7EA1">
        <w:t>Bruno</w:t>
      </w:r>
    </w:p>
    <w:p w:rsidR="0066705E" w:rsidRPr="00396830" w:rsidRDefault="0066705E" w:rsidP="0065687B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K: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Hey, Bruno, do you remember that time we cycled from London to Edinburgh?</w:t>
      </w:r>
    </w:p>
    <w:p w:rsidR="0066705E" w:rsidRPr="00396830" w:rsidRDefault="0066705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B: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Oh wow, that takes me back! Imagine having the time to do something like that </w:t>
      </w:r>
    </w:p>
    <w:p w:rsidR="0066705E" w:rsidRPr="00396830" w:rsidRDefault="0066705E" w:rsidP="0065687B">
      <w:pPr>
        <w:spacing w:line="276" w:lineRule="auto"/>
        <w:ind w:left="720" w:hanging="720"/>
        <w:jc w:val="both"/>
        <w:rPr>
          <w:rFonts w:ascii="Calibri" w:eastAsia="Calibri" w:hAnsi="Calibri" w:cs="FrutigerLTStd-Bold"/>
          <w:b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now. It took us about three days ... I mean, weeks, didn’t it?</w:t>
      </w:r>
    </w:p>
    <w:p w:rsidR="0066705E" w:rsidRPr="00396830" w:rsidRDefault="0066705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K: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Yes, it did, although, in retrospect, I think we could have done it a lot quicker if we </w:t>
      </w:r>
    </w:p>
    <w:p w:rsidR="0066705E" w:rsidRPr="00396830" w:rsidRDefault="0066705E" w:rsidP="0065687B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hadn’t spent so much time sitting in fields eating picnics!</w:t>
      </w:r>
    </w:p>
    <w:p w:rsidR="0066705E" w:rsidRPr="0065687B" w:rsidRDefault="0066705E" w:rsidP="0065687B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  <w:lang w:val="es-ES"/>
        </w:rPr>
      </w:pPr>
      <w:r w:rsidRPr="0065687B">
        <w:rPr>
          <w:rFonts w:ascii="Calibri" w:eastAsia="Calibri" w:hAnsi="Calibri" w:cs="FrutigerLTStd-Bold"/>
          <w:b/>
          <w:bCs/>
          <w:color w:val="auto"/>
          <w:sz w:val="24"/>
          <w:szCs w:val="24"/>
          <w:lang w:val="es-ES"/>
        </w:rPr>
        <w:t xml:space="preserve">B: </w:t>
      </w:r>
      <w:r w:rsidRPr="0065687B">
        <w:rPr>
          <w:rFonts w:ascii="Calibri" w:eastAsia="Calibri" w:hAnsi="Calibri" w:cs="FrutigerLTStd-Bold"/>
          <w:bCs/>
          <w:color w:val="auto"/>
          <w:sz w:val="24"/>
          <w:szCs w:val="24"/>
          <w:lang w:val="es-ES"/>
        </w:rPr>
        <w:t xml:space="preserve">Ha, ha, yes. </w:t>
      </w:r>
      <w:proofErr w:type="spellStart"/>
      <w:r w:rsidRPr="0065687B">
        <w:rPr>
          <w:rFonts w:ascii="Calibri" w:eastAsia="Calibri" w:hAnsi="Calibri" w:cs="FrutigerLTStd-Bold"/>
          <w:bCs/>
          <w:color w:val="auto"/>
          <w:sz w:val="24"/>
          <w:szCs w:val="24"/>
          <w:lang w:val="es-ES"/>
        </w:rPr>
        <w:t>Fun</w:t>
      </w:r>
      <w:proofErr w:type="spellEnd"/>
      <w:r w:rsidRPr="0065687B">
        <w:rPr>
          <w:rFonts w:ascii="Calibri" w:eastAsia="Calibri" w:hAnsi="Calibri" w:cs="FrutigerLTStd-Bold"/>
          <w:bCs/>
          <w:color w:val="auto"/>
          <w:sz w:val="24"/>
          <w:szCs w:val="24"/>
          <w:lang w:val="es-ES"/>
        </w:rPr>
        <w:t xml:space="preserve"> times!</w:t>
      </w:r>
    </w:p>
    <w:p w:rsidR="0066705E" w:rsidRPr="00396830" w:rsidRDefault="0066705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K: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We met so many nice people on that trip, didn’t we? Do you remember that </w:t>
      </w:r>
      <w:proofErr w:type="gramStart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family</w:t>
      </w:r>
      <w:proofErr w:type="gramEnd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</w:t>
      </w:r>
    </w:p>
    <w:p w:rsidR="0066705E" w:rsidRPr="00396830" w:rsidRDefault="0066705E" w:rsidP="0065687B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in Hull that kindly helped us when you damaged your bike wheel?</w:t>
      </w:r>
    </w:p>
    <w:p w:rsidR="0066705E" w:rsidRPr="00396830" w:rsidRDefault="0066705E" w:rsidP="0065687B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B: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Um, vaguely, yes. If my memory serves me right, we ended up camping in their back garden. </w:t>
      </w:r>
    </w:p>
    <w:p w:rsidR="0066705E" w:rsidRPr="00396830" w:rsidRDefault="0066705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K: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Yes, we did. And we accidentally set their bush on fire with our camping cooker, I </w:t>
      </w:r>
    </w:p>
    <w:p w:rsidR="0066705E" w:rsidRPr="00396830" w:rsidRDefault="0066705E" w:rsidP="0065687B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mean, that little camping gas stove we had, didn’t we?</w:t>
      </w:r>
    </w:p>
    <w:p w:rsidR="0066705E" w:rsidRPr="00396830" w:rsidRDefault="0066705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B: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Oh yes, it’s all coming back to me now. We were so embarrassed, but they were </w:t>
      </w:r>
    </w:p>
    <w:p w:rsidR="0066705E" w:rsidRPr="00396830" w:rsidRDefault="0066705E" w:rsidP="0065687B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really nice about it. They even gave us some eggs from their chickens to take with us.</w:t>
      </w:r>
    </w:p>
    <w:p w:rsidR="0066705E" w:rsidRPr="00396830" w:rsidRDefault="0066705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K: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They were incredibly nice. We were such idiots in those days, weren’t we? When I </w:t>
      </w:r>
    </w:p>
    <w:p w:rsidR="0066705E" w:rsidRPr="00396830" w:rsidRDefault="0066705E" w:rsidP="0065687B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think back to some of the things we did, it’s amazing we didn’t get into serious trouble. </w:t>
      </w:r>
    </w:p>
    <w:p w:rsidR="0066705E" w:rsidRPr="00396830" w:rsidRDefault="0066705E" w:rsidP="0065687B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B: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Yes. Like accidentally cycling onto the motorway that time.</w:t>
      </w:r>
    </w:p>
    <w:p w:rsidR="0066705E" w:rsidRPr="00396830" w:rsidRDefault="0066705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K: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I know! And getting so, you know, getting so lost on the way to that campsite on the </w:t>
      </w:r>
    </w:p>
    <w:p w:rsidR="0066705E" w:rsidRPr="00396830" w:rsidRDefault="0066705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Scottish border that we didn’t get there until midnight and we were really scared </w:t>
      </w:r>
    </w:p>
    <w:p w:rsidR="0066705E" w:rsidRPr="00396830" w:rsidRDefault="0066705E" w:rsidP="0065687B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cycling down those narrow country lanes in the dark.</w:t>
      </w:r>
    </w:p>
    <w:p w:rsidR="0066705E" w:rsidRPr="00396830" w:rsidRDefault="0066705E" w:rsidP="0065687B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B: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And neither of us had a bike repair kit with us.</w:t>
      </w:r>
    </w:p>
    <w:p w:rsidR="0066705E" w:rsidRPr="00396830" w:rsidRDefault="0066705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lastRenderedPageBreak/>
        <w:t xml:space="preserve">K: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We wouldn’t have known how to use it if we had! With the benefit of hindsight, we </w:t>
      </w:r>
    </w:p>
    <w:p w:rsidR="0066705E" w:rsidRPr="00396830" w:rsidRDefault="0066705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proofErr w:type="gramStart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certainly</w:t>
      </w:r>
      <w:proofErr w:type="gramEnd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could have been better prepared! But anyway, Bruno, the reason I asked you </w:t>
      </w:r>
    </w:p>
    <w:p w:rsidR="0066705E" w:rsidRPr="00396830" w:rsidRDefault="0066705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about it was that I came across these photos yesterday. There we are, with our bikes, </w:t>
      </w:r>
    </w:p>
    <w:p w:rsidR="0066705E" w:rsidRPr="00396830" w:rsidRDefault="0066705E" w:rsidP="0065687B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looking very proud.</w:t>
      </w:r>
    </w:p>
    <w:p w:rsidR="0066705E" w:rsidRPr="00396830" w:rsidRDefault="0066705E" w:rsidP="0065687B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B: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And very </w:t>
      </w:r>
      <w:r w:rsidRPr="00396830">
        <w:rPr>
          <w:rFonts w:ascii="Calibri" w:eastAsia="Calibri" w:hAnsi="Calibri" w:cs="FrutigerLTStd-Bold"/>
          <w:bCs/>
          <w:i/>
          <w:color w:val="auto"/>
          <w:sz w:val="24"/>
          <w:szCs w:val="24"/>
        </w:rPr>
        <w:t>young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! Wow, what a blast from the past!</w:t>
      </w:r>
    </w:p>
    <w:p w:rsidR="0066705E" w:rsidRPr="00396830" w:rsidRDefault="0066705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K: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When I cast my mind back to that summer, it just feels like a never-ending time of </w:t>
      </w:r>
    </w:p>
    <w:p w:rsidR="0066705E" w:rsidRPr="00396830" w:rsidRDefault="0066705E" w:rsidP="0065687B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sunshine and freedom. Even though I know that it </w:t>
      </w:r>
      <w:r w:rsidRPr="00396830">
        <w:rPr>
          <w:rFonts w:ascii="Calibri" w:eastAsia="Calibri" w:hAnsi="Calibri" w:cs="FrutigerLTStd-Bold"/>
          <w:bCs/>
          <w:i/>
          <w:color w:val="auto"/>
          <w:sz w:val="24"/>
          <w:szCs w:val="24"/>
        </w:rPr>
        <w:t>did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rain sometimes!</w:t>
      </w:r>
    </w:p>
    <w:p w:rsidR="0066705E" w:rsidRPr="00396830" w:rsidRDefault="0066705E" w:rsidP="0065687B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B: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And, of course, we didn’t have enough dry clothes!</w:t>
      </w:r>
    </w:p>
    <w:p w:rsidR="0066705E" w:rsidRPr="00396830" w:rsidRDefault="0066705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K: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No. But we were </w:t>
      </w:r>
      <w:proofErr w:type="gramStart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young</w:t>
      </w:r>
      <w:proofErr w:type="gramEnd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and we didn’t care. Honestly, if I could turn back time, I’d do </w:t>
      </w:r>
    </w:p>
    <w:p w:rsidR="0066705E" w:rsidRPr="00396830" w:rsidRDefault="0066705E" w:rsidP="0065687B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it all </w:t>
      </w:r>
      <w:proofErr w:type="gramStart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again, and</w:t>
      </w:r>
      <w:proofErr w:type="gramEnd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do it just the same way!</w:t>
      </w:r>
    </w:p>
    <w:p w:rsidR="00DA0820" w:rsidRPr="00396830" w:rsidRDefault="0066705E" w:rsidP="0065687B">
      <w:pPr>
        <w:spacing w:after="0"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B: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Me, too! Those were the days!</w:t>
      </w:r>
    </w:p>
    <w:p w:rsidR="00DA0820" w:rsidRPr="009E7EA1" w:rsidRDefault="00DA0820" w:rsidP="009E7EA1">
      <w:pPr>
        <w:pStyle w:val="Heading2"/>
      </w:pPr>
      <w:r w:rsidRPr="009E7EA1">
        <w:t>3.4 page 1</w:t>
      </w:r>
      <w:r w:rsidR="009F3149" w:rsidRPr="009E7EA1">
        <w:t>8</w:t>
      </w:r>
      <w:r w:rsidRPr="009E7EA1">
        <w:t xml:space="preserve">, exercises </w:t>
      </w:r>
      <w:r w:rsidR="009F3149" w:rsidRPr="009E7EA1">
        <w:t>1</w:t>
      </w:r>
      <w:r w:rsidRPr="009E7EA1">
        <w:t xml:space="preserve"> and </w:t>
      </w:r>
      <w:r w:rsidR="009F3149" w:rsidRPr="009E7EA1">
        <w:t>2</w:t>
      </w:r>
    </w:p>
    <w:p w:rsidR="009F3149" w:rsidRPr="00396830" w:rsidRDefault="009F3149" w:rsidP="009E7EA1">
      <w:pPr>
        <w:pStyle w:val="Characters"/>
      </w:pPr>
      <w:r w:rsidRPr="00396830">
        <w:t>T = Tom, S = Sam, J = John</w:t>
      </w:r>
    </w:p>
    <w:p w:rsidR="009F3149" w:rsidRPr="00396830" w:rsidRDefault="009F314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T: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Did I tell you my grandma’s off to the Galapagos Islands next week? She says she’s </w:t>
      </w:r>
    </w:p>
    <w:p w:rsidR="009F3149" w:rsidRPr="00396830" w:rsidRDefault="009F314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always wanted to see the place where Charles Darwin developed his theory of </w:t>
      </w:r>
    </w:p>
    <w:p w:rsidR="009F3149" w:rsidRPr="00396830" w:rsidRDefault="009F3149" w:rsidP="0065687B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evolution.</w:t>
      </w:r>
    </w:p>
    <w:p w:rsidR="009F3149" w:rsidRPr="00396830" w:rsidRDefault="009F3149" w:rsidP="0065687B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Wow, that’s pretty adventurous!</w:t>
      </w:r>
    </w:p>
    <w:p w:rsidR="009F3149" w:rsidRPr="00396830" w:rsidRDefault="009F314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T: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Yes, and </w:t>
      </w:r>
      <w:r w:rsidRPr="00396830">
        <w:rPr>
          <w:rFonts w:ascii="Calibri" w:eastAsia="Calibri" w:hAnsi="Calibri" w:cs="FrutigerLTStd-Bold"/>
          <w:bCs/>
          <w:i/>
          <w:color w:val="auto"/>
          <w:sz w:val="24"/>
          <w:szCs w:val="24"/>
        </w:rPr>
        <w:t>expensive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. But she says she’s making up for all the childhood holidays she </w:t>
      </w:r>
    </w:p>
    <w:p w:rsidR="009F3149" w:rsidRPr="00396830" w:rsidRDefault="009F3149" w:rsidP="0065687B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used to spend shivering in unheated guesthouses in British seaside towns.</w:t>
      </w:r>
    </w:p>
    <w:p w:rsidR="009F3149" w:rsidRPr="00396830" w:rsidRDefault="009F3149" w:rsidP="0065687B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Do those places still exist? </w:t>
      </w:r>
    </w:p>
    <w:p w:rsidR="009F3149" w:rsidRPr="00396830" w:rsidRDefault="009F314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T: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I don’t know, but, luckily, our guest today probably does. Welcome, John Lythgoe, </w:t>
      </w:r>
    </w:p>
    <w:p w:rsidR="009F3149" w:rsidRPr="00396830" w:rsidRDefault="009F3149" w:rsidP="0065687B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specialist travel agent and amateur historian. Tell us about your new book.</w:t>
      </w:r>
    </w:p>
    <w:p w:rsidR="009F3149" w:rsidRPr="00396830" w:rsidRDefault="009F314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J: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Thanks, Tom. It’s called ‘Sand in our Sandwiches’ and it explains the way our holidays </w:t>
      </w:r>
    </w:p>
    <w:p w:rsidR="009F3149" w:rsidRPr="00396830" w:rsidRDefault="009F3149" w:rsidP="0065687B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have evolved over the last century or so.</w:t>
      </w:r>
    </w:p>
    <w:p w:rsidR="009F3149" w:rsidRPr="00396830" w:rsidRDefault="009F3149" w:rsidP="0065687B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A bit like the wildlife Charles Darwin studied!</w:t>
      </w:r>
    </w:p>
    <w:p w:rsidR="009F3149" w:rsidRPr="00396830" w:rsidRDefault="009F314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J: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That’s right, only much more quickly! Anyway, when it comes to guesthouses, it’s </w:t>
      </w:r>
    </w:p>
    <w:p w:rsidR="009F3149" w:rsidRPr="00396830" w:rsidRDefault="009F314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true that in those days they were often considerably less comfortable than they are </w:t>
      </w:r>
    </w:p>
    <w:p w:rsidR="009F3149" w:rsidRPr="00396830" w:rsidRDefault="009F3149" w:rsidP="0065687B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now. Some of them would even expect guests to bring their own towels and sheets. </w:t>
      </w:r>
    </w:p>
    <w:p w:rsidR="009F3149" w:rsidRPr="00396830" w:rsidRDefault="009F3149" w:rsidP="0065687B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T: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Really?</w:t>
      </w:r>
    </w:p>
    <w:p w:rsidR="009F3149" w:rsidRPr="00396830" w:rsidRDefault="009F314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J: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Yes, although as popular new holiday camps started to spring up around Britain, it </w:t>
      </w:r>
    </w:p>
    <w:p w:rsidR="009F3149" w:rsidRPr="00396830" w:rsidRDefault="009F3149" w:rsidP="0065687B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became harder and harder for those sorts of places to survive.</w:t>
      </w:r>
    </w:p>
    <w:p w:rsidR="009F3149" w:rsidRPr="00396830" w:rsidRDefault="009F3149" w:rsidP="0065687B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lastRenderedPageBreak/>
        <w:t xml:space="preserve">S: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What about travel abroad? When did we all start hopping onto planes to the south of Spain?</w:t>
      </w:r>
    </w:p>
    <w:p w:rsidR="009F3149" w:rsidRPr="00396830" w:rsidRDefault="009F314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J: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Well, foreign destinations rapidly became more and more popular in the decades </w:t>
      </w:r>
    </w:p>
    <w:p w:rsidR="009F3149" w:rsidRPr="00396830" w:rsidRDefault="009F314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leading up to the year 2000, and of course the introduction of budget airlines in the </w:t>
      </w:r>
    </w:p>
    <w:p w:rsidR="009F3149" w:rsidRPr="00396830" w:rsidRDefault="009F3149" w:rsidP="0065687B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1980s made them very much more affordable. </w:t>
      </w:r>
    </w:p>
    <w:p w:rsidR="009F3149" w:rsidRPr="00396830" w:rsidRDefault="009F3149" w:rsidP="0065687B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And has that trend stabilized now?</w:t>
      </w:r>
    </w:p>
    <w:p w:rsidR="009F3149" w:rsidRPr="00396830" w:rsidRDefault="009F3149" w:rsidP="0065687B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J: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It’s still going up, but not in every age group.</w:t>
      </w:r>
    </w:p>
    <w:p w:rsidR="009F3149" w:rsidRPr="00396830" w:rsidRDefault="009F3149" w:rsidP="0065687B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T: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Oh? How come?</w:t>
      </w:r>
    </w:p>
    <w:p w:rsidR="009F3149" w:rsidRPr="00396830" w:rsidRDefault="009F314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J: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Well it seems that 18-25 year olds – ‘generation rent’ as they’re called – spend such </w:t>
      </w:r>
    </w:p>
    <w:p w:rsidR="009F3149" w:rsidRPr="00396830" w:rsidRDefault="009F314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a large proportion of their income on housing costs, they’re having to cut down on the </w:t>
      </w:r>
    </w:p>
    <w:p w:rsidR="009F3149" w:rsidRPr="00396830" w:rsidRDefault="009F3149" w:rsidP="0065687B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number of holidays they take.</w:t>
      </w:r>
    </w:p>
    <w:p w:rsidR="009F3149" w:rsidRPr="00396830" w:rsidRDefault="009F3149" w:rsidP="0065687B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Yes, I can imagine. So what other changes have there been?</w:t>
      </w:r>
    </w:p>
    <w:p w:rsidR="009F3149" w:rsidRPr="00396830" w:rsidRDefault="009F314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J: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One of the biggest is the internet, which enables tourists to be much more </w:t>
      </w:r>
    </w:p>
    <w:p w:rsidR="009F3149" w:rsidRPr="00396830" w:rsidRDefault="009F3149" w:rsidP="0065687B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independent in how they choose and book their holidays.</w:t>
      </w:r>
    </w:p>
    <w:p w:rsidR="009F3149" w:rsidRPr="00396830" w:rsidRDefault="009F3149" w:rsidP="0065687B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T: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So, are travel agents becoming obsolete?</w:t>
      </w:r>
    </w:p>
    <w:p w:rsidR="009F3149" w:rsidRPr="00396830" w:rsidRDefault="009F314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J: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I hope not! But we’ve definitely had to adapt to a new way of working. Customers </w:t>
      </w:r>
    </w:p>
    <w:p w:rsidR="009F3149" w:rsidRPr="00396830" w:rsidRDefault="009F314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often come to us when they’ve planned an ambitious route but then discover that </w:t>
      </w:r>
    </w:p>
    <w:p w:rsidR="009F3149" w:rsidRPr="00396830" w:rsidRDefault="009F314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these price-comparison websites that promise to find you the best deals on hotels or </w:t>
      </w:r>
    </w:p>
    <w:p w:rsidR="009F3149" w:rsidRPr="00396830" w:rsidRDefault="009F314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flights or whatever aren’t quite as simple to use as they thought they would be. That’s </w:t>
      </w:r>
    </w:p>
    <w:p w:rsidR="009F3149" w:rsidRPr="00396830" w:rsidRDefault="009F3149" w:rsidP="0065687B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when we step in and, well …</w:t>
      </w:r>
    </w:p>
    <w:p w:rsidR="009F3149" w:rsidRPr="00396830" w:rsidRDefault="009F3149" w:rsidP="0065687B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Make their holiday dreams come true?</w:t>
      </w:r>
    </w:p>
    <w:p w:rsidR="009F3149" w:rsidRPr="00396830" w:rsidRDefault="009F3149" w:rsidP="0065687B">
      <w:pPr>
        <w:spacing w:after="0"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J: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Yes, that’s a good way of putting it!</w:t>
      </w:r>
    </w:p>
    <w:p w:rsidR="00DA0820" w:rsidRPr="00396830" w:rsidRDefault="00DA0820" w:rsidP="0065687B">
      <w:pPr>
        <w:pStyle w:val="Heading1"/>
        <w:spacing w:after="0"/>
        <w:jc w:val="both"/>
      </w:pPr>
      <w:bookmarkStart w:id="14" w:name="_Hlk535404588"/>
      <w:bookmarkStart w:id="15" w:name="_Hlk499823196"/>
      <w:bookmarkStart w:id="16" w:name="_Hlk3801510"/>
      <w:bookmarkEnd w:id="13"/>
      <w:r w:rsidRPr="00396830">
        <w:t>Unit 4</w:t>
      </w:r>
    </w:p>
    <w:bookmarkEnd w:id="14"/>
    <w:p w:rsidR="00DA0820" w:rsidRPr="009E7EA1" w:rsidRDefault="00DA0820" w:rsidP="009E7EA1">
      <w:pPr>
        <w:pStyle w:val="Heading2"/>
      </w:pPr>
      <w:r w:rsidRPr="009E7EA1">
        <w:t>4.1 page 20, exercise 5</w:t>
      </w:r>
    </w:p>
    <w:p w:rsidR="009F3149" w:rsidRPr="00396830" w:rsidRDefault="009F3149" w:rsidP="009E7EA1">
      <w:pPr>
        <w:pStyle w:val="NumberedList"/>
      </w:pPr>
      <w:r w:rsidRPr="00396830">
        <w:t>1 I really need something to drink.</w:t>
      </w:r>
      <w:r w:rsidRPr="00396830">
        <w:tab/>
      </w:r>
      <w:r w:rsidRPr="00396830">
        <w:tab/>
      </w:r>
      <w:r w:rsidRPr="00396830">
        <w:tab/>
      </w:r>
      <w:r w:rsidRPr="00396830">
        <w:tab/>
      </w:r>
    </w:p>
    <w:p w:rsidR="009F3149" w:rsidRPr="00396830" w:rsidRDefault="009F3149" w:rsidP="009E7EA1">
      <w:pPr>
        <w:pStyle w:val="NumberedList"/>
      </w:pPr>
      <w:r w:rsidRPr="00396830">
        <w:t>2 She reminded me to take the rubbish out.</w:t>
      </w:r>
      <w:r w:rsidRPr="00396830">
        <w:tab/>
      </w:r>
      <w:r w:rsidRPr="00396830">
        <w:tab/>
      </w:r>
      <w:r w:rsidRPr="00396830">
        <w:tab/>
      </w:r>
    </w:p>
    <w:p w:rsidR="009F3149" w:rsidRPr="00396830" w:rsidRDefault="009F3149" w:rsidP="009E7EA1">
      <w:pPr>
        <w:pStyle w:val="NumberedList"/>
        <w:rPr>
          <w:color w:val="FF0000"/>
        </w:rPr>
      </w:pPr>
      <w:r w:rsidRPr="00396830">
        <w:t>3 He’s always the first person to arrive in the morning.</w:t>
      </w:r>
      <w:r w:rsidRPr="00396830">
        <w:tab/>
      </w:r>
      <w:r w:rsidRPr="00396830">
        <w:tab/>
      </w:r>
    </w:p>
    <w:p w:rsidR="009F3149" w:rsidRPr="00396830" w:rsidRDefault="009F3149" w:rsidP="009E7EA1">
      <w:pPr>
        <w:pStyle w:val="NumberedList"/>
        <w:rPr>
          <w:color w:val="FF0000"/>
        </w:rPr>
      </w:pPr>
      <w:r w:rsidRPr="00396830">
        <w:t>4 I was forced to ask for help.</w:t>
      </w:r>
      <w:r w:rsidRPr="00396830">
        <w:tab/>
      </w:r>
      <w:r w:rsidRPr="00396830">
        <w:tab/>
      </w:r>
      <w:r w:rsidRPr="00396830">
        <w:tab/>
      </w:r>
      <w:r w:rsidRPr="00396830">
        <w:tab/>
      </w:r>
      <w:r w:rsidRPr="00396830">
        <w:tab/>
      </w:r>
    </w:p>
    <w:p w:rsidR="00B62729" w:rsidRPr="00396830" w:rsidRDefault="009F3149" w:rsidP="009E7EA1">
      <w:pPr>
        <w:pStyle w:val="NumberedList"/>
      </w:pPr>
      <w:r w:rsidRPr="00396830">
        <w:t>5 It’s too hot to go outside.</w:t>
      </w:r>
    </w:p>
    <w:p w:rsidR="009F3149" w:rsidRPr="00396830" w:rsidRDefault="00B62729" w:rsidP="009E7EA1">
      <w:pPr>
        <w:pStyle w:val="NumberedList"/>
      </w:pPr>
      <w:r w:rsidRPr="00396830">
        <w:t>6 We begged her to open the door.</w:t>
      </w:r>
    </w:p>
    <w:p w:rsidR="00DA0820" w:rsidRPr="009E7EA1" w:rsidRDefault="00DA0820" w:rsidP="009E7EA1">
      <w:pPr>
        <w:pStyle w:val="Heading2"/>
      </w:pPr>
      <w:r w:rsidRPr="009E7EA1">
        <w:lastRenderedPageBreak/>
        <w:t>4.2 page 21, exercises 1 and 2</w:t>
      </w:r>
    </w:p>
    <w:p w:rsidR="00DA0820" w:rsidRPr="009E7EA1" w:rsidRDefault="009F3149" w:rsidP="009E7EA1">
      <w:pPr>
        <w:pStyle w:val="Characters"/>
      </w:pPr>
      <w:r w:rsidRPr="009E7EA1">
        <w:t>E</w:t>
      </w:r>
      <w:r w:rsidR="00DA0820" w:rsidRPr="009E7EA1">
        <w:t xml:space="preserve"> = </w:t>
      </w:r>
      <w:r w:rsidRPr="009E7EA1">
        <w:t>Ed</w:t>
      </w:r>
      <w:r w:rsidR="00DA0820" w:rsidRPr="009E7EA1">
        <w:t xml:space="preserve">, </w:t>
      </w:r>
      <w:r w:rsidRPr="009E7EA1">
        <w:t>S</w:t>
      </w:r>
      <w:r w:rsidR="00DA0820" w:rsidRPr="009E7EA1">
        <w:t xml:space="preserve"> = </w:t>
      </w:r>
      <w:r w:rsidRPr="009E7EA1">
        <w:t>Saskia</w:t>
      </w:r>
    </w:p>
    <w:p w:rsidR="009F3149" w:rsidRPr="00396830" w:rsidRDefault="009F3149" w:rsidP="00143776">
      <w:pPr>
        <w:spacing w:line="276" w:lineRule="auto"/>
        <w:jc w:val="both"/>
        <w:rPr>
          <w:rFonts w:ascii="Calibri" w:eastAsia="Calibri" w:hAnsi="Calibri" w:cs="FrutigerLTStd-Bold"/>
          <w:b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E: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Hey, you’ll never guess what my little sister did yesterday.</w:t>
      </w:r>
    </w:p>
    <w:p w:rsidR="009F3149" w:rsidRPr="00396830" w:rsidRDefault="009F3149" w:rsidP="00143776">
      <w:pPr>
        <w:spacing w:line="276" w:lineRule="auto"/>
        <w:jc w:val="both"/>
        <w:rPr>
          <w:rFonts w:ascii="Calibri" w:eastAsia="Calibri" w:hAnsi="Calibri" w:cs="FrutigerLTStd-Bold"/>
          <w:b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No, what?</w:t>
      </w:r>
    </w:p>
    <w:p w:rsidR="009F3149" w:rsidRPr="00396830" w:rsidRDefault="009F3149" w:rsidP="00143776">
      <w:pPr>
        <w:spacing w:line="276" w:lineRule="auto"/>
        <w:jc w:val="both"/>
        <w:rPr>
          <w:rFonts w:ascii="Calibri" w:eastAsia="Calibri" w:hAnsi="Calibri" w:cs="FrutigerLTStd-Bold"/>
          <w:b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E: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Well, she’d been banned from going out because of something she did last week. </w:t>
      </w:r>
    </w:p>
    <w:p w:rsidR="009F3149" w:rsidRPr="00396830" w:rsidRDefault="009F3149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Oh, poor Abby!</w:t>
      </w:r>
    </w:p>
    <w:p w:rsidR="009F3149" w:rsidRPr="00396830" w:rsidRDefault="009F314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E: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No, </w:t>
      </w:r>
      <w:r w:rsidRPr="00396830">
        <w:rPr>
          <w:rFonts w:ascii="Calibri" w:eastAsia="Calibri" w:hAnsi="Calibri" w:cs="FrutigerLTStd-Bold"/>
          <w:bCs/>
          <w:i/>
          <w:color w:val="auto"/>
          <w:sz w:val="24"/>
          <w:szCs w:val="24"/>
        </w:rPr>
        <w:t>not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poor Abby – she’s an absolute nightmare! Anyway, she was desperate to go </w:t>
      </w:r>
    </w:p>
    <w:p w:rsidR="009F3149" w:rsidRPr="00396830" w:rsidRDefault="009F314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to her friend’s 16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  <w:vertAlign w:val="superscript"/>
        </w:rPr>
        <w:t>th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birthday party last night so she decided that she’d have to take a </w:t>
      </w:r>
    </w:p>
    <w:p w:rsidR="009F3149" w:rsidRPr="00396830" w:rsidRDefault="009F314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chance and climb out of her bedroom window. She knew our parents are so suspicious </w:t>
      </w:r>
    </w:p>
    <w:p w:rsidR="009F3149" w:rsidRPr="00396830" w:rsidRDefault="009F314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that they’d be bound to check up on her, so she stuffed pillows under her bedclothes, </w:t>
      </w:r>
    </w:p>
    <w:p w:rsidR="009F3149" w:rsidRPr="00396830" w:rsidRDefault="009F314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and, to make it look more realistic, she cut off a piece of her long hair and arranged it </w:t>
      </w:r>
    </w:p>
    <w:p w:rsidR="009F3149" w:rsidRPr="00396830" w:rsidRDefault="009F3149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so that it was poking out from under the top of her duvet.</w:t>
      </w:r>
    </w:p>
    <w:p w:rsidR="009F3149" w:rsidRPr="00396830" w:rsidRDefault="009F3149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That’s brilliant!</w:t>
      </w:r>
    </w:p>
    <w:p w:rsidR="009F3149" w:rsidRPr="00396830" w:rsidRDefault="009F314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E: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Well, it would have been brilliant if we didn’t have a dog. The first thing I knew </w:t>
      </w:r>
    </w:p>
    <w:p w:rsidR="009F3149" w:rsidRPr="00396830" w:rsidRDefault="009F314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about it was when I heard my mum scream and the dog ran out of Abby’s room with a </w:t>
      </w:r>
    </w:p>
    <w:p w:rsidR="009F3149" w:rsidRPr="00396830" w:rsidRDefault="009F3149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mouth full of hair!</w:t>
      </w:r>
    </w:p>
    <w:p w:rsidR="009F3149" w:rsidRPr="00396830" w:rsidRDefault="009F3149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That’s hilarious!</w:t>
      </w:r>
    </w:p>
    <w:p w:rsidR="009F3149" w:rsidRPr="00396830" w:rsidRDefault="009F314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E: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I know! It made my day! And, as a result, she’s in even more trouble than she was </w:t>
      </w:r>
    </w:p>
    <w:p w:rsidR="009F3149" w:rsidRPr="00396830" w:rsidRDefault="009F314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before! My mum took it particularly badly, because she got such a fright when the hair </w:t>
      </w:r>
    </w:p>
    <w:p w:rsidR="009F3149" w:rsidRPr="00396830" w:rsidRDefault="009F3149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came away from the bed.</w:t>
      </w:r>
    </w:p>
    <w:p w:rsidR="009F3149" w:rsidRPr="00396830" w:rsidRDefault="009F314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Gosh, yes, I can imagine that must have been a shock. </w:t>
      </w:r>
      <w:proofErr w:type="spellStart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Abby’ll</w:t>
      </w:r>
      <w:proofErr w:type="spellEnd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have to find </w:t>
      </w:r>
    </w:p>
    <w:p w:rsidR="009F3149" w:rsidRPr="00396830" w:rsidRDefault="009F3149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something she can do to make it up to her. </w:t>
      </w:r>
    </w:p>
    <w:p w:rsidR="009F3149" w:rsidRPr="00396830" w:rsidRDefault="009F314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E: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Yeah, that’s true, and, to be honest, I think Mum’s making the most of it – she’s </w:t>
      </w:r>
    </w:p>
    <w:p w:rsidR="009F3149" w:rsidRPr="00396830" w:rsidRDefault="009F3149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already drawing up lists of chores like ironing and vacuuming and washing the car.</w:t>
      </w:r>
    </w:p>
    <w:p w:rsidR="009F3149" w:rsidRPr="00396830" w:rsidRDefault="009F314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Aww, I can’t help feeling a bit sorry for Abby. What had she done to be punished </w:t>
      </w:r>
      <w:proofErr w:type="gramStart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in</w:t>
      </w:r>
      <w:proofErr w:type="gramEnd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</w:t>
      </w:r>
    </w:p>
    <w:p w:rsidR="009F3149" w:rsidRPr="00396830" w:rsidRDefault="009F3149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the first place, anyway?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ab/>
      </w:r>
    </w:p>
    <w:p w:rsidR="009F3149" w:rsidRPr="00396830" w:rsidRDefault="009F3149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E: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She’d broken an antique vase that belonged to Dad’s grandmother.</w:t>
      </w:r>
    </w:p>
    <w:p w:rsidR="009F3149" w:rsidRPr="00396830" w:rsidRDefault="009F3149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Presumably by accident?</w:t>
      </w:r>
    </w:p>
    <w:p w:rsidR="009F3149" w:rsidRPr="00396830" w:rsidRDefault="009F314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E: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Yes, and I think they’d have been sympathetic if she hadn’t lied about it. But she </w:t>
      </w:r>
    </w:p>
    <w:p w:rsidR="009F3149" w:rsidRPr="00396830" w:rsidRDefault="009F314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denied having anything to do with it, even though it was obvious that it was her. And </w:t>
      </w:r>
    </w:p>
    <w:p w:rsidR="009F3149" w:rsidRPr="00396830" w:rsidRDefault="009F314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then Dad found the pieces in her wardrobe. Consequently, he was even angrier than </w:t>
      </w:r>
    </w:p>
    <w:p w:rsidR="009F3149" w:rsidRPr="00396830" w:rsidRDefault="009F3149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he would have been if she’d told the truth.</w:t>
      </w:r>
    </w:p>
    <w:p w:rsidR="009F3149" w:rsidRPr="00396830" w:rsidRDefault="009F3149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Oh dear, she’d better not be thinking of a career as a criminal!</w:t>
      </w:r>
    </w:p>
    <w:p w:rsidR="009F3149" w:rsidRPr="00396830" w:rsidRDefault="009F3149" w:rsidP="0065687B">
      <w:pPr>
        <w:spacing w:after="0"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lastRenderedPageBreak/>
        <w:t>E: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Definitely not!</w:t>
      </w:r>
    </w:p>
    <w:p w:rsidR="00DA0820" w:rsidRPr="009E7EA1" w:rsidRDefault="00DA0820" w:rsidP="009E7EA1">
      <w:pPr>
        <w:pStyle w:val="Heading2"/>
      </w:pPr>
      <w:r w:rsidRPr="009E7EA1">
        <w:t xml:space="preserve">4.3 page 21, exercise </w:t>
      </w:r>
      <w:r w:rsidR="00EE7B5F" w:rsidRPr="009E7EA1">
        <w:t>4</w:t>
      </w:r>
    </w:p>
    <w:p w:rsidR="00D005A3" w:rsidRPr="00396830" w:rsidRDefault="00D005A3" w:rsidP="009E7EA1">
      <w:pPr>
        <w:pStyle w:val="NumberedList"/>
      </w:pPr>
      <w:r w:rsidRPr="00396830">
        <w:t>1 Abby wasn’t allowed to go out.</w:t>
      </w:r>
    </w:p>
    <w:p w:rsidR="00D005A3" w:rsidRPr="00396830" w:rsidRDefault="00D005A3" w:rsidP="009E7EA1">
      <w:pPr>
        <w:pStyle w:val="NumberedList"/>
      </w:pPr>
      <w:r w:rsidRPr="00396830">
        <w:t>2 Abby wanted to go out to the party.</w:t>
      </w:r>
    </w:p>
    <w:p w:rsidR="00D005A3" w:rsidRPr="00396830" w:rsidRDefault="00D005A3" w:rsidP="009E7EA1">
      <w:pPr>
        <w:pStyle w:val="NumberedList"/>
      </w:pPr>
      <w:r w:rsidRPr="00396830">
        <w:t>3 The dog ran out of Abby’s room.</w:t>
      </w:r>
    </w:p>
    <w:p w:rsidR="00D005A3" w:rsidRPr="00396830" w:rsidRDefault="00D005A3" w:rsidP="009E7EA1">
      <w:pPr>
        <w:pStyle w:val="NumberedList"/>
      </w:pPr>
      <w:r w:rsidRPr="00396830">
        <w:t>4 Ed heard his mother’s scream.</w:t>
      </w:r>
    </w:p>
    <w:p w:rsidR="00D005A3" w:rsidRPr="00396830" w:rsidRDefault="00D005A3" w:rsidP="009E7EA1">
      <w:pPr>
        <w:pStyle w:val="NumberedList"/>
      </w:pPr>
      <w:r w:rsidRPr="00396830">
        <w:t xml:space="preserve">5 Mum wants Abby to do some jobs around the house. </w:t>
      </w:r>
    </w:p>
    <w:p w:rsidR="00D005A3" w:rsidRPr="00396830" w:rsidRDefault="00D005A3" w:rsidP="009E7EA1">
      <w:pPr>
        <w:pStyle w:val="NumberedList"/>
      </w:pPr>
      <w:r w:rsidRPr="00396830">
        <w:t>6 She broke the vase by accident.</w:t>
      </w:r>
    </w:p>
    <w:p w:rsidR="00D005A3" w:rsidRPr="00396830" w:rsidRDefault="00D005A3" w:rsidP="009E7EA1">
      <w:pPr>
        <w:pStyle w:val="NumberedList"/>
      </w:pPr>
      <w:r w:rsidRPr="00396830">
        <w:t>7 Dad discovered the pieces of vase.</w:t>
      </w:r>
    </w:p>
    <w:p w:rsidR="00D005A3" w:rsidRPr="00396830" w:rsidRDefault="00D005A3" w:rsidP="009E7EA1">
      <w:pPr>
        <w:pStyle w:val="NumberedList"/>
      </w:pPr>
      <w:r w:rsidRPr="00396830">
        <w:t>8 They knew it was Abby who’d broken the antique vase.</w:t>
      </w:r>
    </w:p>
    <w:p w:rsidR="00DA0820" w:rsidRPr="009E7EA1" w:rsidRDefault="00DA0820" w:rsidP="009E7EA1">
      <w:pPr>
        <w:pStyle w:val="Heading2"/>
      </w:pPr>
      <w:r w:rsidRPr="009E7EA1">
        <w:t xml:space="preserve">4.4 page 22, exercise </w:t>
      </w:r>
      <w:r w:rsidR="008859C4" w:rsidRPr="009E7EA1">
        <w:t>5</w:t>
      </w:r>
    </w:p>
    <w:p w:rsidR="008859C4" w:rsidRPr="00396830" w:rsidRDefault="008859C4" w:rsidP="009E7EA1">
      <w:pPr>
        <w:pStyle w:val="NumberedList"/>
      </w:pPr>
      <w:r w:rsidRPr="00396830">
        <w:t>1 Unfortunately, I think your dog does have something wrong with his heart.</w:t>
      </w:r>
    </w:p>
    <w:p w:rsidR="008859C4" w:rsidRPr="00396830" w:rsidRDefault="008859C4" w:rsidP="009E7EA1">
      <w:pPr>
        <w:pStyle w:val="NumberedList"/>
      </w:pPr>
      <w:r w:rsidRPr="00396830">
        <w:t>2 I know it wasn’t your intention, but that joke did upset me.</w:t>
      </w:r>
    </w:p>
    <w:p w:rsidR="008859C4" w:rsidRPr="00396830" w:rsidRDefault="008859C4" w:rsidP="009E7EA1">
      <w:pPr>
        <w:pStyle w:val="NumberedList"/>
      </w:pPr>
      <w:r w:rsidRPr="00396830">
        <w:t>3 Do sit down and have a cup of coffee!</w:t>
      </w:r>
    </w:p>
    <w:p w:rsidR="008859C4" w:rsidRPr="00396830" w:rsidRDefault="008859C4" w:rsidP="009E7EA1">
      <w:pPr>
        <w:pStyle w:val="NumberedList"/>
      </w:pPr>
      <w:r w:rsidRPr="00396830">
        <w:t>4 Although she denies it, Hannah did cheat in her exam.</w:t>
      </w:r>
    </w:p>
    <w:p w:rsidR="008859C4" w:rsidRPr="00396830" w:rsidRDefault="008859C4" w:rsidP="009E7EA1">
      <w:pPr>
        <w:pStyle w:val="NumberedList"/>
      </w:pPr>
      <w:r w:rsidRPr="00396830">
        <w:t>5 It’s true that our computer system does have some problems.</w:t>
      </w:r>
    </w:p>
    <w:p w:rsidR="00DA0820" w:rsidRPr="009E7EA1" w:rsidRDefault="00DA0820" w:rsidP="009E7EA1">
      <w:pPr>
        <w:pStyle w:val="Heading2"/>
      </w:pPr>
      <w:r w:rsidRPr="009E7EA1">
        <w:t>4.5 page 24, exercises 1 and 2</w:t>
      </w:r>
    </w:p>
    <w:p w:rsidR="00DA0820" w:rsidRPr="00396830" w:rsidRDefault="00DA0820" w:rsidP="0065687B">
      <w:pPr>
        <w:pStyle w:val="Characters"/>
        <w:spacing w:after="0"/>
        <w:jc w:val="both"/>
      </w:pPr>
      <w:r w:rsidRPr="00396830">
        <w:t>S = Sam, T = Tom</w:t>
      </w:r>
    </w:p>
    <w:p w:rsidR="00FE576A" w:rsidRPr="00396830" w:rsidRDefault="00FE576A" w:rsidP="0065687B">
      <w:pPr>
        <w:pStyle w:val="Characters"/>
        <w:spacing w:after="0"/>
        <w:jc w:val="both"/>
      </w:pPr>
    </w:p>
    <w:p w:rsidR="008859C4" w:rsidRPr="00396830" w:rsidRDefault="008859C4" w:rsidP="00143776">
      <w:pPr>
        <w:spacing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bookmarkStart w:id="17" w:name="_Hlk499823220"/>
      <w:bookmarkEnd w:id="15"/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>S: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 So, Tom, obviously we’re both extremely talented broadcasters.</w:t>
      </w:r>
    </w:p>
    <w:p w:rsidR="008859C4" w:rsidRPr="00396830" w:rsidRDefault="008859C4" w:rsidP="00143776">
      <w:pPr>
        <w:spacing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>T: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 Obviously. The very best. And modest, too.</w:t>
      </w:r>
    </w:p>
    <w:p w:rsidR="008859C4" w:rsidRPr="00396830" w:rsidRDefault="008859C4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But the thing is, we’re lucky because we’ve managed to find a job that really suits </w:t>
      </w:r>
    </w:p>
    <w:p w:rsidR="008859C4" w:rsidRPr="00396830" w:rsidRDefault="008859C4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our skills. And let’s face it, being able to chatter on for hours on end isn’t exactly rocket </w:t>
      </w:r>
    </w:p>
    <w:p w:rsidR="008859C4" w:rsidRPr="00396830" w:rsidRDefault="008859C4" w:rsidP="00143776">
      <w:pPr>
        <w:spacing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science or brain surgery, is it? </w:t>
      </w:r>
    </w:p>
    <w:p w:rsidR="008859C4" w:rsidRPr="00396830" w:rsidRDefault="008859C4" w:rsidP="00143776">
      <w:pPr>
        <w:spacing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 xml:space="preserve">T: 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>No, you’re right. It’s nothing much to be proud of.</w:t>
      </w:r>
    </w:p>
    <w:p w:rsidR="008859C4" w:rsidRPr="00396830" w:rsidRDefault="008859C4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But, at the same time, not everyone could do it. Do you remember when we </w:t>
      </w:r>
    </w:p>
    <w:p w:rsidR="008859C4" w:rsidRPr="00396830" w:rsidRDefault="008859C4" w:rsidP="00143776">
      <w:pPr>
        <w:spacing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>persuaded that comedian to take part in one of our podcasts?</w:t>
      </w:r>
    </w:p>
    <w:p w:rsidR="008859C4" w:rsidRPr="00396830" w:rsidRDefault="008859C4" w:rsidP="00143776">
      <w:pPr>
        <w:spacing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 xml:space="preserve">T: 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>Oh, don’t remind me. That really fell flat.</w:t>
      </w:r>
    </w:p>
    <w:p w:rsidR="008859C4" w:rsidRPr="00396830" w:rsidRDefault="008859C4" w:rsidP="00143776">
      <w:pPr>
        <w:spacing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Yes, the comments from listeners were terrible, and yet we would never have predicted it. </w:t>
      </w:r>
    </w:p>
    <w:p w:rsidR="008859C4" w:rsidRPr="00396830" w:rsidRDefault="008859C4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 xml:space="preserve">T: 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No. When we saw him on stage, he was so creative and witty and able to come up </w:t>
      </w:r>
    </w:p>
    <w:p w:rsidR="008859C4" w:rsidRPr="00396830" w:rsidRDefault="008859C4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with hilarious jokes, but on our programme his type of humour went down like a lead </w:t>
      </w:r>
    </w:p>
    <w:p w:rsidR="008859C4" w:rsidRPr="00396830" w:rsidRDefault="008859C4" w:rsidP="00143776">
      <w:pPr>
        <w:spacing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balloon. </w:t>
      </w:r>
    </w:p>
    <w:p w:rsidR="008859C4" w:rsidRPr="00396830" w:rsidRDefault="008859C4" w:rsidP="00143776">
      <w:pPr>
        <w:spacing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lastRenderedPageBreak/>
        <w:t xml:space="preserve">S: 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It’s horrible when you mess something up like that. </w:t>
      </w:r>
    </w:p>
    <w:p w:rsidR="008859C4" w:rsidRPr="00396830" w:rsidRDefault="008859C4" w:rsidP="00143776">
      <w:pPr>
        <w:spacing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 xml:space="preserve">T: 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>Definitely. Have you ever done a job you were awful at?</w:t>
      </w:r>
    </w:p>
    <w:p w:rsidR="008859C4" w:rsidRPr="00396830" w:rsidRDefault="008859C4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Oh, so many! But the worst has to be a summer job, organizing activities for </w:t>
      </w:r>
    </w:p>
    <w:p w:rsidR="008859C4" w:rsidRPr="00396830" w:rsidRDefault="008859C4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primary-age kids. No sooner had I arrived than I knew it was going to be a nightmare. I </w:t>
      </w:r>
    </w:p>
    <w:p w:rsidR="008859C4" w:rsidRPr="00396830" w:rsidRDefault="008859C4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was supposed to be doing art projects, but none of them were interested. They just </w:t>
      </w:r>
    </w:p>
    <w:p w:rsidR="008859C4" w:rsidRPr="00396830" w:rsidRDefault="008859C4" w:rsidP="00143776">
      <w:pPr>
        <w:spacing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>wanted to paint each other, and after a while I let them get on with it.</w:t>
      </w:r>
    </w:p>
    <w:p w:rsidR="008859C4" w:rsidRPr="00396830" w:rsidRDefault="008859C4" w:rsidP="00143776">
      <w:pPr>
        <w:spacing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 xml:space="preserve">T: 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>Didn’t you have a supervisor?</w:t>
      </w:r>
    </w:p>
    <w:p w:rsidR="008859C4" w:rsidRPr="00396830" w:rsidRDefault="008859C4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Yes, but she was almost as useless as me, so she turned a blind eye to most of the </w:t>
      </w:r>
    </w:p>
    <w:p w:rsidR="008859C4" w:rsidRPr="00396830" w:rsidRDefault="008859C4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chaos. It was bad, though, and the parents started complaining because the kids’ </w:t>
      </w:r>
    </w:p>
    <w:p w:rsidR="008859C4" w:rsidRPr="00396830" w:rsidRDefault="008859C4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clothes were getting ruined by paint! And to be honest, it did knock my confidence </w:t>
      </w:r>
    </w:p>
    <w:p w:rsidR="008859C4" w:rsidRPr="00396830" w:rsidRDefault="008859C4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because I’d thought it would be a piece of cake, and I started thinking, ‘If I can’t even </w:t>
      </w:r>
    </w:p>
    <w:p w:rsidR="008859C4" w:rsidRPr="00396830" w:rsidRDefault="008859C4" w:rsidP="00143776">
      <w:pPr>
        <w:spacing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do </w:t>
      </w:r>
      <w:r w:rsidRPr="00396830">
        <w:rPr>
          <w:rFonts w:ascii="Calibri" w:eastAsia="Calibri" w:hAnsi="Calibri" w:cs="Times New Roman"/>
          <w:i/>
          <w:color w:val="auto"/>
          <w:sz w:val="24"/>
          <w:szCs w:val="24"/>
        </w:rPr>
        <w:t>this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, what </w:t>
      </w:r>
      <w:r w:rsidRPr="00396830">
        <w:rPr>
          <w:rFonts w:ascii="Calibri" w:eastAsia="Calibri" w:hAnsi="Calibri" w:cs="Times New Roman"/>
          <w:i/>
          <w:color w:val="auto"/>
          <w:sz w:val="24"/>
          <w:szCs w:val="24"/>
        </w:rPr>
        <w:t xml:space="preserve">will 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>I be able to do?’</w:t>
      </w:r>
    </w:p>
    <w:p w:rsidR="008859C4" w:rsidRPr="00396830" w:rsidRDefault="008859C4" w:rsidP="00143776">
      <w:pPr>
        <w:spacing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 xml:space="preserve">T: 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>Ah well, that’s a long way in the past now!</w:t>
      </w:r>
    </w:p>
    <w:p w:rsidR="008859C4" w:rsidRPr="00396830" w:rsidRDefault="008859C4" w:rsidP="00143776">
      <w:pPr>
        <w:spacing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>S: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 So, what about you? Surely Mr Perfect has never failed at anything?</w:t>
      </w:r>
    </w:p>
    <w:p w:rsidR="008859C4" w:rsidRPr="00396830" w:rsidRDefault="008859C4" w:rsidP="00143776">
      <w:pPr>
        <w:spacing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 xml:space="preserve">T: 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>Obviously, I’ve never told you about my two months as a trainee firefighter.</w:t>
      </w:r>
    </w:p>
    <w:p w:rsidR="008859C4" w:rsidRPr="00396830" w:rsidRDefault="008859C4" w:rsidP="00143776">
      <w:pPr>
        <w:spacing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>S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>: What?</w:t>
      </w:r>
    </w:p>
    <w:p w:rsidR="008859C4" w:rsidRPr="00396830" w:rsidRDefault="008859C4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 xml:space="preserve">T: 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Yes, I’ve tried to bury the memory very deep! Not only was I sick in the fire engine – </w:t>
      </w:r>
    </w:p>
    <w:p w:rsidR="008859C4" w:rsidRPr="00396830" w:rsidRDefault="008859C4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twice – but I actually managed to set fire to a frying pan in the kitchen of the fire </w:t>
      </w:r>
    </w:p>
    <w:p w:rsidR="008859C4" w:rsidRPr="00396830" w:rsidRDefault="008859C4" w:rsidP="0065687B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>station, and one of the more experienced fire fighters had to put it out.</w:t>
      </w:r>
    </w:p>
    <w:p w:rsidR="008859C4" w:rsidRPr="00396830" w:rsidRDefault="008859C4" w:rsidP="00143776">
      <w:pPr>
        <w:spacing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>No!</w:t>
      </w:r>
    </w:p>
    <w:p w:rsidR="008859C4" w:rsidRPr="00396830" w:rsidRDefault="008859C4" w:rsidP="00143776">
      <w:pPr>
        <w:spacing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 xml:space="preserve">T: 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>I’m afraid so. After that, I decided it was time to call it a day.</w:t>
      </w:r>
    </w:p>
    <w:p w:rsidR="008859C4" w:rsidRPr="00396830" w:rsidRDefault="008859C4" w:rsidP="0065687B">
      <w:pPr>
        <w:spacing w:after="0"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>Ah well, the fire service’s loss was our gain.</w:t>
      </w:r>
    </w:p>
    <w:p w:rsidR="008859C4" w:rsidRPr="00396830" w:rsidRDefault="008859C4" w:rsidP="0065687B">
      <w:pPr>
        <w:pStyle w:val="Heading1"/>
        <w:spacing w:after="0"/>
        <w:jc w:val="both"/>
      </w:pPr>
      <w:bookmarkStart w:id="18" w:name="_Hlk3801529"/>
      <w:bookmarkEnd w:id="16"/>
      <w:r w:rsidRPr="00396830">
        <w:t>Unit 5</w:t>
      </w:r>
    </w:p>
    <w:p w:rsidR="00DA0820" w:rsidRPr="00396830" w:rsidRDefault="00DA0820" w:rsidP="009E7EA1">
      <w:pPr>
        <w:pStyle w:val="Heading2"/>
      </w:pPr>
      <w:r w:rsidRPr="00396830">
        <w:t>5.1 page 26, exercise 5</w:t>
      </w:r>
    </w:p>
    <w:p w:rsidR="00F739A7" w:rsidRPr="00396830" w:rsidRDefault="00F739A7" w:rsidP="009E7EA1">
      <w:pPr>
        <w:pStyle w:val="NumberedList"/>
      </w:pPr>
      <w:r w:rsidRPr="00396830">
        <w:t>1 We’d been hoping to hire a car, but we couldn’t afford to.</w:t>
      </w:r>
    </w:p>
    <w:p w:rsidR="00F739A7" w:rsidRPr="00396830" w:rsidRDefault="00F739A7" w:rsidP="009E7EA1">
      <w:pPr>
        <w:pStyle w:val="NumberedList"/>
      </w:pPr>
      <w:r w:rsidRPr="00396830">
        <w:t>2 I wanted to go inside the building, but I wasn’t allowed to.</w:t>
      </w:r>
    </w:p>
    <w:p w:rsidR="00F739A7" w:rsidRPr="00396830" w:rsidRDefault="00F739A7" w:rsidP="009E7EA1">
      <w:pPr>
        <w:pStyle w:val="NumberedList"/>
      </w:pPr>
      <w:r w:rsidRPr="00396830">
        <w:t>3 It’s best not to take any medication unless you really have to.</w:t>
      </w:r>
    </w:p>
    <w:p w:rsidR="00F739A7" w:rsidRPr="00396830" w:rsidRDefault="00F739A7" w:rsidP="009E7EA1">
      <w:pPr>
        <w:pStyle w:val="NumberedList"/>
      </w:pPr>
      <w:r w:rsidRPr="00396830">
        <w:t>4 I have to do this ironing, even though I don’t want to.</w:t>
      </w:r>
    </w:p>
    <w:p w:rsidR="00F739A7" w:rsidRPr="00396830" w:rsidRDefault="00F739A7" w:rsidP="009E7EA1">
      <w:pPr>
        <w:pStyle w:val="NumberedList"/>
      </w:pPr>
      <w:r w:rsidRPr="00396830">
        <w:t>5 I had enough money to get a taxi, but I decided not to.</w:t>
      </w:r>
    </w:p>
    <w:p w:rsidR="00DA0820" w:rsidRPr="009E7EA1" w:rsidRDefault="00DA0820" w:rsidP="009E7EA1">
      <w:pPr>
        <w:pStyle w:val="Heading2"/>
      </w:pPr>
      <w:r w:rsidRPr="009E7EA1">
        <w:lastRenderedPageBreak/>
        <w:t>5.2 page 28, exercise 5</w:t>
      </w:r>
    </w:p>
    <w:p w:rsidR="00F739A7" w:rsidRPr="00396830" w:rsidRDefault="00F739A7" w:rsidP="009E7EA1">
      <w:pPr>
        <w:pStyle w:val="NumberedList"/>
      </w:pPr>
      <w:r w:rsidRPr="00396830">
        <w:t>1 Natalie can stay in the guest room.</w:t>
      </w:r>
    </w:p>
    <w:p w:rsidR="00F739A7" w:rsidRPr="00396830" w:rsidRDefault="00F739A7" w:rsidP="009E7EA1">
      <w:pPr>
        <w:pStyle w:val="NumberedList"/>
      </w:pPr>
      <w:r w:rsidRPr="00396830">
        <w:t>2 My mouse mat has a picture of an elephant on it.</w:t>
      </w:r>
    </w:p>
    <w:p w:rsidR="00F739A7" w:rsidRPr="00396830" w:rsidRDefault="00F739A7" w:rsidP="009E7EA1">
      <w:pPr>
        <w:pStyle w:val="NumberedList"/>
      </w:pPr>
      <w:r w:rsidRPr="00396830">
        <w:t>3 I had to go to the eye hospital.</w:t>
      </w:r>
    </w:p>
    <w:p w:rsidR="00F739A7" w:rsidRPr="00396830" w:rsidRDefault="00F739A7" w:rsidP="009E7EA1">
      <w:pPr>
        <w:pStyle w:val="NumberedList"/>
      </w:pPr>
      <w:r w:rsidRPr="00396830">
        <w:t>4 Don’t forget to put on plenty of sun cream.</w:t>
      </w:r>
    </w:p>
    <w:p w:rsidR="00F739A7" w:rsidRPr="00396830" w:rsidRDefault="00F739A7" w:rsidP="009E7EA1">
      <w:pPr>
        <w:pStyle w:val="NumberedList"/>
      </w:pPr>
      <w:r w:rsidRPr="00396830">
        <w:t>5 They have a guard dog to protect their house.</w:t>
      </w:r>
    </w:p>
    <w:p w:rsidR="00DA0820" w:rsidRPr="00396830" w:rsidRDefault="00F739A7" w:rsidP="009E7EA1">
      <w:pPr>
        <w:pStyle w:val="NumberedList"/>
      </w:pPr>
      <w:r w:rsidRPr="00396830">
        <w:t>6 I never use my phone at the dinner table.</w:t>
      </w:r>
    </w:p>
    <w:p w:rsidR="00DA0820" w:rsidRPr="009E7EA1" w:rsidRDefault="00DA0820" w:rsidP="009E7EA1">
      <w:pPr>
        <w:pStyle w:val="Heading2"/>
      </w:pPr>
      <w:r w:rsidRPr="009E7EA1">
        <w:t>5.3 page 29, exercises 1 and 3</w:t>
      </w:r>
    </w:p>
    <w:p w:rsidR="00DA0820" w:rsidRPr="009E7EA1" w:rsidRDefault="00F739A7" w:rsidP="009E7EA1">
      <w:pPr>
        <w:pStyle w:val="Characters"/>
      </w:pPr>
      <w:r w:rsidRPr="009E7EA1">
        <w:t>F</w:t>
      </w:r>
      <w:r w:rsidR="00DA0820" w:rsidRPr="009E7EA1">
        <w:t xml:space="preserve"> = </w:t>
      </w:r>
      <w:r w:rsidRPr="009E7EA1">
        <w:t>Faye</w:t>
      </w:r>
      <w:r w:rsidR="00DA0820" w:rsidRPr="009E7EA1">
        <w:t xml:space="preserve">, </w:t>
      </w:r>
      <w:r w:rsidRPr="009E7EA1">
        <w:t>C</w:t>
      </w:r>
      <w:r w:rsidR="00DA0820" w:rsidRPr="009E7EA1">
        <w:t xml:space="preserve"> = </w:t>
      </w:r>
      <w:r w:rsidRPr="009E7EA1">
        <w:t>Charlie</w:t>
      </w:r>
    </w:p>
    <w:p w:rsidR="00F739A7" w:rsidRPr="00396830" w:rsidRDefault="00F739A7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F: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You look a bit stressed, Charlie.</w:t>
      </w:r>
    </w:p>
    <w:p w:rsidR="00F739A7" w:rsidRPr="00396830" w:rsidRDefault="00F739A7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C: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Yes, I am. I volunteered to direct a musical for our drama club, and everything’s </w:t>
      </w:r>
    </w:p>
    <w:p w:rsidR="00F739A7" w:rsidRPr="00396830" w:rsidRDefault="00F739A7" w:rsidP="00143776">
      <w:pPr>
        <w:spacing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going wrong.</w:t>
      </w:r>
    </w:p>
    <w:p w:rsidR="00F739A7" w:rsidRPr="00396830" w:rsidRDefault="00F739A7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F: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Oh dear. I suppose there’s a lot to do?</w:t>
      </w:r>
    </w:p>
    <w:p w:rsidR="00F739A7" w:rsidRPr="00396830" w:rsidRDefault="00F739A7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C: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You can’t imagine! Apart from actually getting the singers to perform at a </w:t>
      </w:r>
    </w:p>
    <w:p w:rsidR="00F739A7" w:rsidRPr="00396830" w:rsidRDefault="00F739A7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reasonable standard, there’s the set, the lighting, the tickets … the list goes on and on. </w:t>
      </w:r>
    </w:p>
    <w:p w:rsidR="00F739A7" w:rsidRPr="00396830" w:rsidRDefault="00F739A7" w:rsidP="00143776">
      <w:pPr>
        <w:spacing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I wouldn’t be surprised if I end up forgetting something vital.</w:t>
      </w:r>
    </w:p>
    <w:p w:rsidR="00F739A7" w:rsidRPr="00396830" w:rsidRDefault="00F739A7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F: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Don’t you have anyone helping you?</w:t>
      </w:r>
    </w:p>
    <w:p w:rsidR="00F739A7" w:rsidRPr="0065687B" w:rsidRDefault="00F739A7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  <w:lang w:val="pt-BR"/>
        </w:rPr>
      </w:pPr>
      <w:r w:rsidRPr="0065687B">
        <w:rPr>
          <w:rFonts w:ascii="Calibri" w:eastAsia="Calibri" w:hAnsi="Calibri" w:cs="FrutigerLTStd-Bold"/>
          <w:b/>
          <w:bCs/>
          <w:color w:val="auto"/>
          <w:sz w:val="24"/>
          <w:szCs w:val="24"/>
          <w:lang w:val="pt-BR"/>
        </w:rPr>
        <w:t xml:space="preserve">C: </w:t>
      </w:r>
      <w:r w:rsidRPr="0065687B">
        <w:rPr>
          <w:rFonts w:ascii="Calibri" w:eastAsia="Calibri" w:hAnsi="Calibri" w:cs="FrutigerLTStd-Bold"/>
          <w:bCs/>
          <w:color w:val="auto"/>
          <w:sz w:val="24"/>
          <w:szCs w:val="24"/>
          <w:lang w:val="pt-BR"/>
        </w:rPr>
        <w:t xml:space="preserve">Barbara </w:t>
      </w:r>
      <w:proofErr w:type="spellStart"/>
      <w:r w:rsidRPr="0065687B">
        <w:rPr>
          <w:rFonts w:ascii="Calibri" w:eastAsia="Calibri" w:hAnsi="Calibri" w:cs="FrutigerLTStd-Bold"/>
          <w:bCs/>
          <w:color w:val="auto"/>
          <w:sz w:val="24"/>
          <w:szCs w:val="24"/>
          <w:lang w:val="pt-BR"/>
        </w:rPr>
        <w:t>Ratcliffe</w:t>
      </w:r>
      <w:proofErr w:type="spellEnd"/>
      <w:r w:rsidRPr="0065687B">
        <w:rPr>
          <w:rFonts w:ascii="Calibri" w:eastAsia="Calibri" w:hAnsi="Calibri" w:cs="FrutigerLTStd-Bold"/>
          <w:bCs/>
          <w:color w:val="auto"/>
          <w:sz w:val="24"/>
          <w:szCs w:val="24"/>
          <w:lang w:val="pt-BR"/>
        </w:rPr>
        <w:t>.</w:t>
      </w:r>
    </w:p>
    <w:p w:rsidR="00F739A7" w:rsidRPr="00396830" w:rsidRDefault="00F739A7" w:rsidP="00143776">
      <w:pPr>
        <w:spacing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65687B">
        <w:rPr>
          <w:rFonts w:ascii="Calibri" w:eastAsia="Calibri" w:hAnsi="Calibri" w:cs="FrutigerLTStd-Bold"/>
          <w:b/>
          <w:bCs/>
          <w:color w:val="auto"/>
          <w:sz w:val="24"/>
          <w:szCs w:val="24"/>
          <w:lang w:val="pt-BR"/>
        </w:rPr>
        <w:t xml:space="preserve">F: </w:t>
      </w:r>
      <w:r w:rsidRPr="0065687B">
        <w:rPr>
          <w:rFonts w:ascii="Calibri" w:eastAsia="Calibri" w:hAnsi="Calibri" w:cs="FrutigerLTStd-Bold"/>
          <w:bCs/>
          <w:color w:val="auto"/>
          <w:sz w:val="24"/>
          <w:szCs w:val="24"/>
          <w:lang w:val="pt-BR"/>
        </w:rPr>
        <w:t xml:space="preserve">Barbara </w:t>
      </w:r>
      <w:proofErr w:type="spellStart"/>
      <w:r w:rsidRPr="0065687B">
        <w:rPr>
          <w:rFonts w:ascii="Calibri" w:eastAsia="Calibri" w:hAnsi="Calibri" w:cs="FrutigerLTStd-Bold"/>
          <w:bCs/>
          <w:color w:val="auto"/>
          <w:sz w:val="24"/>
          <w:szCs w:val="24"/>
          <w:lang w:val="pt-BR"/>
        </w:rPr>
        <w:t>Ratcliffe</w:t>
      </w:r>
      <w:proofErr w:type="spellEnd"/>
      <w:r w:rsidRPr="0065687B">
        <w:rPr>
          <w:rFonts w:ascii="Calibri" w:eastAsia="Calibri" w:hAnsi="Calibri" w:cs="FrutigerLTStd-Bold"/>
          <w:bCs/>
          <w:color w:val="auto"/>
          <w:sz w:val="24"/>
          <w:szCs w:val="24"/>
          <w:lang w:val="pt-BR"/>
        </w:rPr>
        <w:t xml:space="preserve">?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Jonathan Ratcliffe’s mum?</w:t>
      </w:r>
    </w:p>
    <w:p w:rsidR="00F739A7" w:rsidRPr="00396830" w:rsidRDefault="00F739A7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C: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That’s her.</w:t>
      </w:r>
    </w:p>
    <w:p w:rsidR="00F739A7" w:rsidRPr="00396830" w:rsidRDefault="00F739A7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F: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Oh dear. That can’t be easy. She’s a bit bossy, isn’t she?</w:t>
      </w:r>
    </w:p>
    <w:p w:rsidR="00F739A7" w:rsidRPr="00396830" w:rsidRDefault="00F739A7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C: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She certainly is. I’ve already lost two of my best actors because she upset them so </w:t>
      </w:r>
    </w:p>
    <w:p w:rsidR="00F739A7" w:rsidRPr="00396830" w:rsidRDefault="00F739A7" w:rsidP="00143776">
      <w:pPr>
        <w:spacing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much, and the way she’s carrying on, chances are that we’ll lose some more. </w:t>
      </w:r>
    </w:p>
    <w:p w:rsidR="00F739A7" w:rsidRPr="00396830" w:rsidRDefault="00F739A7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F: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Oh dear. There always seems to be one person like that when you’re trying to work </w:t>
      </w:r>
    </w:p>
    <w:p w:rsidR="00F739A7" w:rsidRPr="00396830" w:rsidRDefault="00F739A7" w:rsidP="00143776">
      <w:pPr>
        <w:spacing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with a group of people, doesn’t there?</w:t>
      </w:r>
    </w:p>
    <w:p w:rsidR="00F739A7" w:rsidRPr="00396830" w:rsidRDefault="00F739A7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C: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Definitely. I just wish I didn’t have to work so closely with her. And then there’s the </w:t>
      </w:r>
    </w:p>
    <w:p w:rsidR="00F739A7" w:rsidRPr="00396830" w:rsidRDefault="00F739A7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financial side to worry about. It’s unlikely that we’ll sell more than around eighty </w:t>
      </w:r>
    </w:p>
    <w:p w:rsidR="00F739A7" w:rsidRPr="00396830" w:rsidRDefault="00F739A7" w:rsidP="00143776">
      <w:pPr>
        <w:spacing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tickets, so in all probability we’ll end up making a loss.</w:t>
      </w:r>
    </w:p>
    <w:p w:rsidR="00F739A7" w:rsidRPr="00396830" w:rsidRDefault="00F739A7" w:rsidP="00143776">
      <w:pPr>
        <w:spacing w:line="276" w:lineRule="auto"/>
        <w:jc w:val="both"/>
        <w:rPr>
          <w:rFonts w:ascii="Calibri" w:eastAsia="Calibri" w:hAnsi="Calibri" w:cs="FrutigerLTStd-Bold"/>
          <w:b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F: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How many have you sold so far?</w:t>
      </w:r>
    </w:p>
    <w:p w:rsidR="00F739A7" w:rsidRPr="00396830" w:rsidRDefault="00F739A7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C: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So far? Erm … I’m not exactly sure, but my guess is around 45. </w:t>
      </w:r>
    </w:p>
    <w:p w:rsidR="00F739A7" w:rsidRPr="00396830" w:rsidRDefault="00F739A7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F: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I wonder whether I could persuade some of my friends to come. What musical are </w:t>
      </w:r>
    </w:p>
    <w:p w:rsidR="00F739A7" w:rsidRPr="00396830" w:rsidRDefault="00F739A7" w:rsidP="00143776">
      <w:pPr>
        <w:spacing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you doing?</w:t>
      </w:r>
    </w:p>
    <w:p w:rsidR="00F739A7" w:rsidRPr="00396830" w:rsidRDefault="00F739A7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lastRenderedPageBreak/>
        <w:t xml:space="preserve">C: </w:t>
      </w:r>
      <w:r w:rsidRPr="00396830">
        <w:rPr>
          <w:rFonts w:ascii="Calibri" w:eastAsia="Calibri" w:hAnsi="Calibri" w:cs="FrutigerLTStd-Bold"/>
          <w:bCs/>
          <w:i/>
          <w:color w:val="auto"/>
          <w:sz w:val="24"/>
          <w:szCs w:val="24"/>
        </w:rPr>
        <w:t>Mamma Mia.</w:t>
      </w:r>
    </w:p>
    <w:p w:rsidR="00F739A7" w:rsidRPr="00396830" w:rsidRDefault="00F739A7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F: </w:t>
      </w:r>
      <w:r w:rsidRPr="00396830">
        <w:rPr>
          <w:rFonts w:ascii="Calibri" w:eastAsia="Calibri" w:hAnsi="Calibri" w:cs="FrutigerLTStd-Bold"/>
          <w:bCs/>
          <w:i/>
          <w:color w:val="auto"/>
          <w:sz w:val="24"/>
          <w:szCs w:val="24"/>
        </w:rPr>
        <w:t>Mamma Mia?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I love that musical – it’s so funny! Presumably you have Chloe Latimer </w:t>
      </w:r>
    </w:p>
    <w:p w:rsidR="00F739A7" w:rsidRPr="00396830" w:rsidRDefault="00F739A7" w:rsidP="00143776">
      <w:pPr>
        <w:spacing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in the lead role?</w:t>
      </w:r>
    </w:p>
    <w:p w:rsidR="00F739A7" w:rsidRPr="00396830" w:rsidRDefault="00F739A7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C: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Chloe Latimer? No, sadly she was one of the people Barbara Ratcliffe managed to </w:t>
      </w:r>
    </w:p>
    <w:p w:rsidR="00F739A7" w:rsidRPr="00396830" w:rsidRDefault="00F739A7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offend. Gina Kenworthy has had to step in and,</w:t>
      </w:r>
      <w:r w:rsidRPr="00396830">
        <w:rPr>
          <w:rFonts w:ascii="Calibri" w:eastAsia="Calibri" w:hAnsi="Calibri" w:cs="FrutigerLTStd-Bold"/>
          <w:bCs/>
          <w:color w:val="FF0000"/>
          <w:sz w:val="24"/>
          <w:szCs w:val="24"/>
        </w:rPr>
        <w:t xml:space="preserve">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just between you and me, she’s having </w:t>
      </w:r>
    </w:p>
    <w:p w:rsidR="00F739A7" w:rsidRPr="00396830" w:rsidRDefault="00F739A7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real trouble learning the songs. And, really, she’s much too quiet and shy for the role. I </w:t>
      </w:r>
    </w:p>
    <w:p w:rsidR="00F739A7" w:rsidRPr="00396830" w:rsidRDefault="00F739A7" w:rsidP="00143776">
      <w:pPr>
        <w:spacing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doubt she’ll be very good.</w:t>
      </w:r>
    </w:p>
    <w:p w:rsidR="00F739A7" w:rsidRPr="00396830" w:rsidRDefault="00F739A7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F: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It must be difficult for her, coming in at this late stage. How much longer do you </w:t>
      </w:r>
    </w:p>
    <w:p w:rsidR="00F739A7" w:rsidRPr="00396830" w:rsidRDefault="00F739A7" w:rsidP="00143776">
      <w:pPr>
        <w:spacing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have for rehearsals?</w:t>
      </w:r>
    </w:p>
    <w:p w:rsidR="00F739A7" w:rsidRPr="00396830" w:rsidRDefault="00F739A7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C: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The musical’s on August 4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  <w:vertAlign w:val="superscript"/>
        </w:rPr>
        <w:t>th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.</w:t>
      </w:r>
    </w:p>
    <w:p w:rsidR="00F739A7" w:rsidRPr="00396830" w:rsidRDefault="00F739A7" w:rsidP="00143776">
      <w:pPr>
        <w:spacing w:line="276" w:lineRule="auto"/>
        <w:jc w:val="both"/>
        <w:rPr>
          <w:rFonts w:ascii="Calibri" w:eastAsia="Calibri" w:hAnsi="Calibri" w:cs="FrutigerLTStd-Bold"/>
          <w:b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F: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August 4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  <w:vertAlign w:val="superscript"/>
        </w:rPr>
        <w:t>th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? But that’s only two weeks away.</w:t>
      </w:r>
    </w:p>
    <w:p w:rsidR="00F739A7" w:rsidRPr="00396830" w:rsidRDefault="00F739A7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C: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Don’t remind me!</w:t>
      </w:r>
    </w:p>
    <w:p w:rsidR="00F739A7" w:rsidRPr="00396830" w:rsidRDefault="00F739A7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F: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Ah, don’t worry, Charlie. I bet it will be great. These things have a way of turning out </w:t>
      </w:r>
    </w:p>
    <w:p w:rsidR="00F739A7" w:rsidRPr="00396830" w:rsidRDefault="00F739A7" w:rsidP="00143776">
      <w:pPr>
        <w:spacing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all right in the end.</w:t>
      </w:r>
    </w:p>
    <w:p w:rsidR="00F739A7" w:rsidRPr="00396830" w:rsidRDefault="00F739A7" w:rsidP="0065687B">
      <w:pPr>
        <w:spacing w:after="0"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C: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Thanks, Faye – I hope you’re right!</w:t>
      </w:r>
    </w:p>
    <w:p w:rsidR="00DA0820" w:rsidRPr="008C5CDF" w:rsidRDefault="00DA0820" w:rsidP="008C5CDF">
      <w:pPr>
        <w:pStyle w:val="Heading2"/>
      </w:pPr>
      <w:r w:rsidRPr="008C5CDF">
        <w:t xml:space="preserve">5.4 page </w:t>
      </w:r>
      <w:r w:rsidR="00F739A7" w:rsidRPr="008C5CDF">
        <w:t>30</w:t>
      </w:r>
      <w:r w:rsidRPr="008C5CDF">
        <w:t xml:space="preserve">, exercises </w:t>
      </w:r>
      <w:r w:rsidR="00F739A7" w:rsidRPr="008C5CDF">
        <w:t>1 and 2</w:t>
      </w:r>
    </w:p>
    <w:p w:rsidR="00DA0820" w:rsidRPr="00396830" w:rsidRDefault="00F739A7" w:rsidP="0065687B">
      <w:pPr>
        <w:pStyle w:val="Characters"/>
        <w:spacing w:after="0"/>
        <w:jc w:val="both"/>
      </w:pPr>
      <w:r w:rsidRPr="00396830">
        <w:t>T</w:t>
      </w:r>
      <w:r w:rsidR="00DA0820" w:rsidRPr="00396830">
        <w:t xml:space="preserve"> = </w:t>
      </w:r>
      <w:r w:rsidRPr="00396830">
        <w:t>Tom</w:t>
      </w:r>
      <w:r w:rsidR="00DA0820" w:rsidRPr="00396830">
        <w:t xml:space="preserve">, </w:t>
      </w:r>
      <w:r w:rsidRPr="00396830">
        <w:t>S</w:t>
      </w:r>
      <w:r w:rsidR="00DA0820" w:rsidRPr="00396830">
        <w:t xml:space="preserve"> = </w:t>
      </w:r>
      <w:r w:rsidRPr="00396830">
        <w:t>S</w:t>
      </w:r>
      <w:r w:rsidR="00166AE4" w:rsidRPr="00396830">
        <w:t>am</w:t>
      </w:r>
    </w:p>
    <w:p w:rsidR="00FE576A" w:rsidRPr="00396830" w:rsidRDefault="00FE576A" w:rsidP="0065687B">
      <w:pPr>
        <w:pStyle w:val="Characters"/>
        <w:spacing w:after="0"/>
        <w:jc w:val="both"/>
      </w:pPr>
    </w:p>
    <w:p w:rsidR="00F739A7" w:rsidRPr="00396830" w:rsidRDefault="00F739A7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T: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</w:t>
      </w:r>
      <w:proofErr w:type="gramStart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So</w:t>
      </w:r>
      <w:proofErr w:type="gramEnd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Sam, what are you reading at the moment? Your usual sentimental, romantic rubbish?</w:t>
      </w:r>
    </w:p>
    <w:p w:rsidR="00F739A7" w:rsidRPr="00396830" w:rsidRDefault="00F739A7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I beg your pardon? If you must know, I’m reading a novel by the Irish writer Colm</w:t>
      </w:r>
    </w:p>
    <w:p w:rsidR="00F739A7" w:rsidRPr="00396830" w:rsidRDefault="00BF599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proofErr w:type="spellStart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Tóibín</w:t>
      </w:r>
      <w:proofErr w:type="spellEnd"/>
      <w:r w:rsidR="00F739A7"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. And yes, it’s romantic – well, kind of – but it’s also intelligent and witty and I </w:t>
      </w:r>
    </w:p>
    <w:p w:rsidR="00F739A7" w:rsidRPr="00396830" w:rsidRDefault="00F739A7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absolutely adore the way he writes. You should try one of his books.</w:t>
      </w:r>
    </w:p>
    <w:p w:rsidR="00F739A7" w:rsidRPr="00396830" w:rsidRDefault="00F739A7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T: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I don’t think so. You know I’m not a huge fan of fiction – I just don’t get why you’d </w:t>
      </w:r>
    </w:p>
    <w:p w:rsidR="00F739A7" w:rsidRPr="00396830" w:rsidRDefault="00F739A7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waste your time reading about made-up stuff when there’s so much sensational non-</w:t>
      </w:r>
    </w:p>
    <w:p w:rsidR="00F739A7" w:rsidRPr="00396830" w:rsidRDefault="00F739A7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fiction writing to choose from. Why not educate yourself at the same time as </w:t>
      </w:r>
      <w:proofErr w:type="gramStart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you’re</w:t>
      </w:r>
      <w:proofErr w:type="gramEnd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</w:t>
      </w:r>
    </w:p>
    <w:p w:rsidR="00F739A7" w:rsidRPr="00396830" w:rsidRDefault="00F739A7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entertaining yourself?</w:t>
      </w:r>
    </w:p>
    <w:p w:rsidR="00F739A7" w:rsidRPr="00396830" w:rsidRDefault="00F739A7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Well </w:t>
      </w:r>
      <w:r w:rsidRPr="00396830">
        <w:rPr>
          <w:rFonts w:ascii="Calibri" w:eastAsia="Calibri" w:hAnsi="Calibri" w:cs="FrutigerLTStd-Bold"/>
          <w:bCs/>
          <w:i/>
          <w:color w:val="auto"/>
          <w:sz w:val="24"/>
          <w:szCs w:val="24"/>
        </w:rPr>
        <w:t>actually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, Tom, if you’d read more non-fiction books about neuroscience, you’d </w:t>
      </w:r>
    </w:p>
    <w:p w:rsidR="00F739A7" w:rsidRPr="00396830" w:rsidRDefault="00F739A7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know that reading fiction is just as valuable.</w:t>
      </w:r>
    </w:p>
    <w:p w:rsidR="00F739A7" w:rsidRPr="00396830" w:rsidRDefault="00F739A7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T: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How’s that?</w:t>
      </w:r>
    </w:p>
    <w:p w:rsidR="00F739A7" w:rsidRPr="00396830" w:rsidRDefault="00F739A7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Because it develops our empathy. We become involved with the characters and </w:t>
      </w:r>
    </w:p>
    <w:p w:rsidR="00F739A7" w:rsidRPr="00396830" w:rsidRDefault="00F739A7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start to sympathize with them and their problems and world views – often things we’ll </w:t>
      </w:r>
    </w:p>
    <w:p w:rsidR="00F739A7" w:rsidRPr="00396830" w:rsidRDefault="00F739A7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never have come across in real life. Scientists have actually shown that the parts of </w:t>
      </w:r>
      <w:proofErr w:type="gramStart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our</w:t>
      </w:r>
      <w:proofErr w:type="gramEnd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</w:t>
      </w:r>
    </w:p>
    <w:p w:rsidR="00F739A7" w:rsidRPr="00396830" w:rsidRDefault="00F739A7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lastRenderedPageBreak/>
        <w:t xml:space="preserve">brains we use to understand stories are very similar to the ones we use for interacting </w:t>
      </w:r>
    </w:p>
    <w:p w:rsidR="00F739A7" w:rsidRPr="00396830" w:rsidRDefault="00F739A7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with other people.</w:t>
      </w:r>
    </w:p>
    <w:p w:rsidR="00F739A7" w:rsidRPr="00396830" w:rsidRDefault="00F739A7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T: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So, you’re saying that reading fiction develops our social skills?</w:t>
      </w:r>
    </w:p>
    <w:p w:rsidR="00F739A7" w:rsidRPr="00396830" w:rsidRDefault="00F739A7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Exactly – you should try it some time.</w:t>
      </w:r>
    </w:p>
    <w:p w:rsidR="00F739A7" w:rsidRPr="00396830" w:rsidRDefault="00F739A7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T: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Well, OK, but I still think you should consider some non-fiction. </w:t>
      </w:r>
    </w:p>
    <w:p w:rsidR="00F739A7" w:rsidRPr="00396830" w:rsidRDefault="00F739A7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S: 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But it’s so boring!</w:t>
      </w:r>
    </w:p>
    <w:p w:rsidR="00F739A7" w:rsidRPr="00396830" w:rsidRDefault="00F739A7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T: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I think you’re probably associating non-fiction with those dry old textbooks we had </w:t>
      </w:r>
    </w:p>
    <w:p w:rsidR="00F739A7" w:rsidRPr="00396830" w:rsidRDefault="00F739A7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at school. Yes, there are some books on interesting subjects that are spoiled by </w:t>
      </w:r>
    </w:p>
    <w:p w:rsidR="00F739A7" w:rsidRPr="00396830" w:rsidRDefault="00F739A7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mediocre writing, but there are also lots that are beautifully written. You could try a </w:t>
      </w:r>
    </w:p>
    <w:p w:rsidR="00F739A7" w:rsidRPr="00396830" w:rsidRDefault="00F739A7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nature book for instance – I’ve just read a fabulous one on mountains. </w:t>
      </w:r>
    </w:p>
    <w:p w:rsidR="00F739A7" w:rsidRPr="00396830" w:rsidRDefault="00F739A7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S: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A whole book on </w:t>
      </w:r>
      <w:r w:rsidRPr="00396830">
        <w:rPr>
          <w:rFonts w:ascii="Calibri" w:eastAsia="Calibri" w:hAnsi="Calibri" w:cs="FrutigerLTStd-Bold"/>
          <w:bCs/>
          <w:i/>
          <w:color w:val="auto"/>
          <w:sz w:val="24"/>
          <w:szCs w:val="24"/>
        </w:rPr>
        <w:t>mountains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?</w:t>
      </w:r>
    </w:p>
    <w:p w:rsidR="00F739A7" w:rsidRPr="00396830" w:rsidRDefault="00F739A7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T: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Yes, but if you read it, you’d understand. It has history. It has descriptive power. It </w:t>
      </w:r>
    </w:p>
    <w:p w:rsidR="00F739A7" w:rsidRPr="00396830" w:rsidRDefault="00F739A7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has personal stories. It has </w:t>
      </w:r>
      <w:r w:rsidRPr="00396830">
        <w:rPr>
          <w:rFonts w:ascii="Calibri" w:eastAsia="Calibri" w:hAnsi="Calibri" w:cs="FrutigerLTStd-Bold"/>
          <w:bCs/>
          <w:i/>
          <w:color w:val="auto"/>
          <w:sz w:val="24"/>
          <w:szCs w:val="24"/>
        </w:rPr>
        <w:t>passion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. I couldn’t put it down. You really should give it a </w:t>
      </w:r>
    </w:p>
    <w:p w:rsidR="00F739A7" w:rsidRPr="00396830" w:rsidRDefault="00F739A7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go.</w:t>
      </w:r>
    </w:p>
    <w:p w:rsidR="00F739A7" w:rsidRPr="00396830" w:rsidRDefault="00F739A7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Yes, perhaps I should.</w:t>
      </w:r>
    </w:p>
    <w:p w:rsidR="00F739A7" w:rsidRPr="00396830" w:rsidRDefault="00F739A7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T: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But even if you don’t like that one, there’s so much else to choose from. Biographies </w:t>
      </w:r>
    </w:p>
    <w:p w:rsidR="00F739A7" w:rsidRPr="00396830" w:rsidRDefault="00F739A7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for example – just as gripping as novels, but with the added advantage that they’re </w:t>
      </w:r>
    </w:p>
    <w:p w:rsidR="00F739A7" w:rsidRPr="00396830" w:rsidRDefault="00F739A7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i/>
          <w:color w:val="auto"/>
          <w:sz w:val="24"/>
          <w:szCs w:val="24"/>
        </w:rPr>
        <w:t>true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. Or what about science? You told me the other day that you weren’t sure whether </w:t>
      </w:r>
    </w:p>
    <w:p w:rsidR="00F739A7" w:rsidRPr="00396830" w:rsidRDefault="00F739A7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the sun goes </w:t>
      </w:r>
      <w:proofErr w:type="gramStart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round</w:t>
      </w:r>
      <w:proofErr w:type="gramEnd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the earth or the earth round the sun, so clearly you could do with </w:t>
      </w:r>
    </w:p>
    <w:p w:rsidR="00F739A7" w:rsidRPr="00396830" w:rsidRDefault="00F739A7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some science education.</w:t>
      </w:r>
    </w:p>
    <w:p w:rsidR="00F739A7" w:rsidRPr="00396830" w:rsidRDefault="00F739A7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Ha, ha, yes. Shameful, I know. OK, how about we each agree to read a book of the </w:t>
      </w:r>
    </w:p>
    <w:p w:rsidR="00F739A7" w:rsidRPr="00396830" w:rsidRDefault="00F739A7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other’s choice? Just one to begin with, mind …</w:t>
      </w:r>
    </w:p>
    <w:p w:rsidR="00DA0820" w:rsidRPr="00396830" w:rsidRDefault="00F739A7" w:rsidP="0065687B">
      <w:pPr>
        <w:spacing w:after="0"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T: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It’s a deal!</w:t>
      </w:r>
    </w:p>
    <w:p w:rsidR="00DA0820" w:rsidRPr="00396830" w:rsidRDefault="00DA0820" w:rsidP="0065687B">
      <w:pPr>
        <w:pStyle w:val="Heading1"/>
        <w:spacing w:after="0"/>
        <w:jc w:val="both"/>
      </w:pPr>
      <w:bookmarkStart w:id="19" w:name="_Hlk499823240"/>
      <w:bookmarkStart w:id="20" w:name="_Hlk3801796"/>
      <w:bookmarkEnd w:id="17"/>
      <w:bookmarkEnd w:id="18"/>
      <w:r w:rsidRPr="00396830">
        <w:t>Unit 6</w:t>
      </w:r>
    </w:p>
    <w:p w:rsidR="00DA0820" w:rsidRPr="008C5CDF" w:rsidRDefault="00DA0820" w:rsidP="008C5CDF">
      <w:pPr>
        <w:pStyle w:val="Heading2"/>
      </w:pPr>
      <w:r w:rsidRPr="008C5CDF">
        <w:t>6.1 page 32, exercise 5</w:t>
      </w:r>
    </w:p>
    <w:p w:rsidR="00F739A7" w:rsidRPr="00396830" w:rsidRDefault="00F739A7" w:rsidP="0065687B">
      <w:pPr>
        <w:spacing w:after="0"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1 James has just had some new curtains made. </w:t>
      </w:r>
    </w:p>
    <w:p w:rsidR="00F739A7" w:rsidRPr="00396830" w:rsidRDefault="00F739A7" w:rsidP="0065687B">
      <w:pPr>
        <w:spacing w:after="0"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>2 We have recently had our windows cleaned.</w:t>
      </w:r>
    </w:p>
    <w:p w:rsidR="00F739A7" w:rsidRPr="00396830" w:rsidRDefault="00F739A7" w:rsidP="0065687B">
      <w:pPr>
        <w:spacing w:after="0"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>3 I had some shelves built a couple of years ago.</w:t>
      </w:r>
    </w:p>
    <w:p w:rsidR="00F739A7" w:rsidRPr="00396830" w:rsidRDefault="00F739A7" w:rsidP="0065687B">
      <w:pPr>
        <w:spacing w:after="0"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>4 Sarah has had the ends of her hair dyed pink.</w:t>
      </w:r>
    </w:p>
    <w:p w:rsidR="00F739A7" w:rsidRPr="00396830" w:rsidRDefault="00F739A7" w:rsidP="0065687B">
      <w:pPr>
        <w:spacing w:after="0"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>5 They have had the old buildings knocked down.</w:t>
      </w:r>
    </w:p>
    <w:p w:rsidR="00F739A7" w:rsidRPr="00396830" w:rsidRDefault="00F739A7" w:rsidP="0065687B">
      <w:pPr>
        <w:spacing w:after="0"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6 He had had his car serviced before setting off on holiday. </w:t>
      </w:r>
    </w:p>
    <w:p w:rsidR="00DA0820" w:rsidRPr="008C5CDF" w:rsidRDefault="00DA0820" w:rsidP="008C5CDF">
      <w:pPr>
        <w:pStyle w:val="Heading2"/>
      </w:pPr>
      <w:r w:rsidRPr="008C5CDF">
        <w:lastRenderedPageBreak/>
        <w:t>6.2 page 33, exercises 1 and 2</w:t>
      </w:r>
    </w:p>
    <w:p w:rsidR="00DA0820" w:rsidRPr="008C5CDF" w:rsidRDefault="002C49A7" w:rsidP="008C5CDF">
      <w:pPr>
        <w:pStyle w:val="Characters"/>
      </w:pPr>
      <w:r w:rsidRPr="008C5CDF">
        <w:t>D</w:t>
      </w:r>
      <w:r w:rsidR="00DA0820" w:rsidRPr="008C5CDF">
        <w:t xml:space="preserve"> = </w:t>
      </w:r>
      <w:r w:rsidRPr="008C5CDF">
        <w:t>Daniel</w:t>
      </w:r>
      <w:r w:rsidR="00DA0820" w:rsidRPr="008C5CDF">
        <w:t xml:space="preserve">, </w:t>
      </w:r>
      <w:r w:rsidRPr="008C5CDF">
        <w:t>G</w:t>
      </w:r>
      <w:r w:rsidR="00DA0820" w:rsidRPr="008C5CDF">
        <w:t xml:space="preserve"> = </w:t>
      </w:r>
      <w:r w:rsidRPr="008C5CDF">
        <w:t>Gabriela</w:t>
      </w:r>
    </w:p>
    <w:p w:rsidR="00E729C8" w:rsidRPr="00396830" w:rsidRDefault="00E729C8" w:rsidP="00143776">
      <w:pPr>
        <w:spacing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 xml:space="preserve">D: 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>Hi, I’m Daniel.</w:t>
      </w:r>
    </w:p>
    <w:p w:rsidR="00E729C8" w:rsidRPr="00396830" w:rsidRDefault="00E729C8" w:rsidP="00143776">
      <w:pPr>
        <w:spacing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b/>
          <w:color w:val="auto"/>
          <w:sz w:val="24"/>
          <w:szCs w:val="24"/>
        </w:rPr>
        <w:t>G: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 Hello, I’m Gabriela. Pleased to meet you.</w:t>
      </w:r>
    </w:p>
    <w:p w:rsidR="00E729C8" w:rsidRPr="00396830" w:rsidRDefault="00E729C8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D: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So, do you live around here, Gabriela?</w:t>
      </w:r>
    </w:p>
    <w:p w:rsidR="00E729C8" w:rsidRPr="00396830" w:rsidRDefault="00E729C8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G: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Yes, I live in a block of flats on Taylor Street </w:t>
      </w:r>
      <w:r w:rsidR="006630C7"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–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part of that new development … near </w:t>
      </w:r>
    </w:p>
    <w:p w:rsidR="00E729C8" w:rsidRPr="00396830" w:rsidRDefault="00E729C8" w:rsidP="00143776">
      <w:pPr>
        <w:spacing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the university? </w:t>
      </w:r>
    </w:p>
    <w:p w:rsidR="00E729C8" w:rsidRPr="00396830" w:rsidRDefault="00E729C8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D: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Oh, yes, I know. And how is it, living there?</w:t>
      </w:r>
    </w:p>
    <w:p w:rsidR="00E729C8" w:rsidRPr="00396830" w:rsidRDefault="00E729C8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G: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It’s great. It has everything I need.</w:t>
      </w:r>
    </w:p>
    <w:p w:rsidR="00E729C8" w:rsidRPr="00396830" w:rsidRDefault="00E729C8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D: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Good! What about the neighbourhood? Is it friendly? Do you know your </w:t>
      </w:r>
    </w:p>
    <w:p w:rsidR="00E729C8" w:rsidRPr="00396830" w:rsidRDefault="00E729C8" w:rsidP="00143776">
      <w:pPr>
        <w:spacing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neighbours?</w:t>
      </w:r>
    </w:p>
    <w:p w:rsidR="00E729C8" w:rsidRPr="00396830" w:rsidRDefault="00E729C8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G: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Oh, my gosh, I wouldn’t even recogni</w:t>
      </w:r>
      <w:r w:rsidR="005E4423">
        <w:rPr>
          <w:rFonts w:ascii="Calibri" w:eastAsia="Calibri" w:hAnsi="Calibri" w:cs="FrutigerLTStd-Bold"/>
          <w:bCs/>
          <w:color w:val="auto"/>
          <w:sz w:val="24"/>
          <w:szCs w:val="24"/>
        </w:rPr>
        <w:t>z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e them!</w:t>
      </w:r>
    </w:p>
    <w:p w:rsidR="00E729C8" w:rsidRPr="00396830" w:rsidRDefault="00E729C8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D: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No, really?</w:t>
      </w:r>
    </w:p>
    <w:p w:rsidR="00E729C8" w:rsidRPr="00396830" w:rsidRDefault="00E729C8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G: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Yeah, but that’s fine. I come home from work late. When I’ve had an exhausting day </w:t>
      </w:r>
    </w:p>
    <w:p w:rsidR="00E729C8" w:rsidRPr="00396830" w:rsidRDefault="00E729C8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at the office, I just want to go in and close the door behind me. Being part of a </w:t>
      </w:r>
    </w:p>
    <w:p w:rsidR="00E729C8" w:rsidRPr="00396830" w:rsidRDefault="00E729C8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community is probably very desirable for some people but, to be honest, I can take it </w:t>
      </w:r>
    </w:p>
    <w:p w:rsidR="00E729C8" w:rsidRPr="00396830" w:rsidRDefault="00E729C8" w:rsidP="00143776">
      <w:pPr>
        <w:spacing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or leave it.</w:t>
      </w:r>
    </w:p>
    <w:p w:rsidR="00E729C8" w:rsidRPr="00396830" w:rsidRDefault="00E729C8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D: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Oh, OK. Yeah, I’m not sure I’m completely with you on that one. I didn’t know </w:t>
      </w:r>
    </w:p>
    <w:p w:rsidR="00E729C8" w:rsidRPr="00396830" w:rsidRDefault="00E729C8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anyone when I moved into my house but, bit by bit, over the years I’ve got to know the </w:t>
      </w:r>
    </w:p>
    <w:p w:rsidR="00E729C8" w:rsidRPr="00396830" w:rsidRDefault="00E729C8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people in my area and I like that. It’s quite nice to know your neighbours and feel a </w:t>
      </w:r>
    </w:p>
    <w:p w:rsidR="00E729C8" w:rsidRPr="00396830" w:rsidRDefault="00E729C8" w:rsidP="00143776">
      <w:pPr>
        <w:spacing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sense of belonging somewhere, isn’t it?</w:t>
      </w:r>
    </w:p>
    <w:p w:rsidR="00E729C8" w:rsidRPr="00396830" w:rsidRDefault="00E729C8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G: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Well, I don’t know about that, to be honest. I don’t get home till eight o’clock in the </w:t>
      </w:r>
    </w:p>
    <w:p w:rsidR="00E729C8" w:rsidRPr="00396830" w:rsidRDefault="00E729C8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week and at the weekend, I’m usually away, visiting my family. For me, home is just </w:t>
      </w:r>
    </w:p>
    <w:p w:rsidR="00E729C8" w:rsidRPr="00396830" w:rsidRDefault="00E729C8" w:rsidP="00143776">
      <w:pPr>
        <w:spacing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somewhere to eat and sleep.</w:t>
      </w:r>
    </w:p>
    <w:p w:rsidR="00E729C8" w:rsidRPr="00396830" w:rsidRDefault="00E729C8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D: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But don’t you think it’s a shame that you don’t even know your neighbours? I mean, </w:t>
      </w:r>
    </w:p>
    <w:p w:rsidR="00E729C8" w:rsidRPr="00396830" w:rsidRDefault="00E729C8" w:rsidP="00143776">
      <w:pPr>
        <w:spacing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what if you suddenly needed their help or something?</w:t>
      </w:r>
    </w:p>
    <w:p w:rsidR="00E729C8" w:rsidRPr="00396830" w:rsidRDefault="00E729C8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G: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No, I mean, I see where you’re coming from. If you’re living somewhere for a while, </w:t>
      </w:r>
    </w:p>
    <w:p w:rsidR="00E729C8" w:rsidRPr="00396830" w:rsidRDefault="00E729C8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yes, it’s probably very nice to be friends with your neighbours and to feel a bit more </w:t>
      </w:r>
    </w:p>
    <w:p w:rsidR="00E729C8" w:rsidRPr="00396830" w:rsidRDefault="00E729C8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involved in the local community. And I’m sure I won’t live like this forever. But, to be </w:t>
      </w:r>
    </w:p>
    <w:p w:rsidR="00E729C8" w:rsidRPr="00396830" w:rsidRDefault="00E729C8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honest, I don’t even know where I’ll be in a couple of years so, for now, it suits me to </w:t>
      </w:r>
    </w:p>
    <w:p w:rsidR="00E729C8" w:rsidRPr="00396830" w:rsidRDefault="00E729C8" w:rsidP="00143776">
      <w:pPr>
        <w:spacing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live this way.</w:t>
      </w:r>
    </w:p>
    <w:p w:rsidR="00E729C8" w:rsidRPr="00396830" w:rsidRDefault="00E729C8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D: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Yeah, I see your point. I guess it all depends on what stage you’re at in life, doesn’t </w:t>
      </w:r>
    </w:p>
    <w:p w:rsidR="00E729C8" w:rsidRPr="00396830" w:rsidRDefault="00E729C8" w:rsidP="00143776">
      <w:pPr>
        <w:spacing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it? I feel I’ve settled here for a while so it’s probably a bit different for me.</w:t>
      </w:r>
    </w:p>
    <w:p w:rsidR="00DA0820" w:rsidRPr="00396830" w:rsidRDefault="00E729C8" w:rsidP="0065687B">
      <w:pPr>
        <w:pStyle w:val="Text"/>
        <w:spacing w:after="0"/>
      </w:pPr>
      <w:r w:rsidRPr="00396830">
        <w:rPr>
          <w:rFonts w:ascii="Calibri" w:hAnsi="Calibri" w:cs="FrutigerLTStd-Bold"/>
          <w:b/>
          <w:bCs/>
        </w:rPr>
        <w:lastRenderedPageBreak/>
        <w:t>G:</w:t>
      </w:r>
      <w:r w:rsidRPr="00396830">
        <w:rPr>
          <w:rFonts w:ascii="Calibri" w:hAnsi="Calibri" w:cs="FrutigerLTStd-Bold"/>
          <w:bCs/>
        </w:rPr>
        <w:t xml:space="preserve"> Absolutely! Ask me in two or three years. Things might have changed!</w:t>
      </w:r>
    </w:p>
    <w:p w:rsidR="00E729C8" w:rsidRPr="008C5CDF" w:rsidRDefault="00DA0820" w:rsidP="008C5CDF">
      <w:pPr>
        <w:pStyle w:val="Heading2"/>
      </w:pPr>
      <w:r w:rsidRPr="008C5CDF">
        <w:t>6.3 page 3</w:t>
      </w:r>
      <w:r w:rsidR="00E729C8" w:rsidRPr="008C5CDF">
        <w:t>3</w:t>
      </w:r>
      <w:r w:rsidRPr="008C5CDF">
        <w:t xml:space="preserve">, exercise </w:t>
      </w:r>
      <w:r w:rsidR="00E729C8" w:rsidRPr="008C5CDF">
        <w:t>3</w:t>
      </w:r>
    </w:p>
    <w:p w:rsidR="00E729C8" w:rsidRPr="00396830" w:rsidRDefault="00E729C8" w:rsidP="0065687B">
      <w:pPr>
        <w:spacing w:after="0"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1 What about the neighbourhood? Is it friendly?</w:t>
      </w:r>
    </w:p>
    <w:p w:rsidR="00E729C8" w:rsidRPr="00396830" w:rsidRDefault="00E729C8" w:rsidP="0065687B">
      <w:pPr>
        <w:spacing w:after="0"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2 When</w:t>
      </w:r>
      <w:r w:rsidRPr="00396830">
        <w:rPr>
          <w:rFonts w:ascii="Calibri" w:eastAsia="Calibri" w:hAnsi="Calibri" w:cs="FrutigerLTStd-Bold"/>
          <w:bCs/>
          <w:color w:val="FF0000"/>
          <w:sz w:val="24"/>
          <w:szCs w:val="24"/>
        </w:rPr>
        <w:t xml:space="preserve">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I’ve had an exhausting day at the office …</w:t>
      </w:r>
    </w:p>
    <w:p w:rsidR="00E729C8" w:rsidRPr="00396830" w:rsidRDefault="00E729C8" w:rsidP="0065687B">
      <w:pPr>
        <w:spacing w:after="0"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3 … I just want to go in and close the door behind me.</w:t>
      </w:r>
    </w:p>
    <w:p w:rsidR="00E729C8" w:rsidRPr="00396830" w:rsidRDefault="00E729C8" w:rsidP="0065687B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4 </w:t>
      </w:r>
      <w:r w:rsidRPr="00396830">
        <w:rPr>
          <w:rFonts w:ascii="Calibri" w:eastAsia="Calibri" w:hAnsi="Calibri" w:cs="Calibri"/>
          <w:color w:val="000000"/>
          <w:sz w:val="24"/>
          <w:szCs w:val="24"/>
        </w:rPr>
        <w:t xml:space="preserve">I’m not sure I’m completely with you on that one. </w:t>
      </w:r>
    </w:p>
    <w:p w:rsidR="00E729C8" w:rsidRPr="00396830" w:rsidRDefault="00E729C8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5 It’s quite nice to know your neighbours and feel a sense of belonging somewhere, </w:t>
      </w:r>
    </w:p>
    <w:p w:rsidR="00E729C8" w:rsidRPr="00396830" w:rsidRDefault="00E729C8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isn’t it?</w:t>
      </w:r>
    </w:p>
    <w:p w:rsidR="00E729C8" w:rsidRPr="00396830" w:rsidRDefault="00E729C8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6 For me, home is just somewhere to eat and sleep.</w:t>
      </w:r>
    </w:p>
    <w:p w:rsidR="00E729C8" w:rsidRPr="00396830" w:rsidRDefault="00E729C8" w:rsidP="0065687B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7 </w:t>
      </w:r>
      <w:r w:rsidRPr="00396830">
        <w:rPr>
          <w:rFonts w:ascii="Calibri" w:eastAsia="Calibri" w:hAnsi="Calibri" w:cs="Calibri"/>
          <w:color w:val="000000"/>
          <w:sz w:val="24"/>
          <w:szCs w:val="24"/>
        </w:rPr>
        <w:t>I mean, what if you suddenly needed their help or something?</w:t>
      </w:r>
    </w:p>
    <w:p w:rsidR="00E729C8" w:rsidRPr="00396830" w:rsidRDefault="00E729C8" w:rsidP="0065687B">
      <w:pPr>
        <w:pStyle w:val="Text"/>
        <w:spacing w:after="0"/>
      </w:pPr>
      <w:r w:rsidRPr="00396830">
        <w:rPr>
          <w:rFonts w:ascii="Calibri" w:hAnsi="Calibri" w:cs="FrutigerLTStd-Bold"/>
          <w:bCs/>
        </w:rPr>
        <w:t>8 I’m sure I won’t live like this forever.</w:t>
      </w:r>
    </w:p>
    <w:p w:rsidR="00E729C8" w:rsidRPr="008C5CDF" w:rsidRDefault="00DA0820" w:rsidP="008C5CDF">
      <w:pPr>
        <w:pStyle w:val="Heading2"/>
      </w:pPr>
      <w:r w:rsidRPr="008C5CDF">
        <w:t>6.4 page 3</w:t>
      </w:r>
      <w:r w:rsidR="00E729C8" w:rsidRPr="008C5CDF">
        <w:t>4</w:t>
      </w:r>
      <w:r w:rsidRPr="008C5CDF">
        <w:t>, exercise</w:t>
      </w:r>
      <w:r w:rsidR="00E729C8" w:rsidRPr="008C5CDF">
        <w:t xml:space="preserve"> 5</w:t>
      </w:r>
    </w:p>
    <w:p w:rsidR="00E729C8" w:rsidRPr="00396830" w:rsidRDefault="00E729C8" w:rsidP="0065687B">
      <w:pPr>
        <w:spacing w:after="0"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bookmarkStart w:id="21" w:name="_Hlk499823267"/>
      <w:bookmarkEnd w:id="19"/>
      <w:r w:rsidRPr="00396830">
        <w:rPr>
          <w:rFonts w:ascii="Calibri" w:eastAsia="Calibri" w:hAnsi="Calibri" w:cs="Times New Roman"/>
          <w:color w:val="auto"/>
          <w:sz w:val="24"/>
          <w:szCs w:val="24"/>
        </w:rPr>
        <w:t>1 Although I like my work, I love going away.</w:t>
      </w:r>
    </w:p>
    <w:p w:rsidR="00E729C8" w:rsidRPr="00396830" w:rsidRDefault="00E729C8" w:rsidP="0065687B">
      <w:pPr>
        <w:spacing w:after="0"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>2 Despite the initial problems, the day was a success.</w:t>
      </w:r>
    </w:p>
    <w:p w:rsidR="00E729C8" w:rsidRPr="00396830" w:rsidRDefault="00E729C8" w:rsidP="0065687B">
      <w:pPr>
        <w:spacing w:after="0"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>3 In spite of my tiredness, I enjoyed the evening.</w:t>
      </w:r>
    </w:p>
    <w:p w:rsidR="00E729C8" w:rsidRPr="00396830" w:rsidRDefault="00E729C8" w:rsidP="0065687B">
      <w:pPr>
        <w:spacing w:after="0"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>4 While my job is quite stressful, I do still enjoy it.</w:t>
      </w:r>
    </w:p>
    <w:p w:rsidR="00E729C8" w:rsidRPr="00396830" w:rsidRDefault="00E729C8" w:rsidP="0065687B">
      <w:pPr>
        <w:spacing w:after="0"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>5 Even though the weather wasn’t great, we still enjoyed our stay.</w:t>
      </w:r>
    </w:p>
    <w:p w:rsidR="00E729C8" w:rsidRPr="0065687B" w:rsidRDefault="00E729C8" w:rsidP="008C5CDF">
      <w:pPr>
        <w:pStyle w:val="Heading2"/>
        <w:rPr>
          <w:lang w:val="pt-BR"/>
        </w:rPr>
      </w:pPr>
      <w:r w:rsidRPr="0065687B">
        <w:rPr>
          <w:lang w:val="pt-BR"/>
        </w:rPr>
        <w:t xml:space="preserve">6.5 </w:t>
      </w:r>
      <w:proofErr w:type="spellStart"/>
      <w:r w:rsidRPr="0065687B">
        <w:rPr>
          <w:lang w:val="pt-BR"/>
        </w:rPr>
        <w:t>page</w:t>
      </w:r>
      <w:proofErr w:type="spellEnd"/>
      <w:r w:rsidRPr="0065687B">
        <w:rPr>
          <w:lang w:val="pt-BR"/>
        </w:rPr>
        <w:t xml:space="preserve"> 36, </w:t>
      </w:r>
      <w:proofErr w:type="spellStart"/>
      <w:r w:rsidRPr="0065687B">
        <w:rPr>
          <w:lang w:val="pt-BR"/>
        </w:rPr>
        <w:t>exercises</w:t>
      </w:r>
      <w:proofErr w:type="spellEnd"/>
      <w:r w:rsidRPr="0065687B">
        <w:rPr>
          <w:lang w:val="pt-BR"/>
        </w:rPr>
        <w:t xml:space="preserve"> 1 </w:t>
      </w:r>
      <w:proofErr w:type="spellStart"/>
      <w:r w:rsidRPr="0065687B">
        <w:rPr>
          <w:lang w:val="pt-BR"/>
        </w:rPr>
        <w:t>and</w:t>
      </w:r>
      <w:proofErr w:type="spellEnd"/>
      <w:r w:rsidRPr="0065687B">
        <w:rPr>
          <w:lang w:val="pt-BR"/>
        </w:rPr>
        <w:t xml:space="preserve"> 2</w:t>
      </w:r>
    </w:p>
    <w:p w:rsidR="00E729C8" w:rsidRPr="0065687B" w:rsidRDefault="00E729C8" w:rsidP="008C5CDF">
      <w:pPr>
        <w:pStyle w:val="Characters"/>
        <w:rPr>
          <w:lang w:val="pt-BR"/>
        </w:rPr>
      </w:pPr>
      <w:r w:rsidRPr="0065687B">
        <w:rPr>
          <w:lang w:val="pt-BR"/>
        </w:rPr>
        <w:t>S = Sam, T = Tom, N = Nina</w:t>
      </w:r>
    </w:p>
    <w:p w:rsidR="00E729C8" w:rsidRPr="00396830" w:rsidRDefault="00E729C8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Are you a bit of a gardener in your spare time, Tom? Do you have green fingers? </w:t>
      </w:r>
    </w:p>
    <w:p w:rsidR="00E729C8" w:rsidRPr="00396830" w:rsidRDefault="00E729C8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T: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Sam, I don’t even </w:t>
      </w:r>
      <w:r w:rsidRPr="00396830">
        <w:rPr>
          <w:rFonts w:ascii="Calibri" w:eastAsia="Calibri" w:hAnsi="Calibri" w:cs="FrutigerLTStd-Bold"/>
          <w:bCs/>
          <w:i/>
          <w:color w:val="auto"/>
          <w:sz w:val="24"/>
          <w:szCs w:val="24"/>
        </w:rPr>
        <w:t>have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a garden. I live ten floors up in a block of flats!</w:t>
      </w:r>
    </w:p>
    <w:p w:rsidR="00E729C8" w:rsidRPr="00396830" w:rsidRDefault="00E729C8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Well, so does our guest this morning! However, that doesn’t stop her! Nina, hi! </w:t>
      </w:r>
    </w:p>
    <w:p w:rsidR="00E729C8" w:rsidRPr="00396830" w:rsidRDefault="00E729C8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Welcome!</w:t>
      </w:r>
    </w:p>
    <w:p w:rsidR="00E729C8" w:rsidRPr="00396830" w:rsidRDefault="00E729C8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FF0000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N: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Hi! </w:t>
      </w:r>
    </w:p>
    <w:p w:rsidR="00E729C8" w:rsidRPr="00396830" w:rsidRDefault="00E729C8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Thanks for coming in! So, you’re going to tell us about your involvement in a </w:t>
      </w:r>
    </w:p>
    <w:p w:rsidR="00E729C8" w:rsidRPr="00396830" w:rsidRDefault="00E729C8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community garden scheme, right?</w:t>
      </w:r>
    </w:p>
    <w:p w:rsidR="00E729C8" w:rsidRPr="00396830" w:rsidRDefault="00E729C8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N: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That’s right, yes.</w:t>
      </w:r>
    </w:p>
    <w:p w:rsidR="00E729C8" w:rsidRPr="00396830" w:rsidRDefault="00E729C8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For people who’ve never heard of community gardens, can you tell us a bit about </w:t>
      </w:r>
    </w:p>
    <w:p w:rsidR="00E729C8" w:rsidRPr="00396830" w:rsidRDefault="00E729C8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what they are and what they’re used for?</w:t>
      </w:r>
    </w:p>
    <w:p w:rsidR="00E729C8" w:rsidRPr="00396830" w:rsidRDefault="00E729C8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N: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Sure. So, a community garden is basically an area of unused land that a local group </w:t>
      </w:r>
    </w:p>
    <w:p w:rsidR="00E729C8" w:rsidRPr="00396830" w:rsidRDefault="00E729C8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of people take over and use for a variety of purposes.</w:t>
      </w:r>
    </w:p>
    <w:p w:rsidR="00E729C8" w:rsidRPr="00396830" w:rsidRDefault="00E729C8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lastRenderedPageBreak/>
        <w:t xml:space="preserve">T: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Primarily, I guess, to grow fruit and vegetables?</w:t>
      </w:r>
    </w:p>
    <w:p w:rsidR="00E729C8" w:rsidRPr="00396830" w:rsidRDefault="00E729C8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N: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Yes, sure – gardening is usually the main focus of any community garden, though </w:t>
      </w:r>
    </w:p>
    <w:p w:rsidR="00E729C8" w:rsidRPr="00396830" w:rsidRDefault="00BF5999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often,</w:t>
      </w:r>
      <w:r w:rsidR="00E729C8"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it’s the activity – the shared activity of gardening – rather than the end result. </w:t>
      </w:r>
    </w:p>
    <w:p w:rsidR="00E729C8" w:rsidRPr="00396830" w:rsidRDefault="00E729C8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But, more importantly, a community garden is a </w:t>
      </w:r>
      <w:r w:rsidRPr="00396830">
        <w:rPr>
          <w:rFonts w:ascii="Calibri" w:eastAsia="Calibri" w:hAnsi="Calibri" w:cs="FrutigerLTStd-Bold"/>
          <w:bCs/>
          <w:i/>
          <w:color w:val="auto"/>
          <w:sz w:val="24"/>
          <w:szCs w:val="24"/>
        </w:rPr>
        <w:t>really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great way to strengthen ties </w:t>
      </w:r>
    </w:p>
    <w:p w:rsidR="00E729C8" w:rsidRPr="00396830" w:rsidRDefault="00E729C8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within that community by providing a space where people can meet up and do things </w:t>
      </w:r>
    </w:p>
    <w:p w:rsidR="00E729C8" w:rsidRPr="00396830" w:rsidRDefault="00E729C8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together – have parties even. In our garden, we have a gathering of some description </w:t>
      </w:r>
    </w:p>
    <w:p w:rsidR="00E729C8" w:rsidRPr="00396830" w:rsidRDefault="00E729C8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every two or three weeks. Last Saturday, for example, we had a ‘drawing wildlife’ </w:t>
      </w:r>
    </w:p>
    <w:p w:rsidR="00E729C8" w:rsidRPr="00396830" w:rsidRDefault="00E729C8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session for kids, which was very successful. People brought drinks and cakes to share </w:t>
      </w:r>
    </w:p>
    <w:p w:rsidR="00E729C8" w:rsidRPr="00396830" w:rsidRDefault="00E729C8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and it was great fun.</w:t>
      </w:r>
    </w:p>
    <w:p w:rsidR="00E729C8" w:rsidRPr="00396830" w:rsidRDefault="00E729C8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S: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Sounds great! </w:t>
      </w:r>
    </w:p>
    <w:p w:rsidR="00E729C8" w:rsidRPr="00396830" w:rsidRDefault="00E729C8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N: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Yeah, it was. You know, the problem with modern life is that you can walk past the </w:t>
      </w:r>
    </w:p>
    <w:p w:rsidR="00E729C8" w:rsidRPr="00396830" w:rsidRDefault="00E729C8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same neighbours every week for years and not even know their names! But having a </w:t>
      </w:r>
    </w:p>
    <w:p w:rsidR="00E729C8" w:rsidRPr="00396830" w:rsidRDefault="00E729C8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shared project – say, growing vegetables – is a great way to break the ice and get on a </w:t>
      </w:r>
    </w:p>
    <w:p w:rsidR="00E729C8" w:rsidRPr="00396830" w:rsidRDefault="00E729C8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first-name basis with some of your neighbours. And with a community garden, you can </w:t>
      </w:r>
    </w:p>
    <w:p w:rsidR="00E729C8" w:rsidRPr="00396830" w:rsidRDefault="00E729C8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reach out to people who maybe don’t feel so involved in a community – people who </w:t>
      </w:r>
    </w:p>
    <w:p w:rsidR="00E729C8" w:rsidRPr="00396830" w:rsidRDefault="00E729C8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are unemployed or retired, for example. The whole idea is that people from all </w:t>
      </w:r>
    </w:p>
    <w:p w:rsidR="00E729C8" w:rsidRPr="00396830" w:rsidRDefault="00E729C8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backgrounds can come together and get to know each other as, bit by bit, they create </w:t>
      </w:r>
    </w:p>
    <w:p w:rsidR="00E729C8" w:rsidRPr="00396830" w:rsidRDefault="00E729C8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a garden. It creates a sense of belonging within a neighbourhood, which is something </w:t>
      </w:r>
    </w:p>
    <w:p w:rsidR="00E729C8" w:rsidRPr="00396830" w:rsidRDefault="00E729C8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that we can all benefit from. </w:t>
      </w:r>
    </w:p>
    <w:p w:rsidR="00E729C8" w:rsidRPr="00396830" w:rsidRDefault="00E729C8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Absolutely! And community gardens have been around for a while, haven’t they?</w:t>
      </w:r>
    </w:p>
    <w:p w:rsidR="00E729C8" w:rsidRPr="00396830" w:rsidRDefault="00E729C8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N: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Oh yes! In the second world war, they were set up in urban areas to provide fresh </w:t>
      </w:r>
    </w:p>
    <w:p w:rsidR="00E729C8" w:rsidRPr="00396830" w:rsidRDefault="00E729C8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fruit and vegetables for the people living locally. </w:t>
      </w:r>
    </w:p>
    <w:p w:rsidR="00E729C8" w:rsidRPr="00396830" w:rsidRDefault="00E729C8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T: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And, nowadays, where are these gardens?</w:t>
      </w:r>
    </w:p>
    <w:p w:rsidR="00E729C8" w:rsidRPr="00396830" w:rsidRDefault="00E729C8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N: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They’re everywhere! At the end of your road, in school grounds, on roofs even</w:t>
      </w:r>
      <w:r w:rsidR="00CE40AC"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Anywhere where there’s an area of land that’s not being used.</w:t>
      </w:r>
    </w:p>
    <w:p w:rsidR="00E729C8" w:rsidRPr="00396830" w:rsidRDefault="00E729C8" w:rsidP="0065687B">
      <w:pPr>
        <w:spacing w:after="0"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Wow, that’s really inspiring! Thanks, Nina!</w:t>
      </w:r>
    </w:p>
    <w:p w:rsidR="00DA0820" w:rsidRPr="00396830" w:rsidRDefault="00DA0820" w:rsidP="0065687B">
      <w:pPr>
        <w:pStyle w:val="Heading1"/>
        <w:spacing w:after="0"/>
        <w:jc w:val="both"/>
        <w:rPr>
          <w:rFonts w:cs="Arial"/>
          <w:sz w:val="24"/>
          <w:szCs w:val="24"/>
        </w:rPr>
      </w:pPr>
      <w:bookmarkStart w:id="22" w:name="_Hlk3801833"/>
      <w:bookmarkEnd w:id="20"/>
      <w:r w:rsidRPr="00396830">
        <w:t>Unit 7</w:t>
      </w:r>
    </w:p>
    <w:p w:rsidR="00DA0820" w:rsidRPr="008C5CDF" w:rsidRDefault="00DA0820" w:rsidP="008C5CDF">
      <w:pPr>
        <w:pStyle w:val="Heading2"/>
      </w:pPr>
      <w:r w:rsidRPr="008C5CDF">
        <w:t>7.1 page 38, exercise 5</w:t>
      </w:r>
    </w:p>
    <w:p w:rsidR="00251804" w:rsidRPr="00396830" w:rsidRDefault="00251804" w:rsidP="0065687B">
      <w:pPr>
        <w:spacing w:after="0"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>1 My mother told me to be home by ten.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ab/>
      </w:r>
    </w:p>
    <w:p w:rsidR="00251804" w:rsidRPr="00396830" w:rsidRDefault="00251804" w:rsidP="0065687B">
      <w:pPr>
        <w:spacing w:after="0"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>2 She asked the man for directions to the station.</w:t>
      </w:r>
    </w:p>
    <w:p w:rsidR="00251804" w:rsidRPr="00396830" w:rsidRDefault="00251804" w:rsidP="0065687B">
      <w:pPr>
        <w:spacing w:after="0"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>3 The man begged me to give him some food.</w:t>
      </w:r>
    </w:p>
    <w:p w:rsidR="00251804" w:rsidRPr="00396830" w:rsidRDefault="00251804" w:rsidP="0065687B">
      <w:pPr>
        <w:spacing w:after="0"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>4 She still insists that she is innocent.</w:t>
      </w:r>
    </w:p>
    <w:p w:rsidR="00251804" w:rsidRPr="00396830" w:rsidRDefault="00251804" w:rsidP="0065687B">
      <w:pPr>
        <w:spacing w:after="0"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>5 He encouraged me to become more independent.</w:t>
      </w:r>
    </w:p>
    <w:p w:rsidR="00DA0820" w:rsidRPr="00396830" w:rsidRDefault="00251804" w:rsidP="0065687B">
      <w:pPr>
        <w:spacing w:after="0" w:line="276" w:lineRule="auto"/>
        <w:jc w:val="both"/>
        <w:rPr>
          <w:rFonts w:ascii="Calibri" w:eastAsia="Times New Roman" w:hAnsi="Calibri" w:cs="Times New Roman"/>
          <w:color w:val="auto"/>
          <w:sz w:val="24"/>
          <w:szCs w:val="24"/>
        </w:rPr>
      </w:pPr>
      <w:r w:rsidRPr="00396830">
        <w:rPr>
          <w:rFonts w:ascii="Calibri" w:eastAsia="Times New Roman" w:hAnsi="Calibri" w:cs="Times New Roman"/>
          <w:color w:val="auto"/>
          <w:sz w:val="24"/>
          <w:szCs w:val="24"/>
          <w:lang w:eastAsia="en-GB"/>
        </w:rPr>
        <w:lastRenderedPageBreak/>
        <w:t>6 She usually asks Tom to help her.</w:t>
      </w:r>
    </w:p>
    <w:p w:rsidR="00DA0820" w:rsidRPr="008C5CDF" w:rsidRDefault="00DA0820" w:rsidP="008C5CDF">
      <w:pPr>
        <w:pStyle w:val="Heading2"/>
      </w:pPr>
      <w:r w:rsidRPr="008C5CDF">
        <w:t>7.2 page 40, exercise 5</w:t>
      </w:r>
    </w:p>
    <w:p w:rsidR="00251804" w:rsidRPr="00396830" w:rsidRDefault="00251804" w:rsidP="0065687B">
      <w:pPr>
        <w:spacing w:after="0"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>1 She was travelling to Rome later that day.</w:t>
      </w:r>
      <w:r w:rsidRPr="00396830">
        <w:rPr>
          <w:rFonts w:ascii="Calibri" w:eastAsia="Calibri" w:hAnsi="Calibri" w:cs="Times New Roman"/>
          <w:color w:val="FF0000"/>
          <w:sz w:val="24"/>
          <w:szCs w:val="24"/>
        </w:rPr>
        <w:tab/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ab/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ab/>
      </w:r>
    </w:p>
    <w:p w:rsidR="00251804" w:rsidRPr="00396830" w:rsidRDefault="00251804" w:rsidP="0065687B">
      <w:pPr>
        <w:spacing w:after="0"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>2 I will have had my exam results by then.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ab/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ab/>
      </w:r>
    </w:p>
    <w:p w:rsidR="00251804" w:rsidRPr="00396830" w:rsidRDefault="00251804" w:rsidP="0065687B">
      <w:pPr>
        <w:spacing w:after="0"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>3 They were going to pay the money back the following week.</w:t>
      </w:r>
    </w:p>
    <w:p w:rsidR="00251804" w:rsidRPr="00396830" w:rsidRDefault="00251804" w:rsidP="0065687B">
      <w:pPr>
        <w:spacing w:after="0"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color w:val="auto"/>
          <w:sz w:val="24"/>
          <w:szCs w:val="24"/>
        </w:rPr>
        <w:t>4 They’ll have been waiting for more than an hour.</w:t>
      </w:r>
      <w:r w:rsidRPr="00396830">
        <w:rPr>
          <w:rFonts w:ascii="Calibri" w:eastAsia="Calibri" w:hAnsi="Calibri" w:cs="Times New Roman"/>
          <w:color w:val="FF0000"/>
          <w:sz w:val="24"/>
          <w:szCs w:val="24"/>
        </w:rPr>
        <w:tab/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ab/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ab/>
      </w:r>
    </w:p>
    <w:p w:rsidR="00251804" w:rsidRPr="00396830" w:rsidRDefault="00251804" w:rsidP="0065687B">
      <w:pPr>
        <w:spacing w:after="0"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Calibri" w:hAnsi="Calibri" w:cs="Times New Roman"/>
          <w:sz w:val="24"/>
          <w:szCs w:val="24"/>
        </w:rPr>
        <w:t>5 He’ll be living in France next year.</w:t>
      </w:r>
    </w:p>
    <w:p w:rsidR="00DA0820" w:rsidRPr="00421019" w:rsidRDefault="00DA0820" w:rsidP="008C5CDF">
      <w:pPr>
        <w:pStyle w:val="Heading2"/>
        <w:rPr>
          <w:lang w:val="pt-BR"/>
        </w:rPr>
      </w:pPr>
      <w:r w:rsidRPr="00421019">
        <w:rPr>
          <w:lang w:val="pt-BR"/>
        </w:rPr>
        <w:t xml:space="preserve">7.3 </w:t>
      </w:r>
      <w:proofErr w:type="spellStart"/>
      <w:r w:rsidRPr="00421019">
        <w:rPr>
          <w:lang w:val="pt-BR"/>
        </w:rPr>
        <w:t>page</w:t>
      </w:r>
      <w:proofErr w:type="spellEnd"/>
      <w:r w:rsidRPr="00421019">
        <w:rPr>
          <w:lang w:val="pt-BR"/>
        </w:rPr>
        <w:t xml:space="preserve"> 41, </w:t>
      </w:r>
      <w:proofErr w:type="spellStart"/>
      <w:r w:rsidRPr="00421019">
        <w:rPr>
          <w:lang w:val="pt-BR"/>
        </w:rPr>
        <w:t>exercise</w:t>
      </w:r>
      <w:proofErr w:type="spellEnd"/>
      <w:r w:rsidRPr="00421019">
        <w:rPr>
          <w:lang w:val="pt-BR"/>
        </w:rPr>
        <w:t xml:space="preserve"> 1</w:t>
      </w:r>
    </w:p>
    <w:p w:rsidR="00DA0820" w:rsidRPr="0065687B" w:rsidRDefault="00251804" w:rsidP="0065687B">
      <w:pPr>
        <w:pStyle w:val="Characters"/>
        <w:spacing w:after="0"/>
        <w:jc w:val="both"/>
        <w:rPr>
          <w:lang w:val="pt-BR"/>
        </w:rPr>
      </w:pPr>
      <w:r w:rsidRPr="0065687B">
        <w:rPr>
          <w:lang w:val="pt-BR"/>
        </w:rPr>
        <w:t>A = Anna, L = Lori</w:t>
      </w:r>
    </w:p>
    <w:p w:rsidR="00FE576A" w:rsidRPr="0065687B" w:rsidRDefault="00FE576A" w:rsidP="0065687B">
      <w:pPr>
        <w:pStyle w:val="Characters"/>
        <w:spacing w:after="0"/>
        <w:jc w:val="both"/>
        <w:rPr>
          <w:lang w:val="pt-BR"/>
        </w:rPr>
      </w:pPr>
    </w:p>
    <w:p w:rsidR="00251804" w:rsidRPr="00396830" w:rsidRDefault="0025180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A: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Hey, Lori, I’ve been thinking. I think we should rent out the spare bedroom. We </w:t>
      </w:r>
    </w:p>
    <w:p w:rsidR="00251804" w:rsidRPr="00396830" w:rsidRDefault="00251804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could get quite a bit of money for it.</w:t>
      </w:r>
    </w:p>
    <w:p w:rsidR="00251804" w:rsidRPr="00396830" w:rsidRDefault="0025180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L: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I’m not so sure about that. The flat’s not very big – it would be a bit crowded with </w:t>
      </w:r>
    </w:p>
    <w:p w:rsidR="00251804" w:rsidRPr="00396830" w:rsidRDefault="00251804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three of us in the kitchen.</w:t>
      </w:r>
    </w:p>
    <w:p w:rsidR="00251804" w:rsidRPr="00396830" w:rsidRDefault="0025180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A: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I take your point, but the way I see it, we could work something out – we’re not </w:t>
      </w:r>
    </w:p>
    <w:p w:rsidR="00251804" w:rsidRPr="00396830" w:rsidRDefault="0025180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likely to want to cook at the same time, especially with me working in the café most </w:t>
      </w:r>
    </w:p>
    <w:p w:rsidR="00251804" w:rsidRPr="00396830" w:rsidRDefault="0025180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evenings. And it would be fun to have someone else around, especially when you’re </w:t>
      </w:r>
    </w:p>
    <w:p w:rsidR="00251804" w:rsidRPr="00396830" w:rsidRDefault="00251804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away.</w:t>
      </w:r>
    </w:p>
    <w:p w:rsidR="00251804" w:rsidRPr="00396830" w:rsidRDefault="0025180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L: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I’m afraid I see it differently – I think it could be awkward. We’ve been friends for so </w:t>
      </w:r>
    </w:p>
    <w:p w:rsidR="00251804" w:rsidRPr="00396830" w:rsidRDefault="0025180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long, and we understand each other so well. I think it would be difficult for a third </w:t>
      </w:r>
    </w:p>
    <w:p w:rsidR="00251804" w:rsidRPr="00396830" w:rsidRDefault="00251804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person to fit in. </w:t>
      </w:r>
    </w:p>
    <w:p w:rsidR="00251804" w:rsidRPr="00396830" w:rsidRDefault="0025180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A: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That’s a fair point, but just think what we could do with the extra cash! Both of us </w:t>
      </w:r>
    </w:p>
    <w:p w:rsidR="00251804" w:rsidRPr="00396830" w:rsidRDefault="0025180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struggle to find money for things like holidays – it would be so nice to be able to spoil </w:t>
      </w:r>
    </w:p>
    <w:p w:rsidR="00251804" w:rsidRPr="00396830" w:rsidRDefault="00251804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ourselves now and then.</w:t>
      </w:r>
    </w:p>
    <w:p w:rsidR="00251804" w:rsidRPr="00396830" w:rsidRDefault="0025180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L: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But then again, it’s lovely having the flat to ourselves, too. What if we didn’t get on </w:t>
      </w:r>
    </w:p>
    <w:p w:rsidR="00251804" w:rsidRPr="00396830" w:rsidRDefault="00251804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with the new person?</w:t>
      </w:r>
    </w:p>
    <w:p w:rsidR="00251804" w:rsidRPr="00396830" w:rsidRDefault="00251804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A: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Yes, I do know what you mean. </w:t>
      </w:r>
    </w:p>
    <w:p w:rsidR="00251804" w:rsidRPr="00396830" w:rsidRDefault="0025180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L: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Mind you, I do agree that a bit more money would be nice. I’d love to be able to visit </w:t>
      </w:r>
    </w:p>
    <w:p w:rsidR="00251804" w:rsidRPr="00396830" w:rsidRDefault="00251804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my sister in Sydney, and that’s just impossible at the moment.</w:t>
      </w:r>
    </w:p>
    <w:p w:rsidR="00251804" w:rsidRPr="00396830" w:rsidRDefault="00251804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A: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So, do you have any other ideas?</w:t>
      </w:r>
    </w:p>
    <w:p w:rsidR="00251804" w:rsidRPr="00396830" w:rsidRDefault="0025180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L: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Well, how about offering accommodation to language students? The local language </w:t>
      </w:r>
    </w:p>
    <w:p w:rsidR="00251804" w:rsidRPr="00396830" w:rsidRDefault="00251804" w:rsidP="00BF5F5E">
      <w:pPr>
        <w:pStyle w:val="Script"/>
      </w:pPr>
      <w:r w:rsidRPr="00396830">
        <w:t>schools are always looking for host families.</w:t>
      </w:r>
    </w:p>
    <w:p w:rsidR="00251804" w:rsidRPr="00396830" w:rsidRDefault="00251804" w:rsidP="00EB60DB">
      <w:pPr>
        <w:pStyle w:val="Script"/>
        <w:spacing w:after="0"/>
      </w:pPr>
      <w:r w:rsidRPr="00396830">
        <w:rPr>
          <w:b/>
        </w:rPr>
        <w:t xml:space="preserve">A: </w:t>
      </w:r>
      <w:r w:rsidRPr="00396830">
        <w:t xml:space="preserve">But that’s just like having another lodger! Only harder work, because we’d probably </w:t>
      </w:r>
    </w:p>
    <w:p w:rsidR="00251804" w:rsidRPr="00396830" w:rsidRDefault="00251804" w:rsidP="00BF5F5E">
      <w:pPr>
        <w:pStyle w:val="Script"/>
      </w:pPr>
      <w:r w:rsidRPr="00396830">
        <w:lastRenderedPageBreak/>
        <w:t>have to cook dinner for them. And talk to them all the time.  What if their English was</w:t>
      </w:r>
      <w:r w:rsidR="00BF5F5E">
        <w:t xml:space="preserve"> </w:t>
      </w:r>
      <w:r w:rsidRPr="00396830">
        <w:t>terrible? It would be so stressful.</w:t>
      </w:r>
    </w:p>
    <w:p w:rsidR="00251804" w:rsidRPr="00396830" w:rsidRDefault="00251804" w:rsidP="00EB60DB">
      <w:pPr>
        <w:pStyle w:val="Script"/>
        <w:spacing w:after="0"/>
      </w:pPr>
      <w:r w:rsidRPr="00396830">
        <w:rPr>
          <w:b/>
        </w:rPr>
        <w:t xml:space="preserve">L: </w:t>
      </w:r>
      <w:r w:rsidRPr="00396830">
        <w:t xml:space="preserve">Well, another way of looking at it is that it would give us a chance to meet </w:t>
      </w:r>
    </w:p>
    <w:p w:rsidR="00251804" w:rsidRPr="00396830" w:rsidRDefault="00251804" w:rsidP="00EB60DB">
      <w:pPr>
        <w:pStyle w:val="Script"/>
        <w:spacing w:after="0"/>
      </w:pPr>
      <w:r w:rsidRPr="00396830">
        <w:t xml:space="preserve">interesting people from all over the world. And the crucial thing is that it would be </w:t>
      </w:r>
    </w:p>
    <w:p w:rsidR="00251804" w:rsidRPr="00396830" w:rsidRDefault="00251804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short-term. If someone </w:t>
      </w:r>
      <w:r w:rsidRPr="00396830">
        <w:rPr>
          <w:rFonts w:ascii="Calibri" w:eastAsia="Calibri" w:hAnsi="Calibri" w:cs="FrutigerLTStd-Bold"/>
          <w:bCs/>
          <w:i/>
          <w:color w:val="auto"/>
          <w:sz w:val="24"/>
          <w:szCs w:val="24"/>
        </w:rPr>
        <w:t>is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difficult, we’d know they wouldn’t be staying that long. </w:t>
      </w:r>
    </w:p>
    <w:p w:rsidR="00251804" w:rsidRPr="00396830" w:rsidRDefault="0025180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A: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That’s true … but I wouldn’t want to have kids or teenagers. I wouldn’t want to feel </w:t>
      </w:r>
    </w:p>
    <w:p w:rsidR="00251804" w:rsidRPr="00396830" w:rsidRDefault="0025180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responsible for them. Hang on, I think I have a better idea. How about approaching the </w:t>
      </w:r>
    </w:p>
    <w:p w:rsidR="00251804" w:rsidRPr="00396830" w:rsidRDefault="0025180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university? They have people coming for short-term research projects, and they must </w:t>
      </w:r>
    </w:p>
    <w:p w:rsidR="00251804" w:rsidRPr="00396830" w:rsidRDefault="0025180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need accommodation. That way, we could still limit it to short-term lodgers, but </w:t>
      </w:r>
    </w:p>
    <w:p w:rsidR="00251804" w:rsidRPr="00396830" w:rsidRDefault="00251804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without the extra responsibilities.</w:t>
      </w:r>
    </w:p>
    <w:p w:rsidR="00251804" w:rsidRPr="00396830" w:rsidRDefault="00251804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L: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OK, well why don’t we try it? If it’s awful, we don’t have to do it again.</w:t>
      </w:r>
    </w:p>
    <w:p w:rsidR="00DA0820" w:rsidRPr="00396830" w:rsidRDefault="00251804" w:rsidP="0065687B">
      <w:pPr>
        <w:pStyle w:val="Script"/>
        <w:spacing w:after="0"/>
        <w:rPr>
          <w:rFonts w:ascii="Calibri" w:hAnsi="Calibri" w:cs="FrutigerLTStd-Bold"/>
          <w:b/>
          <w:bCs/>
        </w:rPr>
      </w:pPr>
      <w:r w:rsidRPr="00396830">
        <w:rPr>
          <w:rFonts w:ascii="Calibri" w:hAnsi="Calibri" w:cs="FrutigerLTStd-Bold"/>
          <w:b/>
          <w:bCs/>
        </w:rPr>
        <w:t xml:space="preserve">A: </w:t>
      </w:r>
      <w:r w:rsidRPr="00396830">
        <w:rPr>
          <w:rFonts w:ascii="Calibri" w:hAnsi="Calibri" w:cs="FrutigerLTStd-Bold"/>
          <w:bCs/>
        </w:rPr>
        <w:t>Great, then we’re agreed! I’ll call the university accommodation office tomorrow.</w:t>
      </w:r>
    </w:p>
    <w:p w:rsidR="00DA0820" w:rsidRPr="00F2126E" w:rsidRDefault="00DA0820" w:rsidP="008C5CDF">
      <w:pPr>
        <w:pStyle w:val="Heading2"/>
      </w:pPr>
      <w:r w:rsidRPr="00F2126E">
        <w:t>7.4 page 4</w:t>
      </w:r>
      <w:r w:rsidR="00104D21" w:rsidRPr="00F2126E">
        <w:t>2</w:t>
      </w:r>
      <w:r w:rsidRPr="00F2126E">
        <w:t>, exercise</w:t>
      </w:r>
      <w:r w:rsidR="00804640" w:rsidRPr="00F2126E">
        <w:t>s 1 and 2</w:t>
      </w:r>
    </w:p>
    <w:p w:rsidR="00251804" w:rsidRPr="00F2126E" w:rsidRDefault="00251804" w:rsidP="008C5CDF">
      <w:pPr>
        <w:pStyle w:val="Characters"/>
      </w:pPr>
      <w:r w:rsidRPr="00F2126E">
        <w:t>T = Tom, S = Sam, G = Graham, J = Jenny</w:t>
      </w:r>
    </w:p>
    <w:p w:rsidR="00992C7E" w:rsidRPr="00396830" w:rsidRDefault="00251804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T:</w:t>
      </w:r>
      <w:r w:rsidR="00992C7E"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As many of you will know, our 24-hour live sponsored broadcast takes place next </w:t>
      </w:r>
    </w:p>
    <w:p w:rsidR="00251804" w:rsidRPr="00396830" w:rsidRDefault="00251804" w:rsidP="00143776">
      <w:pPr>
        <w:spacing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week, and we’re hoping to raise lots of money for charity.</w:t>
      </w:r>
    </w:p>
    <w:p w:rsidR="00992C7E" w:rsidRPr="00396830" w:rsidRDefault="00251804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S:</w:t>
      </w:r>
      <w:r w:rsidR="00992C7E"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That’s right, but the problem is that neither of us is very good when we don’t get </w:t>
      </w:r>
    </w:p>
    <w:p w:rsidR="00251804" w:rsidRPr="00396830" w:rsidRDefault="00251804" w:rsidP="00143776">
      <w:pPr>
        <w:spacing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enough sleep. I’m told I get very grumpy – hard to imagine, I know!</w:t>
      </w:r>
    </w:p>
    <w:p w:rsidR="00992C7E" w:rsidRPr="00396830" w:rsidRDefault="00251804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T:</w:t>
      </w:r>
      <w:r w:rsidR="00992C7E"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So, we thought we’d invite in a couple of people who </w:t>
      </w:r>
      <w:r w:rsidRPr="00396830">
        <w:rPr>
          <w:rFonts w:ascii="Calibri" w:eastAsia="Calibri" w:hAnsi="Calibri" w:cs="FrutigerLTStd-Bold"/>
          <w:bCs/>
          <w:i/>
          <w:color w:val="auto"/>
          <w:sz w:val="24"/>
          <w:szCs w:val="24"/>
        </w:rPr>
        <w:t>always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have to work through </w:t>
      </w:r>
    </w:p>
    <w:p w:rsidR="00251804" w:rsidRPr="00396830" w:rsidRDefault="00251804" w:rsidP="00143776">
      <w:pPr>
        <w:spacing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the night</w:t>
      </w:r>
      <w:r w:rsidR="00BF5999"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and get some tips on how to cope.</w:t>
      </w:r>
    </w:p>
    <w:p w:rsidR="00992C7E" w:rsidRPr="00396830" w:rsidRDefault="00251804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S:</w:t>
      </w:r>
      <w:r w:rsidR="00992C7E"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So, welcome to Jenny, who is a police officer currently doing night duty, and </w:t>
      </w:r>
    </w:p>
    <w:p w:rsidR="00992C7E" w:rsidRPr="00396830" w:rsidRDefault="00251804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Graham, who’s a lorry driver. Let’s start with you, Graham. What’s it like, driving all </w:t>
      </w:r>
    </w:p>
    <w:p w:rsidR="00251804" w:rsidRPr="00396830" w:rsidRDefault="00251804" w:rsidP="00143776">
      <w:pPr>
        <w:spacing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night?</w:t>
      </w:r>
    </w:p>
    <w:p w:rsidR="00992C7E" w:rsidRPr="00396830" w:rsidRDefault="00251804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G:</w:t>
      </w:r>
      <w:r w:rsidR="00992C7E"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Well, in many ways it’s preferable to driving in the day. The roads are quieter for a </w:t>
      </w:r>
    </w:p>
    <w:p w:rsidR="00992C7E" w:rsidRPr="00396830" w:rsidRDefault="00251804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start, and I never have any difficulty staying awake. But the problem is when you go </w:t>
      </w:r>
    </w:p>
    <w:p w:rsidR="00992C7E" w:rsidRPr="00396830" w:rsidRDefault="00251804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back to a normal daytime schedule in between periods of night work. That totally </w:t>
      </w:r>
    </w:p>
    <w:p w:rsidR="00251804" w:rsidRPr="00396830" w:rsidRDefault="00251804" w:rsidP="00143776">
      <w:pPr>
        <w:spacing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messes with your brain. </w:t>
      </w:r>
    </w:p>
    <w:p w:rsidR="00251804" w:rsidRPr="00396830" w:rsidRDefault="00251804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S:</w:t>
      </w:r>
      <w:r w:rsidR="00992C7E"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But it’s still worth it overall?</w:t>
      </w:r>
    </w:p>
    <w:p w:rsidR="00992C7E" w:rsidRPr="00396830" w:rsidRDefault="00251804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G: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For the time being, yes, but I hope I won’t still be doing it in ten years’ time. I don’t </w:t>
      </w:r>
    </w:p>
    <w:p w:rsidR="00251804" w:rsidRPr="00396830" w:rsidRDefault="00251804" w:rsidP="00143776">
      <w:pPr>
        <w:spacing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think my body will be able to stand it for too much longer.</w:t>
      </w:r>
    </w:p>
    <w:p w:rsidR="00251804" w:rsidRPr="00396830" w:rsidRDefault="00251804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T:</w:t>
      </w:r>
      <w:r w:rsidR="00992C7E"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What about you, Jenny?</w:t>
      </w:r>
    </w:p>
    <w:p w:rsidR="00992C7E" w:rsidRPr="00396830" w:rsidRDefault="00251804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J:</w:t>
      </w:r>
      <w:r w:rsidR="00992C7E"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Well, luckily for me, I’m one of those people that drops off as soon as my head </w:t>
      </w:r>
    </w:p>
    <w:p w:rsidR="00992C7E" w:rsidRPr="00396830" w:rsidRDefault="00251804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touches the pillow, wherever I am or whatever time of day or night it is. As soon as I </w:t>
      </w:r>
    </w:p>
    <w:p w:rsidR="00251804" w:rsidRPr="00396830" w:rsidRDefault="00251804" w:rsidP="00143776">
      <w:pPr>
        <w:spacing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lastRenderedPageBreak/>
        <w:t>get home, I switch off my phone and fall into bed.</w:t>
      </w:r>
    </w:p>
    <w:p w:rsidR="00251804" w:rsidRPr="00396830" w:rsidRDefault="00251804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S:</w:t>
      </w:r>
      <w:r w:rsidR="00992C7E"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So, staying awake all night isn’t the end of the world for you?</w:t>
      </w:r>
    </w:p>
    <w:p w:rsidR="00992C7E" w:rsidRPr="00396830" w:rsidRDefault="00251804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J: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Not from a physical point of view, no, but socially it’s quite restrictive. My boyfriend </w:t>
      </w:r>
    </w:p>
    <w:p w:rsidR="00992C7E" w:rsidRPr="00396830" w:rsidRDefault="00251804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told me the other day that he was getting fed up with me not being around in the </w:t>
      </w:r>
    </w:p>
    <w:p w:rsidR="00251804" w:rsidRPr="00396830" w:rsidRDefault="00251804" w:rsidP="00143776">
      <w:pPr>
        <w:spacing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evenings. </w:t>
      </w:r>
    </w:p>
    <w:p w:rsidR="00251804" w:rsidRPr="00396830" w:rsidRDefault="00251804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T:</w:t>
      </w:r>
      <w:r w:rsidR="00992C7E"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Do you find the same, Graham?</w:t>
      </w:r>
    </w:p>
    <w:p w:rsidR="00992C7E" w:rsidRPr="00396830" w:rsidRDefault="00251804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G:</w:t>
      </w:r>
      <w:r w:rsidR="00992C7E"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Definitely. And even when I do get an evening off, I’m too tired to appreciate it. It </w:t>
      </w:r>
    </w:p>
    <w:p w:rsidR="00992C7E" w:rsidRPr="00396830" w:rsidRDefault="00251804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was our silver wedding anniversary recently and we went to this fabulous restaurant. </w:t>
      </w:r>
    </w:p>
    <w:p w:rsidR="00992C7E" w:rsidRPr="00396830" w:rsidRDefault="00251804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The food was out of this world, but all I wanted to do was lay my head on the table and </w:t>
      </w:r>
    </w:p>
    <w:p w:rsidR="00251804" w:rsidRPr="00396830" w:rsidRDefault="00251804" w:rsidP="00143776">
      <w:pPr>
        <w:spacing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go to sleep! The waiter even asked me if I’d like an extra-strong coffee to wake me up!</w:t>
      </w:r>
    </w:p>
    <w:p w:rsidR="00992C7E" w:rsidRPr="00396830" w:rsidRDefault="00251804" w:rsidP="0065687B">
      <w:pPr>
        <w:spacing w:after="0"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S: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Oh dear. Well, now it doesn’t feel right for us to ask you for advice about staying up </w:t>
      </w:r>
    </w:p>
    <w:p w:rsidR="00251804" w:rsidRPr="00396830" w:rsidRDefault="00251804" w:rsidP="00143776">
      <w:pPr>
        <w:spacing w:line="276" w:lineRule="auto"/>
        <w:ind w:left="1440" w:hanging="144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for just one night!</w:t>
      </w:r>
    </w:p>
    <w:p w:rsidR="00251804" w:rsidRPr="00396830" w:rsidRDefault="00251804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G: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My tip is, don’t eat too much – in my experience, the fuller I am, the sleepier I feel.</w:t>
      </w:r>
    </w:p>
    <w:p w:rsidR="00251804" w:rsidRPr="00396830" w:rsidRDefault="00251804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J: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Just enjoy it, and I’d love to sponsor you.</w:t>
      </w:r>
    </w:p>
    <w:p w:rsidR="00251804" w:rsidRPr="00396830" w:rsidRDefault="00251804" w:rsidP="0065687B">
      <w:pPr>
        <w:spacing w:after="0"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T:</w:t>
      </w:r>
      <w:r w:rsidR="00992C7E"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Brilliant, thanks very much, guys!</w:t>
      </w:r>
    </w:p>
    <w:p w:rsidR="00DA0820" w:rsidRPr="00396830" w:rsidRDefault="00DA0820" w:rsidP="0065687B">
      <w:pPr>
        <w:pStyle w:val="Heading1"/>
        <w:spacing w:after="0"/>
        <w:jc w:val="both"/>
      </w:pPr>
      <w:bookmarkStart w:id="23" w:name="_Hlk535412959"/>
      <w:bookmarkStart w:id="24" w:name="_Hlk499823302"/>
      <w:bookmarkStart w:id="25" w:name="_Hlk866174"/>
      <w:bookmarkEnd w:id="21"/>
      <w:bookmarkEnd w:id="22"/>
      <w:r w:rsidRPr="00396830">
        <w:t>Unit 8</w:t>
      </w:r>
    </w:p>
    <w:bookmarkEnd w:id="23"/>
    <w:p w:rsidR="00DA0820" w:rsidRPr="008C5CDF" w:rsidRDefault="00DA0820" w:rsidP="008C5CDF">
      <w:pPr>
        <w:pStyle w:val="Heading2"/>
      </w:pPr>
      <w:r w:rsidRPr="008C5CDF">
        <w:t>8.1 page 44, exercise 5</w:t>
      </w:r>
    </w:p>
    <w:p w:rsidR="00992C7E" w:rsidRPr="00396830" w:rsidRDefault="00992C7E" w:rsidP="0065687B">
      <w:pPr>
        <w:spacing w:after="0"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1 We waited until midday, at which point we gave up and went home.</w:t>
      </w:r>
    </w:p>
    <w:p w:rsidR="00992C7E" w:rsidRPr="00396830" w:rsidRDefault="00992C7E" w:rsidP="0065687B">
      <w:pPr>
        <w:spacing w:after="0"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2 The hall was full of people, all of whom were there to hear her speak.</w:t>
      </w:r>
    </w:p>
    <w:p w:rsidR="00992C7E" w:rsidRPr="00396830" w:rsidRDefault="00992C7E" w:rsidP="0065687B">
      <w:pPr>
        <w:spacing w:after="0"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3 Is that the car they came in?</w:t>
      </w:r>
    </w:p>
    <w:p w:rsidR="00992C7E" w:rsidRPr="00396830" w:rsidRDefault="00992C7E" w:rsidP="0065687B">
      <w:pPr>
        <w:spacing w:after="0"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4 He gave us two photos, one of which was damaged.</w:t>
      </w:r>
    </w:p>
    <w:p w:rsidR="00992C7E" w:rsidRPr="00396830" w:rsidRDefault="00992C7E" w:rsidP="0065687B">
      <w:pPr>
        <w:spacing w:after="0"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5 He’s the type of man for whom I would do anything.</w:t>
      </w:r>
    </w:p>
    <w:p w:rsidR="00DA0820" w:rsidRPr="00421019" w:rsidRDefault="00DA0820" w:rsidP="008C5CDF">
      <w:pPr>
        <w:pStyle w:val="Heading2"/>
        <w:rPr>
          <w:lang w:val="pt-BR"/>
        </w:rPr>
      </w:pPr>
      <w:r w:rsidRPr="00421019">
        <w:rPr>
          <w:lang w:val="pt-BR"/>
        </w:rPr>
        <w:t xml:space="preserve">8.2 </w:t>
      </w:r>
      <w:proofErr w:type="spellStart"/>
      <w:r w:rsidRPr="00421019">
        <w:rPr>
          <w:lang w:val="pt-BR"/>
        </w:rPr>
        <w:t>page</w:t>
      </w:r>
      <w:proofErr w:type="spellEnd"/>
      <w:r w:rsidRPr="00421019">
        <w:rPr>
          <w:lang w:val="pt-BR"/>
        </w:rPr>
        <w:t xml:space="preserve"> 45, </w:t>
      </w:r>
      <w:proofErr w:type="spellStart"/>
      <w:r w:rsidRPr="00421019">
        <w:rPr>
          <w:lang w:val="pt-BR"/>
        </w:rPr>
        <w:t>exercise</w:t>
      </w:r>
      <w:proofErr w:type="spellEnd"/>
      <w:r w:rsidR="00992C7E" w:rsidRPr="00421019">
        <w:rPr>
          <w:lang w:val="pt-BR"/>
        </w:rPr>
        <w:t xml:space="preserve"> 1</w:t>
      </w:r>
    </w:p>
    <w:p w:rsidR="00992C7E" w:rsidRPr="00421019" w:rsidRDefault="00992C7E" w:rsidP="008C5CDF">
      <w:pPr>
        <w:pStyle w:val="Characters"/>
        <w:rPr>
          <w:lang w:val="pt-BR"/>
        </w:rPr>
      </w:pPr>
      <w:r w:rsidRPr="00421019">
        <w:rPr>
          <w:lang w:val="pt-BR"/>
        </w:rPr>
        <w:t xml:space="preserve">O = Olivia, B = </w:t>
      </w:r>
      <w:proofErr w:type="spellStart"/>
      <w:r w:rsidRPr="00421019">
        <w:rPr>
          <w:lang w:val="pt-BR"/>
        </w:rPr>
        <w:t>Bryn</w:t>
      </w:r>
      <w:proofErr w:type="spellEnd"/>
      <w:r w:rsidRPr="00421019">
        <w:rPr>
          <w:lang w:val="pt-BR"/>
        </w:rPr>
        <w:t>, C = Clara</w:t>
      </w:r>
    </w:p>
    <w:p w:rsidR="00992C7E" w:rsidRPr="00396830" w:rsidRDefault="00992C7E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O: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Hi, guys, it’s great to see you. </w:t>
      </w:r>
    </w:p>
    <w:p w:rsidR="00992C7E" w:rsidRPr="00396830" w:rsidRDefault="00992C7E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B: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You, too, Olivia. How are things? You look a bit down.</w:t>
      </w:r>
    </w:p>
    <w:p w:rsidR="00992C7E" w:rsidRPr="00396830" w:rsidRDefault="00992C7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O: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It’s just that I’m having trouble with my second novel, and my publisher is putting </w:t>
      </w:r>
    </w:p>
    <w:p w:rsidR="00992C7E" w:rsidRPr="00396830" w:rsidRDefault="00992C7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pressure on me to hurry up. I keep telling her that creativity isn’t like a tap. You can’t </w:t>
      </w:r>
    </w:p>
    <w:p w:rsidR="00992C7E" w:rsidRPr="00396830" w:rsidRDefault="00992C7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just turn it on. But it got me thinking, where </w:t>
      </w:r>
      <w:r w:rsidRPr="00396830">
        <w:rPr>
          <w:rFonts w:ascii="Calibri" w:eastAsia="Calibri" w:hAnsi="Calibri" w:cs="FrutigerLTStd-Bold"/>
          <w:bCs/>
          <w:i/>
          <w:color w:val="auto"/>
          <w:sz w:val="24"/>
          <w:szCs w:val="24"/>
        </w:rPr>
        <w:t>does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creativity come from? You’re an </w:t>
      </w:r>
    </w:p>
    <w:p w:rsidR="00992C7E" w:rsidRPr="00396830" w:rsidRDefault="00992C7E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lastRenderedPageBreak/>
        <w:t>inventor, aren’t you, Bryn? Where do you get your inspiration?</w:t>
      </w:r>
    </w:p>
    <w:p w:rsidR="00992C7E" w:rsidRPr="00396830" w:rsidRDefault="00992C7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B: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Well, for starters, I totally agree with you that you can’t force it. The idea for my first </w:t>
      </w:r>
    </w:p>
    <w:p w:rsidR="00992C7E" w:rsidRPr="00396830" w:rsidRDefault="00992C7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successful invention came when I was laid up in bed during an outbreak of </w:t>
      </w:r>
      <w:proofErr w:type="gramStart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flu</w:t>
      </w:r>
      <w:proofErr w:type="gramEnd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so I think </w:t>
      </w:r>
    </w:p>
    <w:p w:rsidR="00992C7E" w:rsidRPr="00396830" w:rsidRDefault="00992C7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it had more to do with the fever than with me! In other words, I think that good ideas </w:t>
      </w:r>
    </w:p>
    <w:p w:rsidR="00992C7E" w:rsidRPr="00396830" w:rsidRDefault="00992C7E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can often be a bit random. </w:t>
      </w:r>
    </w:p>
    <w:p w:rsidR="00992C7E" w:rsidRPr="00396830" w:rsidRDefault="00992C7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C: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That’s right. Something happens and then you get inspiration from it. Unfortunately, </w:t>
      </w:r>
    </w:p>
    <w:p w:rsidR="00992C7E" w:rsidRPr="00396830" w:rsidRDefault="00992C7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for me as a poet, the thing that seems to inspire me most is the breakdown of </w:t>
      </w:r>
    </w:p>
    <w:p w:rsidR="00992C7E" w:rsidRPr="00396830" w:rsidRDefault="00992C7E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relationships. </w:t>
      </w:r>
    </w:p>
    <w:p w:rsidR="00992C7E" w:rsidRPr="00396830" w:rsidRDefault="00992C7E" w:rsidP="00421019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O: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That’s terrible!</w:t>
      </w:r>
    </w:p>
    <w:p w:rsidR="00992C7E" w:rsidRPr="00396830" w:rsidRDefault="00992C7E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C: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Well, let me put it this way, most of my best poems have been written just after a break-up.</w:t>
      </w:r>
    </w:p>
    <w:p w:rsidR="00992C7E" w:rsidRPr="00396830" w:rsidRDefault="00992C7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O: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So, what does that mean for me? You wouldn’t want me to break up with </w:t>
      </w:r>
      <w:proofErr w:type="gramStart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my</w:t>
      </w:r>
      <w:proofErr w:type="gramEnd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</w:t>
      </w:r>
    </w:p>
    <w:p w:rsidR="00992C7E" w:rsidRPr="00396830" w:rsidRDefault="00992C7E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boyfriend, who, incidentally, is really nice, just in order to finish my novel, would you?</w:t>
      </w:r>
    </w:p>
    <w:p w:rsidR="00992C7E" w:rsidRPr="00396830" w:rsidRDefault="00992C7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B: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Certainly not! As I said earlier, I think it’s quite random. I’ve never had a fever again, </w:t>
      </w:r>
    </w:p>
    <w:p w:rsidR="00992C7E" w:rsidRPr="00396830" w:rsidRDefault="00992C7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but I’ve invented lots more things. My point is this – different things work for different </w:t>
      </w:r>
    </w:p>
    <w:p w:rsidR="00992C7E" w:rsidRPr="00396830" w:rsidRDefault="00992C7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people. Personally, if I’m stuck, I often find that a good workout gets the ideas flowing </w:t>
      </w:r>
    </w:p>
    <w:p w:rsidR="00992C7E" w:rsidRPr="00396830" w:rsidRDefault="00992C7E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again.</w:t>
      </w:r>
    </w:p>
    <w:p w:rsidR="00992C7E" w:rsidRPr="00396830" w:rsidRDefault="00992C7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C: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It’s surprising what works and what doesn’t. I once rented a remote cottage for a </w:t>
      </w:r>
    </w:p>
    <w:p w:rsidR="00992C7E" w:rsidRPr="00396830" w:rsidRDefault="00992C7E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week of quiet writing and it was such a let-down. I didn’t write anything! </w:t>
      </w:r>
    </w:p>
    <w:p w:rsidR="00992C7E" w:rsidRPr="00396830" w:rsidRDefault="00992C7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O: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So, it’s clear from what we’ve said that there’s no magic formula. Still, it’s been </w:t>
      </w:r>
    </w:p>
    <w:p w:rsidR="00992C7E" w:rsidRPr="00396830" w:rsidRDefault="00992C7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great to chat to you about it and thanks for being so understanding. Now, moving on </w:t>
      </w:r>
    </w:p>
    <w:p w:rsidR="00992C7E" w:rsidRPr="00396830" w:rsidRDefault="00992C7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to more cheerful things: When shall we go for dinner this evening? </w:t>
      </w:r>
    </w:p>
    <w:p w:rsidR="00DA0820" w:rsidRPr="008C5CDF" w:rsidRDefault="00DA0820" w:rsidP="008C5CDF">
      <w:pPr>
        <w:pStyle w:val="Heading2"/>
      </w:pPr>
      <w:r w:rsidRPr="008C5CDF">
        <w:t>8.3 page 4</w:t>
      </w:r>
      <w:r w:rsidR="00992C7E" w:rsidRPr="008C5CDF">
        <w:t>5</w:t>
      </w:r>
      <w:r w:rsidRPr="008C5CDF">
        <w:t xml:space="preserve">, exercise </w:t>
      </w:r>
      <w:r w:rsidR="00992C7E" w:rsidRPr="008C5CDF">
        <w:t>3</w:t>
      </w:r>
    </w:p>
    <w:p w:rsidR="00992C7E" w:rsidRPr="00396830" w:rsidRDefault="00992C7E" w:rsidP="0065687B">
      <w:pPr>
        <w:spacing w:after="0"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1 Shouldn’t you be at your English lesson?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ab/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ab/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ab/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ab/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ab/>
      </w:r>
    </w:p>
    <w:p w:rsidR="00992C7E" w:rsidRPr="00396830" w:rsidRDefault="00992C7E" w:rsidP="0065687B">
      <w:pPr>
        <w:spacing w:after="0"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2 Someone should call her, but not you.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ab/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ab/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ab/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ab/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ab/>
      </w:r>
    </w:p>
    <w:p w:rsidR="00992C7E" w:rsidRPr="00396830" w:rsidRDefault="00992C7E" w:rsidP="0065687B">
      <w:pPr>
        <w:spacing w:after="0"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3 Should your mum know about this</w:t>
      </w:r>
      <w:r w:rsidRPr="00396830">
        <w:rPr>
          <w:rFonts w:ascii="Calibri" w:eastAsia="Calibri" w:hAnsi="Calibri" w:cs="Calibri"/>
          <w:bCs/>
          <w:color w:val="auto"/>
          <w:sz w:val="24"/>
          <w:szCs w:val="24"/>
        </w:rPr>
        <w:t xml:space="preserve">? </w:t>
      </w:r>
      <w:r w:rsidRPr="00396830">
        <w:rPr>
          <w:rFonts w:ascii="Calibri" w:eastAsia="Calibri" w:hAnsi="Calibri" w:cs="Calibri"/>
          <w:bCs/>
          <w:color w:val="auto"/>
          <w:sz w:val="24"/>
          <w:szCs w:val="24"/>
        </w:rPr>
        <w:tab/>
      </w:r>
      <w:r w:rsidRPr="00396830">
        <w:rPr>
          <w:rFonts w:ascii="Calibri" w:eastAsia="Calibri" w:hAnsi="Calibri" w:cs="Calibri"/>
          <w:bCs/>
          <w:color w:val="auto"/>
          <w:sz w:val="24"/>
          <w:szCs w:val="24"/>
        </w:rPr>
        <w:tab/>
      </w:r>
      <w:r w:rsidRPr="00396830">
        <w:rPr>
          <w:rFonts w:ascii="Calibri" w:eastAsia="Calibri" w:hAnsi="Calibri" w:cs="Calibri"/>
          <w:bCs/>
          <w:color w:val="auto"/>
          <w:sz w:val="24"/>
          <w:szCs w:val="24"/>
        </w:rPr>
        <w:tab/>
      </w:r>
      <w:r w:rsidRPr="00396830">
        <w:rPr>
          <w:rFonts w:ascii="Calibri" w:eastAsia="Calibri" w:hAnsi="Calibri" w:cs="Calibri"/>
          <w:bCs/>
          <w:color w:val="auto"/>
          <w:sz w:val="24"/>
          <w:szCs w:val="24"/>
        </w:rPr>
        <w:tab/>
      </w:r>
      <w:r w:rsidRPr="00396830">
        <w:rPr>
          <w:rFonts w:ascii="Calibri" w:eastAsia="Calibri" w:hAnsi="Calibri" w:cs="Calibri"/>
          <w:bCs/>
          <w:color w:val="auto"/>
          <w:sz w:val="24"/>
          <w:szCs w:val="24"/>
        </w:rPr>
        <w:tab/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ab/>
      </w:r>
    </w:p>
    <w:p w:rsidR="00992C7E" w:rsidRPr="00396830" w:rsidRDefault="00992C7E" w:rsidP="0065687B">
      <w:pPr>
        <w:spacing w:after="0"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4 Haven’t you finished your essay yet?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ab/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ab/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ab/>
      </w:r>
    </w:p>
    <w:p w:rsidR="00992C7E" w:rsidRPr="00396830" w:rsidRDefault="00992C7E" w:rsidP="0065687B">
      <w:pPr>
        <w:spacing w:after="0"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5 Could you help me with these bags, please?</w:t>
      </w:r>
    </w:p>
    <w:p w:rsidR="00992C7E" w:rsidRPr="00396830" w:rsidRDefault="00992C7E" w:rsidP="0065687B">
      <w:pPr>
        <w:pStyle w:val="Text"/>
        <w:spacing w:after="0"/>
      </w:pPr>
      <w:r w:rsidRPr="00396830">
        <w:rPr>
          <w:rFonts w:ascii="Calibri" w:hAnsi="Calibri" w:cs="FrutigerLTStd-Bold"/>
          <w:bCs/>
        </w:rPr>
        <w:t xml:space="preserve">6 I found your book under the sofa. </w:t>
      </w:r>
      <w:r w:rsidRPr="00396830">
        <w:rPr>
          <w:rFonts w:ascii="Calibri" w:hAnsi="Calibri" w:cs="FrutigerLTStd-Bold"/>
          <w:bCs/>
        </w:rPr>
        <w:tab/>
      </w:r>
    </w:p>
    <w:p w:rsidR="00DA0820" w:rsidRPr="008C5CDF" w:rsidRDefault="00DA0820" w:rsidP="008C5CDF">
      <w:pPr>
        <w:pStyle w:val="Heading2"/>
      </w:pPr>
      <w:r w:rsidRPr="008C5CDF">
        <w:t>8.4 page 4</w:t>
      </w:r>
      <w:r w:rsidR="00992C7E" w:rsidRPr="008C5CDF">
        <w:t>6</w:t>
      </w:r>
      <w:r w:rsidRPr="008C5CDF">
        <w:t>, exercise</w:t>
      </w:r>
      <w:r w:rsidR="00992C7E" w:rsidRPr="008C5CDF">
        <w:t xml:space="preserve"> 4</w:t>
      </w:r>
    </w:p>
    <w:p w:rsidR="00992C7E" w:rsidRPr="00396830" w:rsidRDefault="00992C7E" w:rsidP="0065687B">
      <w:pPr>
        <w:spacing w:after="0" w:line="276" w:lineRule="auto"/>
        <w:jc w:val="both"/>
        <w:rPr>
          <w:rFonts w:ascii="Calibri" w:eastAsia="Calibri" w:hAnsi="Calibri" w:cs="Calibri"/>
          <w:bCs/>
          <w:color w:val="auto"/>
          <w:sz w:val="24"/>
          <w:szCs w:val="24"/>
        </w:rPr>
      </w:pPr>
      <w:bookmarkStart w:id="26" w:name="_Hlk499823341"/>
      <w:bookmarkEnd w:id="24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1 If I had remembered my jumper, I wouldn’t be so cold.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ab/>
      </w:r>
    </w:p>
    <w:p w:rsidR="00992C7E" w:rsidRPr="00396830" w:rsidRDefault="00992C7E" w:rsidP="0065687B">
      <w:pPr>
        <w:spacing w:after="0"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2 Had we known Chris was coming, we’d have stayed longer.</w:t>
      </w:r>
    </w:p>
    <w:p w:rsidR="00992C7E" w:rsidRPr="00396830" w:rsidRDefault="00992C7E" w:rsidP="0065687B">
      <w:pPr>
        <w:spacing w:after="0"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3 If I was braver, I would have gone into the cave.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ab/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ab/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ab/>
      </w:r>
    </w:p>
    <w:p w:rsidR="00992C7E" w:rsidRPr="00396830" w:rsidRDefault="00992C7E" w:rsidP="0065687B">
      <w:pPr>
        <w:spacing w:after="0"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lastRenderedPageBreak/>
        <w:t>4 I’d have brought you a present had I known it was your birthday.</w:t>
      </w:r>
    </w:p>
    <w:p w:rsidR="00992C7E" w:rsidRPr="00396830" w:rsidRDefault="00992C7E" w:rsidP="0065687B">
      <w:pPr>
        <w:spacing w:after="0"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5 We’d be better at our jobs if we had had more training.</w:t>
      </w:r>
    </w:p>
    <w:p w:rsidR="00992C7E" w:rsidRPr="00396830" w:rsidRDefault="00992C7E" w:rsidP="0065687B">
      <w:pPr>
        <w:spacing w:after="0"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6 If we’d called her earlier, Mum would be here by now.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ab/>
      </w:r>
    </w:p>
    <w:p w:rsidR="00992C7E" w:rsidRPr="00396830" w:rsidRDefault="00992C7E" w:rsidP="0065687B">
      <w:pPr>
        <w:spacing w:after="0"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7 If they had had a better teacher, they would know more French.</w:t>
      </w:r>
    </w:p>
    <w:p w:rsidR="00992C7E" w:rsidRPr="00396830" w:rsidRDefault="00992C7E" w:rsidP="0065687B">
      <w:pPr>
        <w:spacing w:after="0" w:line="276" w:lineRule="auto"/>
        <w:jc w:val="both"/>
        <w:rPr>
          <w:rFonts w:ascii="Calibri" w:hAnsi="Calibri" w:cs="FrutigerLTStd-Bold"/>
          <w:bCs/>
          <w:sz w:val="24"/>
          <w:szCs w:val="24"/>
        </w:rPr>
      </w:pPr>
      <w:r w:rsidRPr="00396830">
        <w:rPr>
          <w:rFonts w:ascii="Calibri" w:hAnsi="Calibri" w:cs="FrutigerLTStd-Bold"/>
          <w:bCs/>
          <w:sz w:val="24"/>
          <w:szCs w:val="24"/>
        </w:rPr>
        <w:t>8 If we had brought our tennis rackets, we could play.</w:t>
      </w:r>
    </w:p>
    <w:p w:rsidR="00992C7E" w:rsidRPr="00396830" w:rsidRDefault="00992C7E" w:rsidP="008C5CDF">
      <w:pPr>
        <w:pStyle w:val="Heading2"/>
      </w:pPr>
      <w:r w:rsidRPr="00396830">
        <w:t>8.5 page 48, exercises 1 and 2</w:t>
      </w:r>
    </w:p>
    <w:p w:rsidR="00992C7E" w:rsidRPr="00396830" w:rsidRDefault="00992C7E" w:rsidP="008C5CDF">
      <w:pPr>
        <w:pStyle w:val="Characters"/>
      </w:pPr>
      <w:r w:rsidRPr="00396830">
        <w:t>S = Sam, T = Tom</w:t>
      </w:r>
    </w:p>
    <w:p w:rsidR="00992C7E" w:rsidRPr="00396830" w:rsidRDefault="00992C7E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S: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You know I told you I couldn’t open the window on the driver’s side of my car?</w:t>
      </w:r>
    </w:p>
    <w:p w:rsidR="00992C7E" w:rsidRPr="00396830" w:rsidRDefault="00992C7E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T: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Yes?</w:t>
      </w:r>
    </w:p>
    <w:p w:rsidR="00992C7E" w:rsidRPr="00396830" w:rsidRDefault="00992C7E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Well, I took it to the garage yesterday. They want nearly £400 to fix it. </w:t>
      </w:r>
      <w:r w:rsidRPr="00396830">
        <w:rPr>
          <w:rFonts w:ascii="Calibri" w:eastAsia="Calibri" w:hAnsi="Calibri" w:cs="FrutigerLTStd-Bold"/>
          <w:bCs/>
          <w:i/>
          <w:color w:val="auto"/>
          <w:sz w:val="24"/>
          <w:szCs w:val="24"/>
        </w:rPr>
        <w:t>£400!</w:t>
      </w:r>
    </w:p>
    <w:p w:rsidR="00992C7E" w:rsidRPr="00396830" w:rsidRDefault="00992C7E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T: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Well, electric windows are quite sophisticated. </w:t>
      </w:r>
    </w:p>
    <w:p w:rsidR="00992C7E" w:rsidRPr="00396830" w:rsidRDefault="00992C7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That’s precisely the problem. I don’t even </w:t>
      </w:r>
      <w:r w:rsidRPr="00396830">
        <w:rPr>
          <w:rFonts w:ascii="Calibri" w:eastAsia="Calibri" w:hAnsi="Calibri" w:cs="FrutigerLTStd-Bold"/>
          <w:bCs/>
          <w:i/>
          <w:color w:val="auto"/>
          <w:sz w:val="24"/>
          <w:szCs w:val="24"/>
        </w:rPr>
        <w:t>want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an electric window. I’d have been </w:t>
      </w:r>
    </w:p>
    <w:p w:rsidR="00992C7E" w:rsidRPr="00396830" w:rsidRDefault="00992C7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quite happy with a wind-down window if such a thing existed these days. If you ask me, </w:t>
      </w:r>
    </w:p>
    <w:p w:rsidR="00992C7E" w:rsidRPr="00396830" w:rsidRDefault="00992C7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all these modern innovations are just ways of parting us from our hard-earned cash. My </w:t>
      </w:r>
    </w:p>
    <w:p w:rsidR="00992C7E" w:rsidRPr="00396830" w:rsidRDefault="00992C7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granddad always used to fix his car himself. In those days, anyone could do it, provided </w:t>
      </w:r>
    </w:p>
    <w:p w:rsidR="00992C7E" w:rsidRPr="00396830" w:rsidRDefault="00992C7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they had some fairly basic mechanical skills, but modern engines are so complicated, it’s </w:t>
      </w:r>
    </w:p>
    <w:p w:rsidR="00992C7E" w:rsidRPr="00396830" w:rsidRDefault="00992C7E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almost impossible. </w:t>
      </w:r>
    </w:p>
    <w:p w:rsidR="00992C7E" w:rsidRPr="00396830" w:rsidRDefault="00992C7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T: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Yeah … but cars are much better now, aren’t they? There are so many useful features </w:t>
      </w:r>
    </w:p>
    <w:p w:rsidR="00992C7E" w:rsidRPr="00396830" w:rsidRDefault="00992C7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you can get, like heated seats and cameras for reversing, all of which make the </w:t>
      </w:r>
    </w:p>
    <w:p w:rsidR="00992C7E" w:rsidRPr="00396830" w:rsidRDefault="00992C7E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experience of driving more pleasant.</w:t>
      </w:r>
    </w:p>
    <w:p w:rsidR="00992C7E" w:rsidRPr="00396830" w:rsidRDefault="00992C7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S: </w:t>
      </w:r>
      <w:proofErr w:type="spellStart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Mmmm</w:t>
      </w:r>
      <w:proofErr w:type="spellEnd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, it seems you can get any kind of luxury as long as you can pay for it, but what </w:t>
      </w:r>
    </w:p>
    <w:p w:rsidR="00992C7E" w:rsidRPr="00396830" w:rsidRDefault="00992C7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you </w:t>
      </w:r>
      <w:r w:rsidRPr="00396830">
        <w:rPr>
          <w:rFonts w:ascii="Calibri" w:eastAsia="Calibri" w:hAnsi="Calibri" w:cs="FrutigerLTStd-Bold"/>
          <w:bCs/>
          <w:i/>
          <w:color w:val="auto"/>
          <w:sz w:val="24"/>
          <w:szCs w:val="24"/>
        </w:rPr>
        <w:t>can’t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buy is a simple, old-fashioned car that you can look after yourself. Perhaps I </w:t>
      </w:r>
    </w:p>
    <w:p w:rsidR="00992C7E" w:rsidRPr="00396830" w:rsidRDefault="00992C7E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should start a basic car factory! </w:t>
      </w:r>
    </w:p>
    <w:p w:rsidR="00992C7E" w:rsidRPr="00396830" w:rsidRDefault="00992C7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T: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It’s obvious that there would be no demand for such a car, otherwise someone would </w:t>
      </w:r>
    </w:p>
    <w:p w:rsidR="00992C7E" w:rsidRPr="00396830" w:rsidRDefault="00992C7E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already have done it.</w:t>
      </w:r>
    </w:p>
    <w:p w:rsidR="00992C7E" w:rsidRPr="00396830" w:rsidRDefault="00992C7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Oh, I’m more cynical. I don’t have any proof, but I suspect that the big car </w:t>
      </w:r>
    </w:p>
    <w:p w:rsidR="00992C7E" w:rsidRPr="00396830" w:rsidRDefault="00992C7E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manufacturers would find a way to make sure that never happened.</w:t>
      </w:r>
    </w:p>
    <w:p w:rsidR="00992C7E" w:rsidRPr="00396830" w:rsidRDefault="00992C7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T: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You can’t stop progress, Sam. My dad used to mend his own car when he was younger, </w:t>
      </w:r>
    </w:p>
    <w:p w:rsidR="00992C7E" w:rsidRPr="00396830" w:rsidRDefault="00992C7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too, but we were always having breakdowns. I can’t tell you how many hours we spent </w:t>
      </w:r>
    </w:p>
    <w:p w:rsidR="00992C7E" w:rsidRPr="00396830" w:rsidRDefault="00992C7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sitting at the side of the road while he had his head under the car bonnet, whereas I </w:t>
      </w:r>
    </w:p>
    <w:p w:rsidR="00992C7E" w:rsidRPr="00396830" w:rsidRDefault="00992C7E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don’t remember the last time I broke down. Do you?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ab/>
      </w:r>
    </w:p>
    <w:p w:rsidR="00992C7E" w:rsidRPr="00396830" w:rsidRDefault="00992C7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Yes, I do, actually. It was on my way to the airport and I had a puncture. I had to wait </w:t>
      </w:r>
    </w:p>
    <w:p w:rsidR="00992C7E" w:rsidRPr="00396830" w:rsidRDefault="00992C7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more than two hours for someone to come and fix it and I eventually got to the airport </w:t>
      </w:r>
    </w:p>
    <w:p w:rsidR="00992C7E" w:rsidRPr="00396830" w:rsidRDefault="00992C7E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about </w:t>
      </w:r>
      <w:r w:rsidR="00E47C4C"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two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minutes after take-off.</w:t>
      </w:r>
    </w:p>
    <w:p w:rsidR="00992C7E" w:rsidRPr="00396830" w:rsidRDefault="00992C7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lastRenderedPageBreak/>
        <w:t xml:space="preserve">T: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A puncture! You can’t blame that on modern technology! If you knew how to change </w:t>
      </w:r>
    </w:p>
    <w:p w:rsidR="00992C7E" w:rsidRPr="00396830" w:rsidRDefault="00992C7E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a tyre, you wouldn’t have missed your plane.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ab/>
      </w:r>
    </w:p>
    <w:p w:rsidR="00992C7E" w:rsidRPr="00396830" w:rsidRDefault="00992C7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I know, and I </w:t>
      </w:r>
      <w:r w:rsidRPr="00396830">
        <w:rPr>
          <w:rFonts w:ascii="Calibri" w:eastAsia="Calibri" w:hAnsi="Calibri" w:cs="FrutigerLTStd-Bold"/>
          <w:bCs/>
          <w:i/>
          <w:color w:val="auto"/>
          <w:sz w:val="24"/>
          <w:szCs w:val="24"/>
        </w:rPr>
        <w:t>do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know how to do it, at least in theory. It’s just that I’d never be entirely </w:t>
      </w:r>
    </w:p>
    <w:p w:rsidR="00992C7E" w:rsidRPr="00396830" w:rsidRDefault="00992C7E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confident that I’d get the wheel back on securely, so I wouldn’t try to do it myself.</w:t>
      </w:r>
    </w:p>
    <w:p w:rsidR="00992C7E" w:rsidRPr="00396830" w:rsidRDefault="00992C7E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T: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So, suppose those wicked car manufacturers were able to invent self-repairing tyres </w:t>
      </w:r>
    </w:p>
    <w:p w:rsidR="00992C7E" w:rsidRPr="00396830" w:rsidRDefault="00992C7E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…  Presumably, you wouldn’t complain about that?</w:t>
      </w:r>
    </w:p>
    <w:p w:rsidR="00BA1274" w:rsidRPr="00396830" w:rsidRDefault="00992C7E" w:rsidP="0065687B">
      <w:pPr>
        <w:spacing w:after="0"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S: </w:t>
      </w:r>
      <w:proofErr w:type="spellStart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Er</w:t>
      </w:r>
      <w:proofErr w:type="spellEnd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, no, I guess I wouldn’t!</w:t>
      </w:r>
    </w:p>
    <w:p w:rsidR="00BA1274" w:rsidRPr="00396830" w:rsidRDefault="00BA1274" w:rsidP="0065687B">
      <w:pPr>
        <w:pStyle w:val="Heading1"/>
        <w:spacing w:after="0"/>
        <w:jc w:val="both"/>
      </w:pPr>
      <w:bookmarkStart w:id="27" w:name="_Hlk535414108"/>
      <w:bookmarkStart w:id="28" w:name="_Hlk866209"/>
      <w:bookmarkEnd w:id="25"/>
      <w:r w:rsidRPr="00396830">
        <w:t>Unit 9</w:t>
      </w:r>
    </w:p>
    <w:bookmarkEnd w:id="27"/>
    <w:p w:rsidR="00DA0820" w:rsidRPr="00396830" w:rsidRDefault="00DA0820" w:rsidP="008C5CDF">
      <w:pPr>
        <w:pStyle w:val="Heading2"/>
      </w:pPr>
      <w:r w:rsidRPr="00396830">
        <w:t>9.1 page 50, exercise 5</w:t>
      </w:r>
    </w:p>
    <w:p w:rsidR="00BA1274" w:rsidRPr="00396830" w:rsidRDefault="00BA1274" w:rsidP="0065687B">
      <w:pPr>
        <w:pStyle w:val="NoSpacing"/>
        <w:spacing w:line="276" w:lineRule="auto"/>
        <w:jc w:val="both"/>
        <w:rPr>
          <w:sz w:val="24"/>
          <w:szCs w:val="24"/>
        </w:rPr>
      </w:pPr>
      <w:r w:rsidRPr="00396830">
        <w:rPr>
          <w:sz w:val="24"/>
          <w:szCs w:val="24"/>
        </w:rPr>
        <w:t>1 Having expected to come last in the race, he was delighted with second place.</w:t>
      </w:r>
    </w:p>
    <w:p w:rsidR="00BA1274" w:rsidRPr="00396830" w:rsidRDefault="00BA1274" w:rsidP="0065687B">
      <w:pPr>
        <w:pStyle w:val="NoSpacing"/>
        <w:spacing w:line="276" w:lineRule="auto"/>
        <w:jc w:val="both"/>
        <w:rPr>
          <w:sz w:val="24"/>
          <w:szCs w:val="24"/>
        </w:rPr>
      </w:pPr>
      <w:r w:rsidRPr="00396830">
        <w:rPr>
          <w:sz w:val="24"/>
          <w:szCs w:val="24"/>
        </w:rPr>
        <w:t>2 Loved by all her friends, she was one of the most popular girls in her class.</w:t>
      </w:r>
    </w:p>
    <w:p w:rsidR="00BA1274" w:rsidRPr="00396830" w:rsidRDefault="00BA1274" w:rsidP="0065687B">
      <w:pPr>
        <w:pStyle w:val="NoSpacing"/>
        <w:spacing w:line="276" w:lineRule="auto"/>
        <w:jc w:val="both"/>
        <w:rPr>
          <w:sz w:val="24"/>
          <w:szCs w:val="24"/>
        </w:rPr>
      </w:pPr>
      <w:r w:rsidRPr="00396830">
        <w:rPr>
          <w:sz w:val="24"/>
          <w:szCs w:val="24"/>
        </w:rPr>
        <w:t>3 Entering the room, she looked around her.</w:t>
      </w:r>
    </w:p>
    <w:p w:rsidR="00BA1274" w:rsidRPr="00396830" w:rsidRDefault="00BA1274" w:rsidP="0065687B">
      <w:pPr>
        <w:pStyle w:val="NoSpacing"/>
        <w:spacing w:line="276" w:lineRule="auto"/>
        <w:jc w:val="both"/>
        <w:rPr>
          <w:sz w:val="24"/>
          <w:szCs w:val="24"/>
        </w:rPr>
      </w:pPr>
      <w:r w:rsidRPr="00396830">
        <w:rPr>
          <w:sz w:val="24"/>
          <w:szCs w:val="24"/>
        </w:rPr>
        <w:t>4 Noticing that the girl looked sad, he offered her some sweets.</w:t>
      </w:r>
    </w:p>
    <w:p w:rsidR="00BA1274" w:rsidRPr="00396830" w:rsidRDefault="00BA1274" w:rsidP="0065687B">
      <w:pPr>
        <w:pStyle w:val="NoSpacing"/>
        <w:spacing w:line="276" w:lineRule="auto"/>
        <w:jc w:val="both"/>
        <w:rPr>
          <w:sz w:val="24"/>
          <w:szCs w:val="24"/>
        </w:rPr>
      </w:pPr>
      <w:r w:rsidRPr="00396830">
        <w:rPr>
          <w:sz w:val="24"/>
          <w:szCs w:val="24"/>
        </w:rPr>
        <w:t>5 Abandoned by her parents, the girl was brought up by a local family.</w:t>
      </w:r>
    </w:p>
    <w:p w:rsidR="00DA0820" w:rsidRPr="00396830" w:rsidRDefault="00BA1274" w:rsidP="0065687B">
      <w:pPr>
        <w:pStyle w:val="NoSpacing"/>
        <w:spacing w:line="276" w:lineRule="auto"/>
        <w:jc w:val="both"/>
        <w:rPr>
          <w:sz w:val="24"/>
          <w:szCs w:val="24"/>
        </w:rPr>
      </w:pPr>
      <w:r w:rsidRPr="00396830">
        <w:rPr>
          <w:sz w:val="24"/>
          <w:szCs w:val="24"/>
        </w:rPr>
        <w:t>6 Having decided to go camping, she bought herself a lightweight tent.</w:t>
      </w:r>
    </w:p>
    <w:p w:rsidR="00DA0820" w:rsidRPr="008C5CDF" w:rsidRDefault="00DA0820" w:rsidP="008C5CDF">
      <w:pPr>
        <w:pStyle w:val="Heading2"/>
      </w:pPr>
      <w:r w:rsidRPr="008C5CDF">
        <w:t>9.2 page 52, exercise 5</w:t>
      </w:r>
    </w:p>
    <w:p w:rsidR="00BA1274" w:rsidRPr="00396830" w:rsidRDefault="00BA1274" w:rsidP="0065687B">
      <w:pPr>
        <w:spacing w:after="0"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1 It’s about time you called your parents.</w:t>
      </w:r>
    </w:p>
    <w:p w:rsidR="00BA1274" w:rsidRPr="00396830" w:rsidRDefault="00BA1274" w:rsidP="0065687B">
      <w:pPr>
        <w:spacing w:after="0"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2 If only I didn’t have to go to work!</w:t>
      </w:r>
    </w:p>
    <w:p w:rsidR="00BA1274" w:rsidRPr="00396830" w:rsidRDefault="00BA1274" w:rsidP="0065687B">
      <w:pPr>
        <w:spacing w:after="0"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3 She’d rather we stayed in a hotel.</w:t>
      </w:r>
    </w:p>
    <w:p w:rsidR="00BA1274" w:rsidRPr="00396830" w:rsidRDefault="00BA1274" w:rsidP="0065687B">
      <w:pPr>
        <w:spacing w:after="0"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4 What if I hadn’t seen you?</w:t>
      </w:r>
    </w:p>
    <w:p w:rsidR="00BA1274" w:rsidRPr="00396830" w:rsidRDefault="00BA1274" w:rsidP="0065687B">
      <w:pPr>
        <w:spacing w:after="0"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5 I wish we had more time.</w:t>
      </w:r>
    </w:p>
    <w:p w:rsidR="00BA1274" w:rsidRPr="00396830" w:rsidRDefault="00BA1274" w:rsidP="0065687B">
      <w:pPr>
        <w:spacing w:after="0"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6 If only the sun would shine!</w:t>
      </w:r>
    </w:p>
    <w:p w:rsidR="00DA0820" w:rsidRPr="008C5CDF" w:rsidRDefault="00DA0820" w:rsidP="008C5CDF">
      <w:pPr>
        <w:pStyle w:val="Heading2"/>
      </w:pPr>
      <w:r w:rsidRPr="008C5CDF">
        <w:t>9.3 page 53, exercises 1 and 2</w:t>
      </w:r>
    </w:p>
    <w:p w:rsidR="00DA0820" w:rsidRPr="008C5CDF" w:rsidRDefault="00BA1274" w:rsidP="008C5CDF">
      <w:pPr>
        <w:pStyle w:val="Characters"/>
      </w:pPr>
      <w:r w:rsidRPr="008C5CDF">
        <w:t>P</w:t>
      </w:r>
      <w:r w:rsidR="00DA0820" w:rsidRPr="008C5CDF">
        <w:t xml:space="preserve"> = </w:t>
      </w:r>
      <w:r w:rsidRPr="008C5CDF">
        <w:t xml:space="preserve">Philip, B = Bianca </w:t>
      </w:r>
    </w:p>
    <w:p w:rsidR="00BA1274" w:rsidRPr="00396830" w:rsidRDefault="00BA127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P: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My dad’s working in Kenya for a month in July and he says he’ll pay my air fare if I </w:t>
      </w:r>
    </w:p>
    <w:p w:rsidR="00BA1274" w:rsidRPr="00396830" w:rsidRDefault="00BA1274" w:rsidP="00143776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want to go out to stay with him while he’s there.</w:t>
      </w:r>
    </w:p>
    <w:p w:rsidR="00BA1274" w:rsidRPr="00396830" w:rsidRDefault="00BA1274" w:rsidP="00143776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B: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What a fantastic opportunity! So why aren’t you looking happier?</w:t>
      </w:r>
    </w:p>
    <w:p w:rsidR="00BA1274" w:rsidRPr="00396830" w:rsidRDefault="00BA1274" w:rsidP="00A60717">
      <w:pPr>
        <w:spacing w:line="276" w:lineRule="auto"/>
        <w:jc w:val="both"/>
        <w:rPr>
          <w:rFonts w:ascii="Calibri" w:eastAsia="Calibri" w:hAnsi="Calibri" w:cs="FrutigerLTStd-Bold"/>
          <w:b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P: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Well, I’d already promised to go hiking with Matt and I don’t want to let him down.</w:t>
      </w:r>
    </w:p>
    <w:p w:rsidR="00BA1274" w:rsidRPr="00396830" w:rsidRDefault="00BA1274" w:rsidP="00A60717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B: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Given the choice, I’d definitely go to Kenya. You can go hiking any time.</w:t>
      </w:r>
    </w:p>
    <w:p w:rsidR="00BA1274" w:rsidRPr="00396830" w:rsidRDefault="00BA127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lastRenderedPageBreak/>
        <w:t xml:space="preserve">P: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No doubt about it, I’d prefer to go to Kenya. But Matt’s already booked the time off </w:t>
      </w:r>
    </w:p>
    <w:p w:rsidR="00BA1274" w:rsidRPr="00396830" w:rsidRDefault="00BA1274" w:rsidP="00A60717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work, and I did promise to go with him.</w:t>
      </w:r>
    </w:p>
    <w:p w:rsidR="00BA1274" w:rsidRPr="00396830" w:rsidRDefault="00BA127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B: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If I were you, I’d talk to him about it. I’m sure he’d understand. After all, you’re not </w:t>
      </w:r>
    </w:p>
    <w:p w:rsidR="00BA1274" w:rsidRPr="00396830" w:rsidRDefault="00BA1274" w:rsidP="00A60717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likely to get another chance of a free holiday in Africa.</w:t>
      </w:r>
    </w:p>
    <w:p w:rsidR="00BA1274" w:rsidRPr="00396830" w:rsidRDefault="00BA127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P: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No, but I know that Matt’s really looking forward to it. He hasn’t been able to take a </w:t>
      </w:r>
    </w:p>
    <w:p w:rsidR="00BA1274" w:rsidRPr="00396830" w:rsidRDefault="00BA127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break for a long time because of his work, and I’d feel bad if I ruined it for him. We’ve </w:t>
      </w:r>
    </w:p>
    <w:p w:rsidR="00BA1274" w:rsidRPr="00396830" w:rsidRDefault="00BA1274" w:rsidP="00A60717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been friends for years, and I’d much rather not go to Kenya than risk our friendship.</w:t>
      </w:r>
    </w:p>
    <w:p w:rsidR="00BA1274" w:rsidRPr="00396830" w:rsidRDefault="00BA127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B: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Sure, I totally understand. I had a similar thing once with my friend Emma. We were </w:t>
      </w:r>
    </w:p>
    <w:p w:rsidR="00BA1274" w:rsidRPr="00396830" w:rsidRDefault="00BA127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going camping together and then my penfriend invited me to stay with her family in </w:t>
      </w:r>
    </w:p>
    <w:p w:rsidR="00BA1274" w:rsidRPr="00396830" w:rsidRDefault="00BA1274" w:rsidP="00A60717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France.</w:t>
      </w:r>
    </w:p>
    <w:p w:rsidR="00BA1274" w:rsidRPr="00396830" w:rsidRDefault="00BA1274" w:rsidP="00A60717">
      <w:pPr>
        <w:spacing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P: </w:t>
      </w:r>
      <w:proofErr w:type="gramStart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So</w:t>
      </w:r>
      <w:proofErr w:type="gramEnd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what did you do?</w:t>
      </w:r>
    </w:p>
    <w:p w:rsidR="00BA1274" w:rsidRPr="00396830" w:rsidRDefault="00BA127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B: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Well, actually, I was open with my penfriend about my dilemma and she ended up </w:t>
      </w:r>
    </w:p>
    <w:p w:rsidR="00BA1274" w:rsidRPr="00396830" w:rsidRDefault="00BA1274" w:rsidP="00A60717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inviting Emma, too. We had a great time.</w:t>
      </w:r>
    </w:p>
    <w:p w:rsidR="00BA1274" w:rsidRPr="00396830" w:rsidRDefault="00BA127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P: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Oh, wow, that’s a good idea! Perhaps Matt could come to Kenya? I reckon talking to </w:t>
      </w:r>
    </w:p>
    <w:p w:rsidR="00BA1274" w:rsidRPr="00396830" w:rsidRDefault="00BA127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my dad would be the best course of action, then. If he has room for both of us, I could </w:t>
      </w:r>
    </w:p>
    <w:p w:rsidR="00BA1274" w:rsidRPr="00396830" w:rsidRDefault="00BA127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invite Matt to come with me instead of going hiking. Matt’s really interested in Africa </w:t>
      </w:r>
    </w:p>
    <w:p w:rsidR="00BA1274" w:rsidRPr="00396830" w:rsidRDefault="00BA127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as well – he studied African politics at university. I know he spent some time in Nigeria, </w:t>
      </w:r>
    </w:p>
    <w:p w:rsidR="00BA1274" w:rsidRPr="00396830" w:rsidRDefault="00BA1274" w:rsidP="00A60717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but I don’t think he’s ever been to Kenya.</w:t>
      </w:r>
    </w:p>
    <w:p w:rsidR="00BA1274" w:rsidRPr="00396830" w:rsidRDefault="00BA127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B: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Well, that definitely seems to be a good solution, then. Also, if I were in your shoes, </w:t>
      </w:r>
    </w:p>
    <w:p w:rsidR="00BA1274" w:rsidRPr="00396830" w:rsidRDefault="00BA127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I’d love to have a friend with me, especially since your dad will presumably be busy </w:t>
      </w:r>
    </w:p>
    <w:p w:rsidR="00BA1274" w:rsidRPr="00396830" w:rsidRDefault="00BA1274" w:rsidP="00A60717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with his work most of the time.</w:t>
      </w:r>
    </w:p>
    <w:p w:rsidR="00BA1274" w:rsidRPr="00396830" w:rsidRDefault="00BA127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P: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Oh, yes, I’d prefer to go sightseeing with a friend rather than trudging around on </w:t>
      </w:r>
      <w:proofErr w:type="gramStart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my</w:t>
      </w:r>
      <w:proofErr w:type="gramEnd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</w:t>
      </w:r>
    </w:p>
    <w:p w:rsidR="00BA1274" w:rsidRPr="00396830" w:rsidRDefault="00BA1274" w:rsidP="00A60717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own. It’s nice to have someone to talk to about the things you’ve seen, isn’t it?</w:t>
      </w:r>
    </w:p>
    <w:p w:rsidR="00BA1274" w:rsidRPr="00396830" w:rsidRDefault="00BA127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B: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Yes, as long as it’s someone you get on really well with, and it sounds like Matt </w:t>
      </w:r>
    </w:p>
    <w:p w:rsidR="00BA1274" w:rsidRPr="00396830" w:rsidRDefault="00BA1274" w:rsidP="0065687B">
      <w:pPr>
        <w:spacing w:after="0" w:line="276" w:lineRule="auto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would be the ideal companion.</w:t>
      </w:r>
    </w:p>
    <w:p w:rsidR="00DA0820" w:rsidRPr="008C5CDF" w:rsidRDefault="00DA0820" w:rsidP="008C5CDF">
      <w:pPr>
        <w:pStyle w:val="Heading2"/>
      </w:pPr>
      <w:r w:rsidRPr="008C5CDF">
        <w:t>9.4 page 5</w:t>
      </w:r>
      <w:r w:rsidR="00BA1274" w:rsidRPr="008C5CDF">
        <w:t>4</w:t>
      </w:r>
      <w:r w:rsidRPr="008C5CDF">
        <w:t>, exercise</w:t>
      </w:r>
      <w:r w:rsidR="00BA1274" w:rsidRPr="008C5CDF">
        <w:t>s 1 and 2</w:t>
      </w:r>
    </w:p>
    <w:p w:rsidR="00BA1274" w:rsidRPr="00396830" w:rsidRDefault="00BA1274" w:rsidP="008C5CDF">
      <w:pPr>
        <w:pStyle w:val="Characters"/>
      </w:pPr>
      <w:r w:rsidRPr="00396830">
        <w:t>T = Tom, S = Sam</w:t>
      </w:r>
    </w:p>
    <w:p w:rsidR="00BA1274" w:rsidRPr="00396830" w:rsidRDefault="00BA127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T: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I can’t help feeling that dating has lost some of its romance these days, with so </w:t>
      </w:r>
    </w:p>
    <w:p w:rsidR="00BA1274" w:rsidRPr="00396830" w:rsidRDefault="00BA1274" w:rsidP="00A60717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many people meeting their partners online.</w:t>
      </w:r>
    </w:p>
    <w:p w:rsidR="00BA1274" w:rsidRPr="00396830" w:rsidRDefault="00BA127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Oh, I totally agree! I wish people would be more imaginative, and more … well … </w:t>
      </w:r>
    </w:p>
    <w:p w:rsidR="00786A25" w:rsidRPr="00396830" w:rsidRDefault="00BA127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i/>
          <w:color w:val="auto"/>
          <w:sz w:val="24"/>
          <w:szCs w:val="24"/>
        </w:rPr>
        <w:t>spontaneous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. What are we going to tell our children when they ask for our ‘How I </w:t>
      </w:r>
      <w:proofErr w:type="gramStart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met</w:t>
      </w:r>
      <w:proofErr w:type="gramEnd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</w:t>
      </w:r>
    </w:p>
    <w:p w:rsidR="00BA1274" w:rsidRPr="00396830" w:rsidRDefault="00BA1274" w:rsidP="00A60717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your father’ stories? </w:t>
      </w:r>
    </w:p>
    <w:p w:rsidR="00BA1274" w:rsidRPr="00396830" w:rsidRDefault="00BA127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T: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Exactly! My mum and dad met when they sat next to one another on a flight to </w:t>
      </w:r>
    </w:p>
    <w:p w:rsidR="00BA1274" w:rsidRPr="00396830" w:rsidRDefault="00BA127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lastRenderedPageBreak/>
        <w:t xml:space="preserve">Berlin. Being quite shy, they didn’t exchange numbers, and my dad spent his whole </w:t>
      </w:r>
    </w:p>
    <w:p w:rsidR="00BA1274" w:rsidRPr="00396830" w:rsidRDefault="00BA127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holiday </w:t>
      </w:r>
      <w:proofErr w:type="gramStart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wishing</w:t>
      </w:r>
      <w:proofErr w:type="gramEnd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he had been braver. He was convinced he’d found his soulmate only to </w:t>
      </w:r>
    </w:p>
    <w:p w:rsidR="00BA1274" w:rsidRPr="00396830" w:rsidRDefault="00BA127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let her slip through his fingers. Then one day he spotted her going past on a tram, and </w:t>
      </w:r>
    </w:p>
    <w:p w:rsidR="00BA1274" w:rsidRPr="00396830" w:rsidRDefault="00BA127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he chased it down the street and jumped on. He was panting so hard, he couldn’t even </w:t>
      </w:r>
    </w:p>
    <w:p w:rsidR="00BA1274" w:rsidRPr="00396830" w:rsidRDefault="00BA1274" w:rsidP="00A60717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speak, but my mum was impressed anyway.</w:t>
      </w:r>
    </w:p>
    <w:p w:rsidR="00BA1274" w:rsidRPr="00396830" w:rsidRDefault="00BA1274" w:rsidP="00A60717">
      <w:pPr>
        <w:spacing w:line="276" w:lineRule="auto"/>
        <w:jc w:val="both"/>
        <w:rPr>
          <w:rFonts w:ascii="Calibri" w:eastAsia="Calibri" w:hAnsi="Calibri" w:cs="FrutigerLTStd-Bold"/>
          <w:b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Aww, that’s just like something out of a film!</w:t>
      </w:r>
    </w:p>
    <w:p w:rsidR="00BA1274" w:rsidRPr="00396830" w:rsidRDefault="00BA127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T: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I know! And, as my mum says, given the kind of choice you get on dating apps, she’d </w:t>
      </w:r>
    </w:p>
    <w:p w:rsidR="00BA1274" w:rsidRPr="00396830" w:rsidRDefault="00BA127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never have picked a short guy with blond hair. She was more into tall, dark, handsome </w:t>
      </w:r>
    </w:p>
    <w:p w:rsidR="00BA1274" w:rsidRPr="00396830" w:rsidRDefault="00BA127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types. But they got on like a house on fire </w:t>
      </w:r>
      <w:r w:rsidR="00786A25"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–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and still do. When you’re sitting there </w:t>
      </w:r>
    </w:p>
    <w:p w:rsidR="00BA1274" w:rsidRPr="00396830" w:rsidRDefault="00BA127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swiping right or left checking out person after person, it’s so easy to reject people for </w:t>
      </w:r>
    </w:p>
    <w:p w:rsidR="00BA1274" w:rsidRPr="00396830" w:rsidRDefault="00BA1274" w:rsidP="00A60717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really trivial reasons, and that seems a bit of a shame to me.</w:t>
      </w:r>
    </w:p>
    <w:p w:rsidR="00BA1274" w:rsidRPr="00396830" w:rsidRDefault="00BA127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Yes, I agree. I’ve never done online dating myself because I can’t bear the idea of </w:t>
      </w:r>
    </w:p>
    <w:p w:rsidR="00BA1274" w:rsidRPr="00396830" w:rsidRDefault="00BA127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people looking at my profile and judging me. It’s like being a product in a shop rather </w:t>
      </w:r>
    </w:p>
    <w:p w:rsidR="00BA1274" w:rsidRPr="00396830" w:rsidRDefault="00BA1274" w:rsidP="00A60717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than a living, breathing person.</w:t>
      </w:r>
    </w:p>
    <w:p w:rsidR="00BA1274" w:rsidRPr="00396830" w:rsidRDefault="00BA127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T: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I know what you mean. Although, having said that, the internet can be useful in </w:t>
      </w:r>
    </w:p>
    <w:p w:rsidR="00BA1274" w:rsidRPr="00396830" w:rsidRDefault="00BA127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other ways. My friend Freya met her partner when she accidentally killed him while </w:t>
      </w:r>
    </w:p>
    <w:p w:rsidR="00BA1274" w:rsidRPr="00396830" w:rsidRDefault="00BA127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playing a video game! He sent her a jokey message afterwards, and according to her, </w:t>
      </w:r>
    </w:p>
    <w:p w:rsidR="00BA1274" w:rsidRPr="00396830" w:rsidRDefault="00BA127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they were soon chatting as though they were old friends. One thing led to another, </w:t>
      </w:r>
    </w:p>
    <w:p w:rsidR="00BA1274" w:rsidRPr="00396830" w:rsidRDefault="00BA1274" w:rsidP="00A60717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and they’ve been dating for over a year now.</w:t>
      </w:r>
    </w:p>
    <w:p w:rsidR="00BA1274" w:rsidRPr="00396830" w:rsidRDefault="00BA127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 xml:space="preserve">S: 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That’s brilliant! The best dating app story I know concerns my friends Will and Eva. </w:t>
      </w:r>
    </w:p>
    <w:p w:rsidR="00BA1274" w:rsidRPr="00396830" w:rsidRDefault="00BA127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They both went to the same bar to meet someone they’d met online but neither of </w:t>
      </w:r>
    </w:p>
    <w:p w:rsidR="00BA1274" w:rsidRPr="00396830" w:rsidRDefault="00BA127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their dates turned up. Eva went up to Will to check if he was the </w:t>
      </w:r>
      <w:proofErr w:type="gramStart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guy</w:t>
      </w:r>
      <w:proofErr w:type="gramEnd"/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she was supposed </w:t>
      </w:r>
    </w:p>
    <w:p w:rsidR="00BA1274" w:rsidRPr="00396830" w:rsidRDefault="00BA127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to be meeting, even though he didn’t really look like the photo she’d seen. Of course, </w:t>
      </w:r>
    </w:p>
    <w:p w:rsidR="00BA1274" w:rsidRPr="00396830" w:rsidRDefault="00BA1274" w:rsidP="0065687B">
      <w:pPr>
        <w:spacing w:after="0"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he wasn’t, but they hit it off straight away. So, the way they met each other still had an </w:t>
      </w:r>
    </w:p>
    <w:p w:rsidR="00BA1274" w:rsidRPr="00396830" w:rsidRDefault="00BA1274" w:rsidP="00A60717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>element of chance to it.</w:t>
      </w:r>
    </w:p>
    <w:p w:rsidR="00213A62" w:rsidRPr="00396830" w:rsidRDefault="00BA1274" w:rsidP="00A60717">
      <w:pPr>
        <w:spacing w:line="276" w:lineRule="auto"/>
        <w:ind w:left="720" w:hanging="720"/>
        <w:jc w:val="both"/>
        <w:rPr>
          <w:rFonts w:ascii="Calibri" w:eastAsia="Calibri" w:hAnsi="Calibri" w:cs="FrutigerLTStd-Bold"/>
          <w:bCs/>
          <w:color w:val="auto"/>
          <w:sz w:val="24"/>
          <w:szCs w:val="24"/>
        </w:rPr>
      </w:pPr>
      <w:r w:rsidRPr="00396830">
        <w:rPr>
          <w:rFonts w:ascii="Calibri" w:eastAsia="Calibri" w:hAnsi="Calibri" w:cs="FrutigerLTStd-Bold"/>
          <w:b/>
          <w:bCs/>
          <w:color w:val="auto"/>
          <w:sz w:val="24"/>
          <w:szCs w:val="24"/>
        </w:rPr>
        <w:t>T:</w:t>
      </w:r>
      <w:r w:rsidRPr="00396830">
        <w:rPr>
          <w:rFonts w:ascii="Calibri" w:eastAsia="Calibri" w:hAnsi="Calibri" w:cs="FrutigerLTStd-Bold"/>
          <w:bCs/>
          <w:color w:val="auto"/>
          <w:sz w:val="24"/>
          <w:szCs w:val="24"/>
        </w:rPr>
        <w:t xml:space="preserve"> Cool!</w:t>
      </w:r>
      <w:bookmarkEnd w:id="26"/>
    </w:p>
    <w:p w:rsidR="00213A62" w:rsidRPr="00396830" w:rsidRDefault="00213A62" w:rsidP="0065687B">
      <w:pPr>
        <w:pStyle w:val="Heading1"/>
        <w:spacing w:after="0"/>
        <w:jc w:val="both"/>
      </w:pPr>
      <w:bookmarkStart w:id="29" w:name="_Hlk866227"/>
      <w:bookmarkEnd w:id="28"/>
      <w:r w:rsidRPr="00396830">
        <w:t>Unit 10</w:t>
      </w:r>
    </w:p>
    <w:p w:rsidR="00DA0820" w:rsidRPr="008C5CDF" w:rsidRDefault="00DA0820" w:rsidP="008C5CDF">
      <w:pPr>
        <w:pStyle w:val="Heading2"/>
      </w:pPr>
      <w:r w:rsidRPr="008C5CDF">
        <w:t>10.1 page 56, exercise 5</w:t>
      </w:r>
    </w:p>
    <w:p w:rsidR="00213A62" w:rsidRPr="00396830" w:rsidRDefault="00213A62" w:rsidP="0065687B">
      <w:pPr>
        <w:spacing w:after="0" w:line="276" w:lineRule="auto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1 It is believed that thousands of people will attend the protest.</w:t>
      </w:r>
    </w:p>
    <w:p w:rsidR="00213A62" w:rsidRPr="00396830" w:rsidRDefault="00213A62" w:rsidP="0065687B">
      <w:pPr>
        <w:spacing w:after="0" w:line="276" w:lineRule="auto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2 She’s too busy to come with us, apparently.</w:t>
      </w:r>
    </w:p>
    <w:p w:rsidR="00213A62" w:rsidRPr="00396830" w:rsidRDefault="00213A62" w:rsidP="0065687B">
      <w:pPr>
        <w:spacing w:after="0" w:line="276" w:lineRule="auto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3 The boys are thought to have travelled to Birmingham.</w:t>
      </w:r>
    </w:p>
    <w:p w:rsidR="00213A62" w:rsidRPr="00396830" w:rsidRDefault="00213A62" w:rsidP="0065687B">
      <w:pPr>
        <w:spacing w:after="0" w:line="276" w:lineRule="auto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4 According to my parents, there used to be a windmill here.</w:t>
      </w:r>
    </w:p>
    <w:p w:rsidR="00213A62" w:rsidRPr="00396830" w:rsidRDefault="00213A62" w:rsidP="0065687B">
      <w:pPr>
        <w:spacing w:after="0" w:line="276" w:lineRule="auto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5 It appears that his plan was successful.</w:t>
      </w:r>
    </w:p>
    <w:p w:rsidR="00213A62" w:rsidRPr="00396830" w:rsidRDefault="00213A62" w:rsidP="0065687B">
      <w:pPr>
        <w:spacing w:after="0" w:line="276" w:lineRule="auto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6 It would seem that you need to pay to go in the museum.</w:t>
      </w:r>
    </w:p>
    <w:p w:rsidR="00DA0820" w:rsidRPr="00421019" w:rsidRDefault="00DA0820" w:rsidP="008C5CDF">
      <w:pPr>
        <w:pStyle w:val="Heading2"/>
        <w:rPr>
          <w:lang w:val="pt-BR"/>
        </w:rPr>
      </w:pPr>
      <w:r w:rsidRPr="00421019">
        <w:rPr>
          <w:lang w:val="pt-BR"/>
        </w:rPr>
        <w:lastRenderedPageBreak/>
        <w:t xml:space="preserve">10.2 </w:t>
      </w:r>
      <w:proofErr w:type="spellStart"/>
      <w:r w:rsidRPr="00421019">
        <w:rPr>
          <w:lang w:val="pt-BR"/>
        </w:rPr>
        <w:t>page</w:t>
      </w:r>
      <w:proofErr w:type="spellEnd"/>
      <w:r w:rsidRPr="00421019">
        <w:rPr>
          <w:lang w:val="pt-BR"/>
        </w:rPr>
        <w:t xml:space="preserve"> 57, </w:t>
      </w:r>
      <w:proofErr w:type="spellStart"/>
      <w:r w:rsidRPr="00421019">
        <w:rPr>
          <w:lang w:val="pt-BR"/>
        </w:rPr>
        <w:t>exercise</w:t>
      </w:r>
      <w:proofErr w:type="spellEnd"/>
      <w:r w:rsidRPr="00421019">
        <w:rPr>
          <w:lang w:val="pt-BR"/>
        </w:rPr>
        <w:t xml:space="preserve"> 1 </w:t>
      </w:r>
    </w:p>
    <w:p w:rsidR="00DA0820" w:rsidRPr="00421019" w:rsidRDefault="00213A62" w:rsidP="008C5CDF">
      <w:pPr>
        <w:pStyle w:val="Characters"/>
        <w:rPr>
          <w:lang w:val="pt-BR"/>
        </w:rPr>
      </w:pPr>
      <w:r w:rsidRPr="00421019">
        <w:rPr>
          <w:lang w:val="pt-BR"/>
        </w:rPr>
        <w:t>N</w:t>
      </w:r>
      <w:r w:rsidR="00DA0820" w:rsidRPr="00421019">
        <w:rPr>
          <w:lang w:val="pt-BR"/>
        </w:rPr>
        <w:t xml:space="preserve"> = </w:t>
      </w:r>
      <w:r w:rsidRPr="00421019">
        <w:rPr>
          <w:lang w:val="pt-BR"/>
        </w:rPr>
        <w:t>Nick</w:t>
      </w:r>
      <w:r w:rsidR="00DA0820" w:rsidRPr="00421019">
        <w:rPr>
          <w:lang w:val="pt-BR"/>
        </w:rPr>
        <w:t xml:space="preserve">, </w:t>
      </w:r>
      <w:r w:rsidRPr="00421019">
        <w:rPr>
          <w:lang w:val="pt-BR"/>
        </w:rPr>
        <w:t>H</w:t>
      </w:r>
      <w:r w:rsidR="00DA0820" w:rsidRPr="00421019">
        <w:rPr>
          <w:lang w:val="pt-BR"/>
        </w:rPr>
        <w:t xml:space="preserve"> = </w:t>
      </w:r>
      <w:r w:rsidRPr="00421019">
        <w:rPr>
          <w:lang w:val="pt-BR"/>
        </w:rPr>
        <w:t>Hannah</w:t>
      </w:r>
    </w:p>
    <w:p w:rsidR="00213A62" w:rsidRPr="00396830" w:rsidRDefault="00213A62" w:rsidP="00C63D5B">
      <w:pPr>
        <w:spacing w:line="276" w:lineRule="auto"/>
        <w:jc w:val="both"/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 xml:space="preserve">N: </w:t>
      </w: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Did you know that one out of every five people in the world is Chinese?</w:t>
      </w:r>
    </w:p>
    <w:p w:rsidR="00213A62" w:rsidRPr="00396830" w:rsidRDefault="00213A62" w:rsidP="00C63D5B">
      <w:pPr>
        <w:spacing w:line="276" w:lineRule="auto"/>
        <w:jc w:val="both"/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 xml:space="preserve">H: </w:t>
      </w: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Wow, that’s amazing! So, is China the biggest country?</w:t>
      </w:r>
    </w:p>
    <w:p w:rsidR="00213A62" w:rsidRPr="00396830" w:rsidRDefault="00213A62" w:rsidP="0065687B">
      <w:pPr>
        <w:spacing w:after="0" w:line="276" w:lineRule="auto"/>
        <w:ind w:left="1440" w:hanging="144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 xml:space="preserve">N: </w:t>
      </w: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 xml:space="preserve">No, Russia’s the biggest country. It actually covers 11% of the world’s surface, which </w:t>
      </w:r>
    </w:p>
    <w:p w:rsidR="00213A62" w:rsidRPr="00396830" w:rsidRDefault="00213A62" w:rsidP="00C63D5B">
      <w:pPr>
        <w:spacing w:line="276" w:lineRule="auto"/>
        <w:ind w:left="1440" w:hanging="144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makes it just over 70 times as big as the UK.</w:t>
      </w:r>
    </w:p>
    <w:p w:rsidR="00213A62" w:rsidRPr="00396830" w:rsidRDefault="00213A62" w:rsidP="00C63D5B">
      <w:pPr>
        <w:spacing w:line="276" w:lineRule="auto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 xml:space="preserve">H: </w:t>
      </w: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But it doesn’t have the largest population?</w:t>
      </w:r>
    </w:p>
    <w:p w:rsidR="00213A62" w:rsidRPr="00396830" w:rsidRDefault="00213A62" w:rsidP="0065687B">
      <w:pPr>
        <w:spacing w:after="0" w:line="276" w:lineRule="auto"/>
        <w:ind w:left="1440" w:hanging="144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 xml:space="preserve">N: </w:t>
      </w: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 xml:space="preserve">No, quite the opposite, in fact. The density of Russia is estimated to be around 8.4 </w:t>
      </w:r>
    </w:p>
    <w:p w:rsidR="00213A62" w:rsidRPr="00396830" w:rsidRDefault="00213A62" w:rsidP="0065687B">
      <w:pPr>
        <w:spacing w:after="0" w:line="276" w:lineRule="auto"/>
        <w:ind w:left="1440" w:hanging="144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 xml:space="preserve">people per square kilometre, making it one of the least densely populated countries in </w:t>
      </w:r>
    </w:p>
    <w:p w:rsidR="00213A62" w:rsidRPr="00396830" w:rsidRDefault="00213A62" w:rsidP="00C63D5B">
      <w:pPr>
        <w:spacing w:line="276" w:lineRule="auto"/>
        <w:ind w:left="1440" w:hanging="144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the world.</w:t>
      </w:r>
    </w:p>
    <w:p w:rsidR="00213A62" w:rsidRPr="00396830" w:rsidRDefault="00213A62" w:rsidP="00C63D5B">
      <w:pPr>
        <w:spacing w:line="276" w:lineRule="auto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 xml:space="preserve">H: </w:t>
      </w: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And how does that compare with the UK?</w:t>
      </w:r>
    </w:p>
    <w:p w:rsidR="00213A62" w:rsidRPr="00396830" w:rsidRDefault="00213A62" w:rsidP="00C63D5B">
      <w:pPr>
        <w:spacing w:line="276" w:lineRule="auto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 xml:space="preserve">N: </w:t>
      </w: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We have way more people! Somewhere in the region of 250 per square kilometre.</w:t>
      </w:r>
    </w:p>
    <w:p w:rsidR="00213A62" w:rsidRPr="00396830" w:rsidRDefault="00213A62" w:rsidP="00C63D5B">
      <w:pPr>
        <w:spacing w:line="276" w:lineRule="auto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 xml:space="preserve">H: </w:t>
      </w: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So, it’s true when people talk about the UK being ‘full up’, then?</w:t>
      </w:r>
    </w:p>
    <w:p w:rsidR="00213A62" w:rsidRPr="00396830" w:rsidRDefault="00213A62" w:rsidP="0065687B">
      <w:pPr>
        <w:spacing w:after="0" w:line="276" w:lineRule="auto"/>
        <w:ind w:left="1440" w:hanging="144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 xml:space="preserve">N: </w:t>
      </w: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 xml:space="preserve">Well, not really. People often misinterpret that statistic as meaning there are lots of </w:t>
      </w:r>
    </w:p>
    <w:p w:rsidR="00213A62" w:rsidRPr="00396830" w:rsidRDefault="00213A62" w:rsidP="00C63D5B">
      <w:pPr>
        <w:spacing w:line="276" w:lineRule="auto"/>
        <w:ind w:left="1440" w:hanging="1440"/>
        <w:jc w:val="both"/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people all over the country.</w:t>
      </w:r>
    </w:p>
    <w:p w:rsidR="00213A62" w:rsidRPr="00396830" w:rsidRDefault="00213A62" w:rsidP="0065687B">
      <w:pPr>
        <w:spacing w:after="0" w:line="276" w:lineRule="auto"/>
        <w:ind w:left="1440" w:hanging="144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 xml:space="preserve">H: </w:t>
      </w:r>
      <w:proofErr w:type="gramStart"/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So</w:t>
      </w:r>
      <w:proofErr w:type="gramEnd"/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 xml:space="preserve"> they tend to overestimate the extent to which the UK countryside is </w:t>
      </w:r>
    </w:p>
    <w:p w:rsidR="00213A62" w:rsidRPr="00396830" w:rsidRDefault="00213A62" w:rsidP="00C63D5B">
      <w:pPr>
        <w:spacing w:line="276" w:lineRule="auto"/>
        <w:ind w:left="1440" w:hanging="144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disappearing?</w:t>
      </w:r>
    </w:p>
    <w:p w:rsidR="00213A62" w:rsidRPr="00396830" w:rsidRDefault="00213A62" w:rsidP="0065687B">
      <w:pPr>
        <w:spacing w:after="0" w:line="276" w:lineRule="auto"/>
        <w:ind w:left="1440" w:hanging="144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 xml:space="preserve">N: </w:t>
      </w: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 xml:space="preserve">That’s right. In fact, records show that only around 5.9% of land is built on, and that </w:t>
      </w:r>
    </w:p>
    <w:p w:rsidR="00213A62" w:rsidRPr="00396830" w:rsidRDefault="00213A62" w:rsidP="00C63D5B">
      <w:pPr>
        <w:spacing w:line="276" w:lineRule="auto"/>
        <w:ind w:left="1440" w:hanging="144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includes people’s gardens!</w:t>
      </w:r>
    </w:p>
    <w:p w:rsidR="00213A62" w:rsidRPr="00396830" w:rsidRDefault="00213A62" w:rsidP="00C63D5B">
      <w:pPr>
        <w:spacing w:line="276" w:lineRule="auto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 xml:space="preserve">H: </w:t>
      </w: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Really?! That’s amazing! And the rest is countryside?</w:t>
      </w:r>
    </w:p>
    <w:p w:rsidR="00213A62" w:rsidRPr="00396830" w:rsidRDefault="00213A62" w:rsidP="0065687B">
      <w:pPr>
        <w:spacing w:after="0" w:line="276" w:lineRule="auto"/>
        <w:ind w:left="1440" w:hanging="144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 xml:space="preserve">N: </w:t>
      </w: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 xml:space="preserve">No, roughly 60% is farmland, but around a third of the land is still wild. Think of all </w:t>
      </w:r>
    </w:p>
    <w:p w:rsidR="00213A62" w:rsidRPr="00396830" w:rsidRDefault="00213A62" w:rsidP="00C63D5B">
      <w:pPr>
        <w:spacing w:line="276" w:lineRule="auto"/>
        <w:ind w:left="1440" w:hanging="144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the lovely national parks we have, for example.</w:t>
      </w:r>
    </w:p>
    <w:p w:rsidR="00213A62" w:rsidRPr="00396830" w:rsidRDefault="00213A62" w:rsidP="0065687B">
      <w:pPr>
        <w:spacing w:after="0" w:line="276" w:lineRule="auto"/>
        <w:ind w:left="1440" w:hanging="144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 xml:space="preserve">H: </w:t>
      </w: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 xml:space="preserve">Yes, that does make sense when you think about it. So, if a fifth of the world’s </w:t>
      </w:r>
    </w:p>
    <w:p w:rsidR="00213A62" w:rsidRPr="00396830" w:rsidRDefault="00213A62" w:rsidP="00C63D5B">
      <w:pPr>
        <w:spacing w:line="276" w:lineRule="auto"/>
        <w:ind w:left="1440" w:hanging="144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 xml:space="preserve">population lives in </w:t>
      </w:r>
      <w:proofErr w:type="gramStart"/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China,</w:t>
      </w:r>
      <w:proofErr w:type="gramEnd"/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 xml:space="preserve"> how many people is that all together?</w:t>
      </w:r>
    </w:p>
    <w:p w:rsidR="00213A62" w:rsidRPr="00396830" w:rsidRDefault="00213A62" w:rsidP="0065687B">
      <w:pPr>
        <w:spacing w:after="0" w:line="276" w:lineRule="auto"/>
        <w:ind w:left="1440" w:hanging="144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 xml:space="preserve">N: </w:t>
      </w: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 xml:space="preserve">1.4 billion, give or take a few hundred thousand. Obviously, it’s impossible to be </w:t>
      </w:r>
    </w:p>
    <w:p w:rsidR="00213A62" w:rsidRPr="00396830" w:rsidRDefault="00213A62" w:rsidP="00C63D5B">
      <w:pPr>
        <w:spacing w:line="276" w:lineRule="auto"/>
        <w:ind w:left="1440" w:hanging="144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 xml:space="preserve">exact. The only other country that has over a billion people is India. </w:t>
      </w:r>
    </w:p>
    <w:p w:rsidR="00213A62" w:rsidRPr="00396830" w:rsidRDefault="00213A62" w:rsidP="00C63D5B">
      <w:pPr>
        <w:spacing w:line="276" w:lineRule="auto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 xml:space="preserve">H: </w:t>
      </w: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Right. So that means the population of the world is about 7 billion?</w:t>
      </w:r>
    </w:p>
    <w:p w:rsidR="00213A62" w:rsidRPr="00396830" w:rsidRDefault="00213A62" w:rsidP="0065687B">
      <w:pPr>
        <w:spacing w:after="0" w:line="276" w:lineRule="auto"/>
        <w:ind w:left="1440" w:hanging="144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 xml:space="preserve">N: </w:t>
      </w: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 xml:space="preserve">Slightly more, actually. There’s an amazing website called ‘the world population </w:t>
      </w:r>
    </w:p>
    <w:p w:rsidR="00213A62" w:rsidRPr="00396830" w:rsidRDefault="00213A62" w:rsidP="0065687B">
      <w:pPr>
        <w:spacing w:after="0" w:line="276" w:lineRule="auto"/>
        <w:ind w:left="1440" w:hanging="144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 xml:space="preserve">clock’ that shows the rate at which people are being born. It’s incredible to see the </w:t>
      </w:r>
    </w:p>
    <w:p w:rsidR="00213A62" w:rsidRPr="00396830" w:rsidRDefault="00213A62" w:rsidP="00C63D5B">
      <w:pPr>
        <w:spacing w:line="276" w:lineRule="auto"/>
        <w:ind w:left="1440" w:hanging="144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number going up so quickly – several times per second.</w:t>
      </w:r>
    </w:p>
    <w:p w:rsidR="00213A62" w:rsidRPr="00396830" w:rsidRDefault="00213A62" w:rsidP="00C63D5B">
      <w:pPr>
        <w:spacing w:line="276" w:lineRule="auto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 xml:space="preserve">H: </w:t>
      </w: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 xml:space="preserve">But presumably people are dying, too? </w:t>
      </w:r>
    </w:p>
    <w:p w:rsidR="00213A62" w:rsidRPr="00396830" w:rsidRDefault="00213A62" w:rsidP="0065687B">
      <w:pPr>
        <w:spacing w:after="0" w:line="276" w:lineRule="auto"/>
        <w:ind w:left="1440" w:hanging="144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 xml:space="preserve">N: </w:t>
      </w: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 xml:space="preserve">Yes, but nowhere near as fast. So, it’s August now, and there have already been </w:t>
      </w:r>
    </w:p>
    <w:p w:rsidR="00213A62" w:rsidRPr="00396830" w:rsidRDefault="00213A62" w:rsidP="00C63D5B">
      <w:pPr>
        <w:spacing w:line="276" w:lineRule="auto"/>
        <w:ind w:left="1440" w:hanging="1440"/>
        <w:jc w:val="both"/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lastRenderedPageBreak/>
        <w:t>around 92.7 million births this year.</w:t>
      </w:r>
    </w:p>
    <w:p w:rsidR="00213A62" w:rsidRPr="00396830" w:rsidRDefault="00213A62" w:rsidP="00C63D5B">
      <w:pPr>
        <w:spacing w:line="276" w:lineRule="auto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 xml:space="preserve">H: </w:t>
      </w: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 xml:space="preserve">92.7 </w:t>
      </w:r>
      <w:r w:rsidRPr="00396830">
        <w:rPr>
          <w:rFonts w:ascii="Calibri" w:eastAsia="Times New Roman" w:hAnsi="Calibri" w:cs="Calibri"/>
          <w:i/>
          <w:color w:val="auto"/>
          <w:sz w:val="24"/>
          <w:szCs w:val="24"/>
          <w:lang w:eastAsia="en-GB"/>
        </w:rPr>
        <w:t>million</w:t>
      </w: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?</w:t>
      </w:r>
    </w:p>
    <w:p w:rsidR="00213A62" w:rsidRPr="00396830" w:rsidRDefault="00213A62" w:rsidP="0065687B">
      <w:pPr>
        <w:spacing w:after="0" w:line="276" w:lineRule="auto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 xml:space="preserve">N: </w:t>
      </w: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That’s right, and only just over 34 million deaths.</w:t>
      </w:r>
    </w:p>
    <w:p w:rsidR="00213A62" w:rsidRPr="00396830" w:rsidRDefault="00213A62" w:rsidP="0065687B">
      <w:pPr>
        <w:spacing w:after="0" w:line="276" w:lineRule="auto"/>
        <w:ind w:left="1440" w:hanging="144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 xml:space="preserve">H: </w:t>
      </w: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 xml:space="preserve">So, would we be able to overcome the problem of rapid population growth if each </w:t>
      </w:r>
    </w:p>
    <w:p w:rsidR="00213A62" w:rsidRPr="00396830" w:rsidRDefault="00213A62" w:rsidP="00C63D5B">
      <w:pPr>
        <w:spacing w:line="276" w:lineRule="auto"/>
        <w:ind w:left="1440" w:hanging="144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couple had no more than two children?</w:t>
      </w:r>
    </w:p>
    <w:p w:rsidR="00213A62" w:rsidRPr="00396830" w:rsidRDefault="00213A62" w:rsidP="0065687B">
      <w:pPr>
        <w:spacing w:after="0" w:line="276" w:lineRule="auto"/>
        <w:ind w:left="1440" w:hanging="144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 xml:space="preserve">N: </w:t>
      </w: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 xml:space="preserve">Well, that’s an interesting question. In a country like India, where a large proportion </w:t>
      </w:r>
    </w:p>
    <w:p w:rsidR="00213A62" w:rsidRPr="00396830" w:rsidRDefault="00213A62" w:rsidP="0065687B">
      <w:pPr>
        <w:spacing w:after="0" w:line="276" w:lineRule="auto"/>
        <w:ind w:left="1440" w:hanging="144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 xml:space="preserve">of the population is young, there would be an initial </w:t>
      </w:r>
      <w:r w:rsidRPr="00396830">
        <w:rPr>
          <w:rFonts w:ascii="Calibri" w:eastAsia="Times New Roman" w:hAnsi="Calibri" w:cs="Calibri"/>
          <w:i/>
          <w:color w:val="auto"/>
          <w:sz w:val="24"/>
          <w:szCs w:val="24"/>
          <w:lang w:eastAsia="en-GB"/>
        </w:rPr>
        <w:t>increase</w:t>
      </w: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 xml:space="preserve"> in population, but in </w:t>
      </w:r>
    </w:p>
    <w:p w:rsidR="00213A62" w:rsidRPr="00396830" w:rsidRDefault="00213A62" w:rsidP="00C63D5B">
      <w:pPr>
        <w:spacing w:line="276" w:lineRule="auto"/>
        <w:ind w:left="1440" w:hanging="144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countries like Japan with more older people, there would be a decline.</w:t>
      </w:r>
    </w:p>
    <w:p w:rsidR="00213A62" w:rsidRPr="00396830" w:rsidRDefault="00213A62" w:rsidP="0065687B">
      <w:pPr>
        <w:spacing w:after="0" w:line="276" w:lineRule="auto"/>
        <w:ind w:left="1440" w:hanging="144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 xml:space="preserve">H: </w:t>
      </w: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 xml:space="preserve">That’s fascinating. I’ve already decided how many kids I’m going to have – exactly </w:t>
      </w:r>
    </w:p>
    <w:p w:rsidR="00213A62" w:rsidRPr="00396830" w:rsidRDefault="00213A62" w:rsidP="0065687B">
      <w:pPr>
        <w:spacing w:after="0" w:line="276" w:lineRule="auto"/>
        <w:ind w:left="1440" w:hanging="144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zero!</w:t>
      </w:r>
    </w:p>
    <w:p w:rsidR="00DA0820" w:rsidRPr="008C5CDF" w:rsidRDefault="00DA0820" w:rsidP="008C5CDF">
      <w:pPr>
        <w:pStyle w:val="Heading2"/>
      </w:pPr>
      <w:r w:rsidRPr="008C5CDF">
        <w:t xml:space="preserve">10.3 page 57, exercise </w:t>
      </w:r>
      <w:r w:rsidR="00213A62" w:rsidRPr="008C5CDF">
        <w:t>2</w:t>
      </w:r>
    </w:p>
    <w:p w:rsidR="00213A62" w:rsidRPr="00396830" w:rsidRDefault="00213A62" w:rsidP="0065687B">
      <w:pPr>
        <w:spacing w:after="0" w:line="276" w:lineRule="auto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1 China isn’t the largest country in the world.</w:t>
      </w:r>
    </w:p>
    <w:p w:rsidR="00213A62" w:rsidRPr="00396830" w:rsidRDefault="00213A62" w:rsidP="0065687B">
      <w:pPr>
        <w:spacing w:after="0" w:line="276" w:lineRule="auto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2 Russia is one of the least densely populated countries.</w:t>
      </w:r>
    </w:p>
    <w:p w:rsidR="00213A62" w:rsidRPr="00396830" w:rsidRDefault="00213A62" w:rsidP="0065687B">
      <w:pPr>
        <w:spacing w:after="0" w:line="276" w:lineRule="auto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3 People tend to overestimate the extent to which the countryside is disappearing.</w:t>
      </w:r>
    </w:p>
    <w:p w:rsidR="00213A62" w:rsidRPr="00396830" w:rsidRDefault="00213A62" w:rsidP="0065687B">
      <w:pPr>
        <w:spacing w:after="0" w:line="276" w:lineRule="auto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4 UK records show that only around 5.9% of land is built on and that includes people’s gardens.</w:t>
      </w:r>
    </w:p>
    <w:p w:rsidR="00213A62" w:rsidRPr="00396830" w:rsidRDefault="00213A62" w:rsidP="0065687B">
      <w:pPr>
        <w:spacing w:after="0" w:line="276" w:lineRule="auto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5 There’s a website that shows how fast the population is growing.</w:t>
      </w:r>
    </w:p>
    <w:p w:rsidR="00213A62" w:rsidRPr="00396830" w:rsidRDefault="00213A62" w:rsidP="0065687B">
      <w:pPr>
        <w:spacing w:after="0" w:line="276" w:lineRule="auto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6 We might be able to slow down our rapid population growth if each couple had no more than two children.</w:t>
      </w:r>
    </w:p>
    <w:p w:rsidR="00DA0820" w:rsidRPr="008C5CDF" w:rsidRDefault="00DA0820" w:rsidP="008C5CDF">
      <w:pPr>
        <w:pStyle w:val="Heading2"/>
      </w:pPr>
      <w:r w:rsidRPr="008C5CDF">
        <w:t>10.4 page 58, exercise 5</w:t>
      </w:r>
    </w:p>
    <w:p w:rsidR="00213A62" w:rsidRPr="00396830" w:rsidRDefault="00213A62" w:rsidP="0065687B">
      <w:pPr>
        <w:spacing w:after="0" w:line="276" w:lineRule="auto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1 Apparently, they’re moving to America.</w:t>
      </w:r>
    </w:p>
    <w:p w:rsidR="00213A62" w:rsidRPr="00396830" w:rsidRDefault="00213A62" w:rsidP="0065687B">
      <w:pPr>
        <w:spacing w:after="0" w:line="276" w:lineRule="auto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2 The report severely criticized her leadership.</w:t>
      </w:r>
    </w:p>
    <w:p w:rsidR="00213A62" w:rsidRPr="00396830" w:rsidRDefault="00213A62" w:rsidP="0065687B">
      <w:pPr>
        <w:spacing w:after="0" w:line="276" w:lineRule="auto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3 I found their behaviour utterly</w:t>
      </w:r>
      <w:r w:rsidRPr="00396830">
        <w:rPr>
          <w:rFonts w:ascii="Calibri" w:eastAsia="Calibri" w:hAnsi="Calibri" w:cs="Times New Roman"/>
          <w:color w:val="auto"/>
          <w:sz w:val="24"/>
          <w:szCs w:val="24"/>
        </w:rPr>
        <w:t xml:space="preserve"> astonishing.</w:t>
      </w:r>
    </w:p>
    <w:p w:rsidR="00213A62" w:rsidRPr="00396830" w:rsidRDefault="00213A62" w:rsidP="0065687B">
      <w:pPr>
        <w:spacing w:after="0" w:line="276" w:lineRule="auto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4 We carefully removed all the packaging.</w:t>
      </w:r>
    </w:p>
    <w:p w:rsidR="00213A62" w:rsidRPr="00396830" w:rsidRDefault="00213A62" w:rsidP="0065687B">
      <w:pPr>
        <w:spacing w:after="0" w:line="276" w:lineRule="auto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5 They realized they were hopelessly lost.</w:t>
      </w:r>
    </w:p>
    <w:p w:rsidR="00213A62" w:rsidRPr="00396830" w:rsidRDefault="00213A62" w:rsidP="0065687B">
      <w:pPr>
        <w:spacing w:after="0" w:line="276" w:lineRule="auto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6 Most people we met were incredibly friendly.</w:t>
      </w:r>
    </w:p>
    <w:p w:rsidR="00DA0820" w:rsidRPr="008C5CDF" w:rsidRDefault="00DA0820" w:rsidP="008C5CDF">
      <w:pPr>
        <w:pStyle w:val="Heading2"/>
      </w:pPr>
      <w:r w:rsidRPr="008C5CDF">
        <w:t xml:space="preserve">10.5 page 60, exercises 1 </w:t>
      </w:r>
      <w:r w:rsidR="00213A62" w:rsidRPr="008C5CDF">
        <w:t>and 2</w:t>
      </w:r>
    </w:p>
    <w:p w:rsidR="00DA0820" w:rsidRPr="008C5CDF" w:rsidRDefault="00DA0820" w:rsidP="008C5CDF">
      <w:pPr>
        <w:pStyle w:val="Characters"/>
      </w:pPr>
      <w:r w:rsidRPr="008C5CDF">
        <w:t>S = Sam, T = Tom</w:t>
      </w:r>
    </w:p>
    <w:p w:rsidR="00BC4F93" w:rsidRPr="00396830" w:rsidRDefault="00213A62" w:rsidP="0065687B">
      <w:pPr>
        <w:spacing w:after="0" w:line="276" w:lineRule="auto"/>
        <w:ind w:left="720" w:hanging="72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>T:</w:t>
      </w: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 xml:space="preserve"> I read somewhere recently that the first human being to live to 200 might already be</w:t>
      </w:r>
      <w:r w:rsidR="00BC4F93"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 xml:space="preserve"> </w:t>
      </w:r>
    </w:p>
    <w:p w:rsidR="00213A62" w:rsidRPr="00396830" w:rsidRDefault="00213A62" w:rsidP="00C63D5B">
      <w:pPr>
        <w:spacing w:line="276" w:lineRule="auto"/>
        <w:ind w:left="720" w:hanging="72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on the planet.</w:t>
      </w:r>
    </w:p>
    <w:p w:rsidR="00213A62" w:rsidRPr="00396830" w:rsidRDefault="00213A62" w:rsidP="00C63D5B">
      <w:pPr>
        <w:spacing w:line="276" w:lineRule="auto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>S:</w:t>
      </w:r>
      <w:r w:rsidR="00BC4F93"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 xml:space="preserve"> </w:t>
      </w: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Really? Well I hope it’s not me!</w:t>
      </w:r>
    </w:p>
    <w:p w:rsidR="00BC4F93" w:rsidRPr="00396830" w:rsidRDefault="00213A62" w:rsidP="0065687B">
      <w:pPr>
        <w:spacing w:after="0" w:line="276" w:lineRule="auto"/>
        <w:ind w:left="720" w:hanging="72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>T:</w:t>
      </w:r>
      <w:r w:rsidR="00BC4F93"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 xml:space="preserve"> </w:t>
      </w: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 xml:space="preserve">Why not? It would be so cool to live that long. Imagine all the changes you’d see in </w:t>
      </w:r>
    </w:p>
    <w:p w:rsidR="00213A62" w:rsidRPr="00396830" w:rsidRDefault="00213A62" w:rsidP="00EF20FE">
      <w:pPr>
        <w:spacing w:line="276" w:lineRule="auto"/>
        <w:ind w:left="720" w:hanging="72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lastRenderedPageBreak/>
        <w:t>your lifetime.</w:t>
      </w:r>
    </w:p>
    <w:p w:rsidR="00BC4F93" w:rsidRPr="00396830" w:rsidRDefault="00213A62" w:rsidP="0065687B">
      <w:pPr>
        <w:spacing w:after="0" w:line="276" w:lineRule="auto"/>
        <w:ind w:left="720" w:hanging="72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>S:</w:t>
      </w:r>
      <w:r w:rsidR="00BC4F93"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 xml:space="preserve"> </w:t>
      </w: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 xml:space="preserve">The philosopher Heidegger said that we need the threat of death to motivate us to </w:t>
      </w:r>
    </w:p>
    <w:p w:rsidR="00BC4F93" w:rsidRPr="00396830" w:rsidRDefault="00213A62" w:rsidP="0065687B">
      <w:pPr>
        <w:spacing w:after="0" w:line="276" w:lineRule="auto"/>
        <w:ind w:left="720" w:hanging="72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 xml:space="preserve">do anything, and I strongly believe that that’s right. Even if we lived twice as long, we </w:t>
      </w:r>
    </w:p>
    <w:p w:rsidR="00BC4F93" w:rsidRPr="00396830" w:rsidRDefault="00213A62" w:rsidP="0065687B">
      <w:pPr>
        <w:spacing w:after="0" w:line="276" w:lineRule="auto"/>
        <w:ind w:left="720" w:hanging="72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 xml:space="preserve">probably wouldn’t achieve any more. I think it would be incredibly boring, too. Just </w:t>
      </w:r>
    </w:p>
    <w:p w:rsidR="00213A62" w:rsidRPr="00396830" w:rsidRDefault="00213A62" w:rsidP="00C63D5B">
      <w:pPr>
        <w:spacing w:line="276" w:lineRule="auto"/>
        <w:ind w:left="720" w:hanging="72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think about it – old people are usually thrilled to get grandchildren, aren’t they?</w:t>
      </w:r>
    </w:p>
    <w:p w:rsidR="00213A62" w:rsidRPr="00396830" w:rsidRDefault="00213A62" w:rsidP="00C63D5B">
      <w:pPr>
        <w:spacing w:line="276" w:lineRule="auto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>T:</w:t>
      </w:r>
      <w:r w:rsidR="00BC4F93"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 xml:space="preserve"> </w:t>
      </w: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Yes ….</w:t>
      </w:r>
    </w:p>
    <w:p w:rsidR="00BC4F93" w:rsidRPr="00396830" w:rsidRDefault="00213A62" w:rsidP="0065687B">
      <w:pPr>
        <w:spacing w:after="0" w:line="276" w:lineRule="auto"/>
        <w:ind w:left="720" w:hanging="72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>S:</w:t>
      </w:r>
      <w:r w:rsidR="00BC4F93"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 xml:space="preserve"> </w:t>
      </w: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And maybe great-grandchildren, at a push. But great-great grandchildren? Or great-</w:t>
      </w:r>
    </w:p>
    <w:p w:rsidR="00213A62" w:rsidRPr="00396830" w:rsidRDefault="00213A62" w:rsidP="00C63D5B">
      <w:pPr>
        <w:spacing w:line="276" w:lineRule="auto"/>
        <w:ind w:left="720" w:hanging="72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great-great ….</w:t>
      </w:r>
    </w:p>
    <w:p w:rsidR="00BC4F93" w:rsidRPr="00396830" w:rsidRDefault="00213A62" w:rsidP="0065687B">
      <w:pPr>
        <w:spacing w:after="0" w:line="276" w:lineRule="auto"/>
        <w:ind w:left="720" w:hanging="72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>T:</w:t>
      </w:r>
      <w:r w:rsidR="00BC4F93"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 xml:space="preserve"> </w:t>
      </w: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 xml:space="preserve">Yes, OK, I get your point. Things could get a bit repetitive. But life expectancy’s been </w:t>
      </w:r>
    </w:p>
    <w:p w:rsidR="00213A62" w:rsidRPr="00396830" w:rsidRDefault="00213A62" w:rsidP="00C63D5B">
      <w:pPr>
        <w:spacing w:line="276" w:lineRule="auto"/>
        <w:ind w:left="720" w:hanging="72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going up for years, so you might just have to put up with it.</w:t>
      </w:r>
    </w:p>
    <w:p w:rsidR="00BC4F93" w:rsidRPr="00396830" w:rsidRDefault="00213A62" w:rsidP="0065687B">
      <w:pPr>
        <w:spacing w:after="0" w:line="276" w:lineRule="auto"/>
        <w:ind w:left="720" w:hanging="72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>S:</w:t>
      </w:r>
      <w:r w:rsidR="00BC4F93"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 xml:space="preserve"> </w:t>
      </w: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But there’s a big difference between life expectancy and life</w:t>
      </w:r>
      <w:r w:rsidRPr="00396830">
        <w:rPr>
          <w:rFonts w:ascii="Calibri" w:eastAsia="Times New Roman" w:hAnsi="Calibri" w:cs="Calibri"/>
          <w:i/>
          <w:color w:val="auto"/>
          <w:sz w:val="24"/>
          <w:szCs w:val="24"/>
          <w:lang w:eastAsia="en-GB"/>
        </w:rPr>
        <w:t>span</w:t>
      </w: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 xml:space="preserve">. Lots of scientists </w:t>
      </w:r>
    </w:p>
    <w:p w:rsidR="00BC4F93" w:rsidRPr="00396830" w:rsidRDefault="00213A62" w:rsidP="0065687B">
      <w:pPr>
        <w:spacing w:after="0" w:line="276" w:lineRule="auto"/>
        <w:ind w:left="720" w:hanging="72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 xml:space="preserve">say that there seems to be a natural ceiling for old age. Otherwise, how is it that </w:t>
      </w:r>
    </w:p>
    <w:p w:rsidR="00BC4F93" w:rsidRPr="00396830" w:rsidRDefault="00213A62" w:rsidP="0065687B">
      <w:pPr>
        <w:spacing w:after="0" w:line="276" w:lineRule="auto"/>
        <w:ind w:left="720" w:hanging="72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 xml:space="preserve">nobody’s beaten the existing age record since 1997? It’s thought that there </w:t>
      </w:r>
      <w:proofErr w:type="gramStart"/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are</w:t>
      </w:r>
      <w:proofErr w:type="gramEnd"/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 xml:space="preserve"> only a </w:t>
      </w:r>
    </w:p>
    <w:p w:rsidR="00BC4F93" w:rsidRPr="00396830" w:rsidRDefault="00213A62" w:rsidP="0065687B">
      <w:pPr>
        <w:spacing w:after="0" w:line="276" w:lineRule="auto"/>
        <w:ind w:left="720" w:hanging="72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 xml:space="preserve">couple of hundred people over 110 in the whole world – it’s incredibly rare to be so </w:t>
      </w:r>
    </w:p>
    <w:p w:rsidR="00213A62" w:rsidRPr="00396830" w:rsidRDefault="00213A62" w:rsidP="00C63D5B">
      <w:pPr>
        <w:spacing w:line="276" w:lineRule="auto"/>
        <w:ind w:left="720" w:hanging="72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old, even with all the medical advances we have.</w:t>
      </w:r>
    </w:p>
    <w:p w:rsidR="00BC4F93" w:rsidRPr="00396830" w:rsidRDefault="00213A62" w:rsidP="0065687B">
      <w:pPr>
        <w:spacing w:after="0" w:line="276" w:lineRule="auto"/>
        <w:ind w:left="720" w:hanging="72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>T:</w:t>
      </w:r>
      <w:r w:rsidR="00BC4F93"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 xml:space="preserve"> </w:t>
      </w: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 xml:space="preserve">But we don’t only rely on medicine these days. Scientists now are working on </w:t>
      </w:r>
    </w:p>
    <w:p w:rsidR="00BC4F93" w:rsidRPr="00396830" w:rsidRDefault="00213A62" w:rsidP="0065687B">
      <w:pPr>
        <w:spacing w:after="0" w:line="276" w:lineRule="auto"/>
        <w:ind w:left="720" w:hanging="72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 xml:space="preserve">analysing the genes of super-old people to work out their genetic code, and they’ve </w:t>
      </w:r>
    </w:p>
    <w:p w:rsidR="00213A62" w:rsidRPr="00396830" w:rsidRDefault="00213A62" w:rsidP="00C63D5B">
      <w:pPr>
        <w:spacing w:line="276" w:lineRule="auto"/>
        <w:ind w:left="720" w:hanging="72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already had some success at rejuvenating mice.</w:t>
      </w:r>
    </w:p>
    <w:p w:rsidR="00213A62" w:rsidRPr="00396830" w:rsidRDefault="00213A62" w:rsidP="00C63D5B">
      <w:pPr>
        <w:spacing w:line="276" w:lineRule="auto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>S:</w:t>
      </w:r>
      <w:r w:rsidR="00BC4F93"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 xml:space="preserve"> </w:t>
      </w: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What, actually making them younger, or just slowing down the ageing process?</w:t>
      </w:r>
    </w:p>
    <w:p w:rsidR="00213A62" w:rsidRPr="00396830" w:rsidRDefault="00213A62" w:rsidP="00C63D5B">
      <w:pPr>
        <w:spacing w:line="276" w:lineRule="auto"/>
        <w:jc w:val="both"/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>T:</w:t>
      </w:r>
      <w:r w:rsidR="00BC4F93"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 xml:space="preserve"> </w:t>
      </w:r>
      <w:proofErr w:type="gramStart"/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Actually</w:t>
      </w:r>
      <w:proofErr w:type="gramEnd"/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 xml:space="preserve"> winding back the clock, I believe.</w:t>
      </w:r>
    </w:p>
    <w:p w:rsidR="00BC4F93" w:rsidRPr="00396830" w:rsidRDefault="00213A62" w:rsidP="0065687B">
      <w:pPr>
        <w:tabs>
          <w:tab w:val="left" w:pos="720"/>
          <w:tab w:val="left" w:pos="1440"/>
          <w:tab w:val="left" w:pos="2160"/>
          <w:tab w:val="left" w:pos="2880"/>
          <w:tab w:val="center" w:pos="4513"/>
        </w:tabs>
        <w:spacing w:after="0" w:line="276" w:lineRule="auto"/>
        <w:ind w:left="720" w:hanging="72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>S:</w:t>
      </w:r>
      <w:r w:rsidR="00BC4F93"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 xml:space="preserve"> </w:t>
      </w: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 xml:space="preserve">Oh yuck, that’s weird! And, anyway, if we lived to 200, the world would run out of </w:t>
      </w:r>
    </w:p>
    <w:p w:rsidR="00BC4F93" w:rsidRPr="00396830" w:rsidRDefault="00213A62" w:rsidP="0065687B">
      <w:pPr>
        <w:tabs>
          <w:tab w:val="left" w:pos="720"/>
          <w:tab w:val="left" w:pos="1440"/>
          <w:tab w:val="left" w:pos="2160"/>
          <w:tab w:val="left" w:pos="2880"/>
          <w:tab w:val="center" w:pos="4513"/>
        </w:tabs>
        <w:spacing w:after="0" w:line="276" w:lineRule="auto"/>
        <w:ind w:left="720" w:hanging="72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 xml:space="preserve">room and resources for everyone. And, as it is, around half of all 90-year olds are </w:t>
      </w:r>
    </w:p>
    <w:p w:rsidR="00213A62" w:rsidRPr="00396830" w:rsidRDefault="00213A62" w:rsidP="00C63D5B">
      <w:pPr>
        <w:tabs>
          <w:tab w:val="left" w:pos="720"/>
          <w:tab w:val="left" w:pos="1440"/>
          <w:tab w:val="left" w:pos="2160"/>
          <w:tab w:val="left" w:pos="2880"/>
          <w:tab w:val="center" w:pos="4513"/>
        </w:tabs>
        <w:spacing w:line="276" w:lineRule="auto"/>
        <w:ind w:left="720" w:hanging="72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believed to have some form of dementia. Would you wish that on even more people?</w:t>
      </w:r>
    </w:p>
    <w:p w:rsidR="00BC4F93" w:rsidRPr="00396830" w:rsidRDefault="00213A62" w:rsidP="0065687B">
      <w:pPr>
        <w:tabs>
          <w:tab w:val="left" w:pos="720"/>
          <w:tab w:val="left" w:pos="1440"/>
          <w:tab w:val="left" w:pos="2160"/>
          <w:tab w:val="left" w:pos="2880"/>
          <w:tab w:val="center" w:pos="4513"/>
        </w:tabs>
        <w:spacing w:after="0" w:line="276" w:lineRule="auto"/>
        <w:ind w:left="720" w:hanging="72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>T:</w:t>
      </w:r>
      <w:r w:rsidR="00BC4F93"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 xml:space="preserve"> </w:t>
      </w: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 xml:space="preserve">Obviously not. But did you know that there’s a species of whale called the bowhead </w:t>
      </w:r>
    </w:p>
    <w:p w:rsidR="00BC4F93" w:rsidRPr="00396830" w:rsidRDefault="00213A62" w:rsidP="0065687B">
      <w:pPr>
        <w:tabs>
          <w:tab w:val="left" w:pos="720"/>
          <w:tab w:val="left" w:pos="1440"/>
          <w:tab w:val="left" w:pos="2160"/>
          <w:tab w:val="left" w:pos="2880"/>
          <w:tab w:val="center" w:pos="4513"/>
        </w:tabs>
        <w:spacing w:after="0" w:line="276" w:lineRule="auto"/>
        <w:ind w:left="720" w:hanging="72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 xml:space="preserve">whale that can live to 200? Apparently, they don’t have heart disease, or cancer, and </w:t>
      </w:r>
    </w:p>
    <w:p w:rsidR="00BC4F93" w:rsidRPr="00396830" w:rsidRDefault="00213A62" w:rsidP="0065687B">
      <w:pPr>
        <w:tabs>
          <w:tab w:val="left" w:pos="720"/>
          <w:tab w:val="left" w:pos="1440"/>
          <w:tab w:val="left" w:pos="2160"/>
          <w:tab w:val="left" w:pos="2880"/>
          <w:tab w:val="center" w:pos="4513"/>
        </w:tabs>
        <w:spacing w:after="0" w:line="276" w:lineRule="auto"/>
        <w:ind w:left="720" w:hanging="72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 xml:space="preserve">they have some way of repairing DNA damage. If we could find out how they do it, we </w:t>
      </w:r>
    </w:p>
    <w:p w:rsidR="00213A62" w:rsidRPr="00396830" w:rsidRDefault="00213A62" w:rsidP="00C63D5B">
      <w:pPr>
        <w:tabs>
          <w:tab w:val="left" w:pos="720"/>
          <w:tab w:val="left" w:pos="1440"/>
          <w:tab w:val="left" w:pos="2160"/>
          <w:tab w:val="left" w:pos="2880"/>
          <w:tab w:val="center" w:pos="4513"/>
        </w:tabs>
        <w:spacing w:line="276" w:lineRule="auto"/>
        <w:ind w:left="720" w:hanging="72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could potentially achieve a much healthier old age.</w:t>
      </w:r>
    </w:p>
    <w:p w:rsidR="00213A62" w:rsidRPr="00396830" w:rsidRDefault="00213A62" w:rsidP="00C63D5B">
      <w:pPr>
        <w:tabs>
          <w:tab w:val="left" w:pos="720"/>
          <w:tab w:val="left" w:pos="1440"/>
          <w:tab w:val="left" w:pos="2160"/>
          <w:tab w:val="left" w:pos="2880"/>
          <w:tab w:val="center" w:pos="4513"/>
        </w:tabs>
        <w:spacing w:line="276" w:lineRule="auto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>S:</w:t>
      </w:r>
      <w:r w:rsidR="00BC4F93"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 xml:space="preserve"> </w:t>
      </w: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But there would be so many other issues. What about marriage for instance?</w:t>
      </w:r>
    </w:p>
    <w:p w:rsidR="00213A62" w:rsidRPr="00396830" w:rsidRDefault="00213A62" w:rsidP="00C63D5B">
      <w:pPr>
        <w:tabs>
          <w:tab w:val="left" w:pos="720"/>
          <w:tab w:val="left" w:pos="1440"/>
          <w:tab w:val="left" w:pos="2160"/>
          <w:tab w:val="left" w:pos="2880"/>
          <w:tab w:val="center" w:pos="4513"/>
        </w:tabs>
        <w:spacing w:line="276" w:lineRule="auto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>T:</w:t>
      </w:r>
      <w:r w:rsidR="00BC4F93"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 xml:space="preserve"> </w:t>
      </w: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What about it?</w:t>
      </w:r>
    </w:p>
    <w:p w:rsidR="00BC4F93" w:rsidRPr="00396830" w:rsidRDefault="00213A62" w:rsidP="0065687B">
      <w:pPr>
        <w:tabs>
          <w:tab w:val="left" w:pos="720"/>
          <w:tab w:val="left" w:pos="1440"/>
          <w:tab w:val="left" w:pos="2160"/>
          <w:tab w:val="left" w:pos="2880"/>
          <w:tab w:val="center" w:pos="4513"/>
        </w:tabs>
        <w:spacing w:after="0" w:line="276" w:lineRule="auto"/>
        <w:ind w:left="720" w:hanging="72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>S:</w:t>
      </w: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 xml:space="preserve"> Well there’s enough divorce already. Imagine if you were facing being married to </w:t>
      </w:r>
    </w:p>
    <w:p w:rsidR="00213A62" w:rsidRPr="00396830" w:rsidRDefault="00213A62" w:rsidP="00C63D5B">
      <w:pPr>
        <w:tabs>
          <w:tab w:val="left" w:pos="720"/>
          <w:tab w:val="left" w:pos="1440"/>
          <w:tab w:val="left" w:pos="2160"/>
          <w:tab w:val="left" w:pos="2880"/>
          <w:tab w:val="center" w:pos="4513"/>
        </w:tabs>
        <w:spacing w:line="276" w:lineRule="auto"/>
        <w:ind w:left="720" w:hanging="720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someone for 170 years.</w:t>
      </w:r>
    </w:p>
    <w:p w:rsidR="00A76732" w:rsidRPr="00557F96" w:rsidRDefault="00213A62" w:rsidP="00557F96">
      <w:pPr>
        <w:tabs>
          <w:tab w:val="left" w:pos="720"/>
          <w:tab w:val="left" w:pos="1440"/>
          <w:tab w:val="left" w:pos="2160"/>
          <w:tab w:val="left" w:pos="2880"/>
          <w:tab w:val="center" w:pos="4513"/>
        </w:tabs>
        <w:spacing w:after="0" w:line="276" w:lineRule="auto"/>
        <w:jc w:val="both"/>
        <w:rPr>
          <w:rFonts w:ascii="Calibri" w:eastAsia="Times New Roman" w:hAnsi="Calibri" w:cs="Calibri"/>
          <w:color w:val="auto"/>
          <w:sz w:val="24"/>
          <w:szCs w:val="24"/>
          <w:lang w:eastAsia="en-GB"/>
        </w:rPr>
      </w:pPr>
      <w:r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>T:</w:t>
      </w:r>
      <w:r w:rsidR="00BC4F93" w:rsidRPr="00396830">
        <w:rPr>
          <w:rFonts w:ascii="Calibri" w:eastAsia="Times New Roman" w:hAnsi="Calibri" w:cs="Calibri"/>
          <w:b/>
          <w:color w:val="auto"/>
          <w:sz w:val="24"/>
          <w:szCs w:val="24"/>
          <w:lang w:eastAsia="en-GB"/>
        </w:rPr>
        <w:t xml:space="preserve"> </w:t>
      </w:r>
      <w:r w:rsidRPr="00396830">
        <w:rPr>
          <w:rFonts w:ascii="Calibri" w:eastAsia="Times New Roman" w:hAnsi="Calibri" w:cs="Calibri"/>
          <w:color w:val="auto"/>
          <w:sz w:val="24"/>
          <w:szCs w:val="24"/>
          <w:lang w:eastAsia="en-GB"/>
        </w:rPr>
        <w:t>OK, I’ll concede that you might have a point there!</w:t>
      </w:r>
      <w:bookmarkEnd w:id="29"/>
    </w:p>
    <w:sectPr w:rsidR="00A76732" w:rsidRPr="00557F96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5A71" w:rsidRDefault="00DD5A71" w:rsidP="00A76732">
      <w:pPr>
        <w:spacing w:after="0" w:line="240" w:lineRule="auto"/>
      </w:pPr>
      <w:r>
        <w:separator/>
      </w:r>
    </w:p>
  </w:endnote>
  <w:endnote w:type="continuationSeparator" w:id="0">
    <w:p w:rsidR="00DD5A71" w:rsidRDefault="00DD5A71" w:rsidP="00A76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n Pro">
    <w:altName w:val="Calibri"/>
    <w:charset w:val="00"/>
    <w:family w:val="roman"/>
    <w:pitch w:val="variable"/>
  </w:font>
  <w:font w:name="Museo Sans 3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FrutigerLTStd-Bold">
    <w:altName w:val="Malgun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own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useoSans-3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rownPro-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7F96" w:rsidRPr="00A76732" w:rsidRDefault="00557F96" w:rsidP="00A76732">
    <w:pPr>
      <w:pStyle w:val="Footer"/>
      <w:jc w:val="center"/>
      <w:rPr>
        <w:caps/>
        <w:noProof/>
        <w:color w:val="4472C4" w:themeColor="accent1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2F33D92">
          <wp:simplePos x="0" y="0"/>
          <wp:positionH relativeFrom="column">
            <wp:posOffset>-680083</wp:posOffset>
          </wp:positionH>
          <wp:positionV relativeFrom="paragraph">
            <wp:posOffset>5715</wp:posOffset>
          </wp:positionV>
          <wp:extent cx="582295" cy="280671"/>
          <wp:effectExtent l="0" t="0" r="8255" b="508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2295" cy="2806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MuseoSans-300" w:hAnsi="MuseoSans-300" w:cs="MuseoSans-300"/>
        <w:sz w:val="20"/>
        <w:szCs w:val="20"/>
      </w:rPr>
      <w:t>C1 Advanced</w:t>
    </w:r>
    <w:r>
      <w:rPr>
        <w:rFonts w:ascii="MuseoSans-300" w:hAnsi="MuseoSans-300" w:cs="MuseoSans-300"/>
        <w:sz w:val="20"/>
        <w:szCs w:val="20"/>
      </w:rPr>
      <w:tab/>
    </w:r>
    <w:r>
      <w:rPr>
        <w:rFonts w:ascii="BrownPro-Medium" w:hAnsi="BrownPro-Medium" w:cs="BrownPro-Medium"/>
        <w:color w:val="1A1A1A"/>
        <w:sz w:val="20"/>
        <w:szCs w:val="20"/>
      </w:rPr>
      <w:t xml:space="preserve"> </w:t>
    </w: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 xml:space="preserve"> PAGE   \* MERGEFORMAT </w:instrText>
    </w:r>
    <w:r>
      <w:rPr>
        <w:caps/>
        <w:color w:val="4472C4" w:themeColor="accent1"/>
      </w:rPr>
      <w:fldChar w:fldCharType="separate"/>
    </w:r>
    <w:r>
      <w:rPr>
        <w:caps/>
        <w:noProof/>
        <w:color w:val="4472C4" w:themeColor="accent1"/>
      </w:rPr>
      <w:t>1</w:t>
    </w:r>
    <w:r>
      <w:rPr>
        <w:caps/>
        <w:noProof/>
        <w:color w:val="4472C4" w:themeColor="accent1"/>
      </w:rPr>
      <w:fldChar w:fldCharType="end"/>
    </w:r>
    <w:r>
      <w:rPr>
        <w:caps/>
        <w:noProof/>
        <w:color w:val="4472C4" w:themeColor="accent1"/>
      </w:rPr>
      <w:tab/>
      <w:t xml:space="preserve"> </w:t>
    </w:r>
    <w:r w:rsidRPr="00A76732">
      <w:rPr>
        <w:rFonts w:ascii="MuseoSans-300" w:hAnsi="MuseoSans-300" w:cs="MuseoSans-300"/>
        <w:sz w:val="20"/>
        <w:szCs w:val="20"/>
      </w:rPr>
      <w:t xml:space="preserve">Personal Best </w:t>
    </w:r>
    <w:r>
      <w:rPr>
        <w:rFonts w:ascii="MuseoSans-300" w:hAnsi="MuseoSans-300" w:cs="MuseoSans-300"/>
        <w:sz w:val="20"/>
        <w:szCs w:val="20"/>
      </w:rPr>
      <w:t>C1</w:t>
    </w:r>
    <w:r w:rsidRPr="00A76732">
      <w:rPr>
        <w:rFonts w:ascii="MuseoSans-300" w:hAnsi="MuseoSans-300" w:cs="MuseoSans-300"/>
        <w:sz w:val="20"/>
        <w:szCs w:val="20"/>
      </w:rPr>
      <w:t xml:space="preserve"> © Richmond 201</w:t>
    </w:r>
    <w:r>
      <w:rPr>
        <w:rFonts w:ascii="MuseoSans-300" w:hAnsi="MuseoSans-300" w:cs="MuseoSans-300"/>
        <w:sz w:val="20"/>
        <w:szCs w:val="20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5A71" w:rsidRDefault="00DD5A71" w:rsidP="00A76732">
      <w:pPr>
        <w:spacing w:after="0" w:line="240" w:lineRule="auto"/>
      </w:pPr>
      <w:r>
        <w:separator/>
      </w:r>
    </w:p>
  </w:footnote>
  <w:footnote w:type="continuationSeparator" w:id="0">
    <w:p w:rsidR="00DD5A71" w:rsidRDefault="00DD5A71" w:rsidP="00A76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7F96" w:rsidRDefault="00557F96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-3810</wp:posOffset>
              </wp:positionH>
              <wp:positionV relativeFrom="paragraph">
                <wp:posOffset>-135255</wp:posOffset>
              </wp:positionV>
              <wp:extent cx="2076450" cy="306705"/>
              <wp:effectExtent l="19050" t="19050" r="19050" b="1714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645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57F96" w:rsidRDefault="00557F96" w:rsidP="007D3BD2">
                          <w:r>
                            <w:rPr>
                              <w:rFonts w:ascii="BrownPro-Bold" w:hAnsi="BrownPro-Bold" w:cs="BrownPro-Bold"/>
                              <w:b/>
                              <w:bCs/>
                              <w:color w:val="333333"/>
                            </w:rPr>
                            <w:t>C1 WORKBOOK AUDIO SCRIPTS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.3pt;margin-top:-10.65pt;width:163.5pt;height:24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" strokecolor="gray [1629]" strokeweight="3pt">
              <v:textbox>
                <w:txbxContent>
                  <w:p w:rsidR="00557F96" w:rsidRDefault="00557F96" w:rsidP="007D3BD2">
                    <w:r>
                      <w:rPr>
                        <w:rFonts w:ascii="BrownPro-Bold" w:hAnsi="BrownPro-Bold" w:cs="BrownPro-Bold"/>
                        <w:b/>
                        <w:bCs/>
                        <w:color w:val="333333"/>
                      </w:rPr>
                      <w:t>C1 WORKBOOK AUDIO SCRIPTS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3230E24D">
          <wp:simplePos x="0" y="0"/>
          <wp:positionH relativeFrom="column">
            <wp:posOffset>-1100455</wp:posOffset>
          </wp:positionH>
          <wp:positionV relativeFrom="paragraph">
            <wp:posOffset>-115570</wp:posOffset>
          </wp:positionV>
          <wp:extent cx="1098550" cy="265430"/>
          <wp:effectExtent l="0" t="0" r="6350" b="1270"/>
          <wp:wrapThrough wrapText="bothSides">
            <wp:wrapPolygon edited="0">
              <wp:start x="0" y="0"/>
              <wp:lineTo x="0" y="20153"/>
              <wp:lineTo x="21350" y="20153"/>
              <wp:lineTo x="21350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8550" cy="265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85F1F"/>
    <w:multiLevelType w:val="multilevel"/>
    <w:tmpl w:val="C18A49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D89"/>
    <w:rsid w:val="000B1295"/>
    <w:rsid w:val="000F1AF0"/>
    <w:rsid w:val="001034F1"/>
    <w:rsid w:val="00104D21"/>
    <w:rsid w:val="00143776"/>
    <w:rsid w:val="00166AE4"/>
    <w:rsid w:val="00176872"/>
    <w:rsid w:val="001D34DC"/>
    <w:rsid w:val="00213A62"/>
    <w:rsid w:val="00251804"/>
    <w:rsid w:val="002C49A7"/>
    <w:rsid w:val="002C7F51"/>
    <w:rsid w:val="00354F57"/>
    <w:rsid w:val="00396830"/>
    <w:rsid w:val="003A64C9"/>
    <w:rsid w:val="003F59CD"/>
    <w:rsid w:val="00411782"/>
    <w:rsid w:val="00416219"/>
    <w:rsid w:val="00421019"/>
    <w:rsid w:val="00436976"/>
    <w:rsid w:val="00465FE8"/>
    <w:rsid w:val="004C0D89"/>
    <w:rsid w:val="005028A0"/>
    <w:rsid w:val="0053625D"/>
    <w:rsid w:val="00557F96"/>
    <w:rsid w:val="005614EE"/>
    <w:rsid w:val="005E4423"/>
    <w:rsid w:val="006216F1"/>
    <w:rsid w:val="0065687B"/>
    <w:rsid w:val="006630C7"/>
    <w:rsid w:val="0066705E"/>
    <w:rsid w:val="006E533F"/>
    <w:rsid w:val="006F7901"/>
    <w:rsid w:val="00786A25"/>
    <w:rsid w:val="007D3BD2"/>
    <w:rsid w:val="007E39A1"/>
    <w:rsid w:val="00804640"/>
    <w:rsid w:val="0085208F"/>
    <w:rsid w:val="008859C4"/>
    <w:rsid w:val="008C1C7D"/>
    <w:rsid w:val="008C5CDF"/>
    <w:rsid w:val="00911E2D"/>
    <w:rsid w:val="009454EE"/>
    <w:rsid w:val="00991A85"/>
    <w:rsid w:val="00992C7E"/>
    <w:rsid w:val="009C7426"/>
    <w:rsid w:val="009E7EA1"/>
    <w:rsid w:val="009F3149"/>
    <w:rsid w:val="00A2622A"/>
    <w:rsid w:val="00A303AC"/>
    <w:rsid w:val="00A310EB"/>
    <w:rsid w:val="00A60717"/>
    <w:rsid w:val="00A76732"/>
    <w:rsid w:val="00A804FE"/>
    <w:rsid w:val="00A900C1"/>
    <w:rsid w:val="00A918EC"/>
    <w:rsid w:val="00AD52DC"/>
    <w:rsid w:val="00AD6834"/>
    <w:rsid w:val="00B510F7"/>
    <w:rsid w:val="00B57B2C"/>
    <w:rsid w:val="00B62729"/>
    <w:rsid w:val="00B80D35"/>
    <w:rsid w:val="00B91001"/>
    <w:rsid w:val="00BA0419"/>
    <w:rsid w:val="00BA1274"/>
    <w:rsid w:val="00BC4F93"/>
    <w:rsid w:val="00BF5999"/>
    <w:rsid w:val="00BF5F5E"/>
    <w:rsid w:val="00C035BB"/>
    <w:rsid w:val="00C5795F"/>
    <w:rsid w:val="00C63D5B"/>
    <w:rsid w:val="00CA3450"/>
    <w:rsid w:val="00CA4EF0"/>
    <w:rsid w:val="00CE40AC"/>
    <w:rsid w:val="00CF0062"/>
    <w:rsid w:val="00D005A3"/>
    <w:rsid w:val="00D54D75"/>
    <w:rsid w:val="00D9608C"/>
    <w:rsid w:val="00DA0820"/>
    <w:rsid w:val="00DD5A71"/>
    <w:rsid w:val="00E47C4C"/>
    <w:rsid w:val="00E729C8"/>
    <w:rsid w:val="00E826AA"/>
    <w:rsid w:val="00EB60DB"/>
    <w:rsid w:val="00EE7B5F"/>
    <w:rsid w:val="00EF20FE"/>
    <w:rsid w:val="00F2126E"/>
    <w:rsid w:val="00F31DB2"/>
    <w:rsid w:val="00F739A7"/>
    <w:rsid w:val="00FE576A"/>
    <w:rsid w:val="00FF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3C0E12"/>
  <w15:chartTrackingRefBased/>
  <w15:docId w15:val="{C9CF3CCC-70A9-43F5-8616-4C319979C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0820"/>
    <w:rPr>
      <w:color w:val="00000A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0D89"/>
    <w:pPr>
      <w:keepNext/>
      <w:spacing w:before="960" w:after="200" w:line="276" w:lineRule="auto"/>
      <w:outlineLvl w:val="0"/>
    </w:pPr>
    <w:rPr>
      <w:rFonts w:eastAsia="Calibri" w:cs="Times New Roman"/>
      <w:b/>
      <w:smallCaps/>
      <w:color w:val="aut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C0D89"/>
    <w:pPr>
      <w:keepNext/>
      <w:spacing w:before="480" w:after="200" w:line="276" w:lineRule="auto"/>
      <w:contextualSpacing/>
      <w:outlineLvl w:val="1"/>
    </w:pPr>
    <w:rPr>
      <w:b/>
      <w:color w:val="auto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732"/>
    <w:pPr>
      <w:tabs>
        <w:tab w:val="center" w:pos="4252"/>
        <w:tab w:val="right" w:pos="8504"/>
      </w:tabs>
      <w:spacing w:after="0" w:line="240" w:lineRule="auto"/>
    </w:pPr>
    <w:rPr>
      <w:color w:val="auto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A76732"/>
  </w:style>
  <w:style w:type="paragraph" w:styleId="Footer">
    <w:name w:val="footer"/>
    <w:basedOn w:val="Normal"/>
    <w:link w:val="FooterChar"/>
    <w:uiPriority w:val="99"/>
    <w:unhideWhenUsed/>
    <w:rsid w:val="00A76732"/>
    <w:pPr>
      <w:tabs>
        <w:tab w:val="center" w:pos="4252"/>
        <w:tab w:val="right" w:pos="8504"/>
      </w:tabs>
      <w:spacing w:after="0" w:line="240" w:lineRule="auto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A76732"/>
  </w:style>
  <w:style w:type="character" w:customStyle="1" w:styleId="Heading1Char">
    <w:name w:val="Heading 1 Char"/>
    <w:basedOn w:val="DefaultParagraphFont"/>
    <w:link w:val="Heading1"/>
    <w:uiPriority w:val="9"/>
    <w:qFormat/>
    <w:rsid w:val="004C0D89"/>
    <w:rPr>
      <w:rFonts w:eastAsia="Calibri" w:cs="Times New Roman"/>
      <w:b/>
      <w:smallCaps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4C0D89"/>
    <w:rPr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qFormat/>
    <w:rsid w:val="004C0D89"/>
    <w:rPr>
      <w:rFonts w:eastAsiaTheme="majorEastAsia" w:cstheme="majorBidi"/>
      <w:b/>
      <w:spacing w:val="-10"/>
      <w:kern w:val="2"/>
      <w:sz w:val="24"/>
    </w:rPr>
  </w:style>
  <w:style w:type="character" w:customStyle="1" w:styleId="CharactersChar">
    <w:name w:val="Characters Char"/>
    <w:basedOn w:val="DefaultParagraphFont"/>
    <w:link w:val="Characters"/>
    <w:qFormat/>
    <w:rsid w:val="004C0D89"/>
    <w:rPr>
      <w:b/>
    </w:rPr>
  </w:style>
  <w:style w:type="character" w:customStyle="1" w:styleId="NumberedListChar">
    <w:name w:val="Numbered List Char"/>
    <w:basedOn w:val="DefaultParagraphFont"/>
    <w:link w:val="NumberedList"/>
    <w:qFormat/>
    <w:rsid w:val="004C0D89"/>
    <w:rPr>
      <w:rFonts w:eastAsia="Calibri" w:cs="Times New Roman"/>
      <w:sz w:val="24"/>
      <w:szCs w:val="24"/>
    </w:rPr>
  </w:style>
  <w:style w:type="character" w:customStyle="1" w:styleId="ScriptChar">
    <w:name w:val="Script Char"/>
    <w:basedOn w:val="DefaultParagraphFont"/>
    <w:link w:val="Script"/>
    <w:qFormat/>
    <w:rsid w:val="004C0D89"/>
    <w:rPr>
      <w:rFonts w:eastAsia="Calibri" w:cs="Times New Roman"/>
      <w:sz w:val="24"/>
      <w:szCs w:val="24"/>
    </w:rPr>
  </w:style>
  <w:style w:type="character" w:customStyle="1" w:styleId="TextChar">
    <w:name w:val="Text Char"/>
    <w:basedOn w:val="ScriptChar"/>
    <w:link w:val="Text"/>
    <w:qFormat/>
    <w:rsid w:val="004C0D89"/>
    <w:rPr>
      <w:rFonts w:eastAsia="Calibri" w:cs="Times New Roman"/>
      <w:sz w:val="24"/>
      <w:szCs w:val="24"/>
    </w:rPr>
  </w:style>
  <w:style w:type="paragraph" w:customStyle="1" w:styleId="Heading">
    <w:name w:val="Heading"/>
    <w:basedOn w:val="Normal"/>
    <w:next w:val="BodyText"/>
    <w:qFormat/>
    <w:rsid w:val="004C0D89"/>
    <w:pPr>
      <w:keepNext/>
      <w:spacing w:before="240" w:after="120"/>
    </w:pPr>
    <w:rPr>
      <w:rFonts w:ascii="Liberation Sans" w:eastAsia="Microsoft YaHei" w:hAnsi="Liberation Sans" w:cs="Lucida Sans"/>
      <w:color w:val="auto"/>
      <w:sz w:val="28"/>
      <w:szCs w:val="28"/>
    </w:rPr>
  </w:style>
  <w:style w:type="paragraph" w:styleId="BodyText">
    <w:name w:val="Body Text"/>
    <w:basedOn w:val="Normal"/>
    <w:link w:val="BodyTextChar"/>
    <w:rsid w:val="004C0D89"/>
    <w:pPr>
      <w:spacing w:after="140" w:line="288" w:lineRule="auto"/>
    </w:pPr>
    <w:rPr>
      <w:color w:val="auto"/>
    </w:rPr>
  </w:style>
  <w:style w:type="character" w:customStyle="1" w:styleId="BodyTextChar">
    <w:name w:val="Body Text Char"/>
    <w:basedOn w:val="DefaultParagraphFont"/>
    <w:link w:val="BodyText"/>
    <w:rsid w:val="004C0D89"/>
  </w:style>
  <w:style w:type="paragraph" w:styleId="List">
    <w:name w:val="List"/>
    <w:basedOn w:val="BodyText"/>
    <w:rsid w:val="004C0D89"/>
    <w:rPr>
      <w:rFonts w:cs="Lucida Sans"/>
    </w:rPr>
  </w:style>
  <w:style w:type="paragraph" w:styleId="Caption">
    <w:name w:val="caption"/>
    <w:basedOn w:val="Normal"/>
    <w:qFormat/>
    <w:rsid w:val="004C0D89"/>
    <w:pPr>
      <w:suppressLineNumbers/>
      <w:spacing w:before="120" w:after="120"/>
    </w:pPr>
    <w:rPr>
      <w:rFonts w:cs="Lucida Sans"/>
      <w:i/>
      <w:iCs/>
      <w:color w:val="auto"/>
      <w:sz w:val="24"/>
      <w:szCs w:val="24"/>
    </w:rPr>
  </w:style>
  <w:style w:type="paragraph" w:customStyle="1" w:styleId="Index">
    <w:name w:val="Index"/>
    <w:basedOn w:val="Normal"/>
    <w:qFormat/>
    <w:rsid w:val="004C0D89"/>
    <w:pPr>
      <w:suppressLineNumbers/>
    </w:pPr>
    <w:rPr>
      <w:rFonts w:cs="Lucida Sans"/>
      <w:color w:val="auto"/>
    </w:rPr>
  </w:style>
  <w:style w:type="paragraph" w:styleId="Title">
    <w:name w:val="Title"/>
    <w:basedOn w:val="Normal"/>
    <w:next w:val="Normal"/>
    <w:link w:val="TitleChar"/>
    <w:uiPriority w:val="10"/>
    <w:qFormat/>
    <w:rsid w:val="004C0D89"/>
    <w:pPr>
      <w:spacing w:after="200" w:line="276" w:lineRule="auto"/>
      <w:contextualSpacing/>
      <w:jc w:val="center"/>
    </w:pPr>
    <w:rPr>
      <w:rFonts w:eastAsiaTheme="majorEastAsia" w:cstheme="majorBidi"/>
      <w:b/>
      <w:color w:val="auto"/>
      <w:spacing w:val="-10"/>
      <w:kern w:val="2"/>
      <w:sz w:val="24"/>
    </w:rPr>
  </w:style>
  <w:style w:type="character" w:customStyle="1" w:styleId="TitleChar1">
    <w:name w:val="Title Char1"/>
    <w:basedOn w:val="DefaultParagraphFont"/>
    <w:uiPriority w:val="10"/>
    <w:rsid w:val="004C0D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haracters">
    <w:name w:val="Characters"/>
    <w:basedOn w:val="Normal"/>
    <w:link w:val="CharactersChar"/>
    <w:qFormat/>
    <w:rsid w:val="004C0D89"/>
    <w:pPr>
      <w:spacing w:after="200" w:line="276" w:lineRule="auto"/>
    </w:pPr>
    <w:rPr>
      <w:b/>
      <w:color w:val="auto"/>
    </w:rPr>
  </w:style>
  <w:style w:type="paragraph" w:customStyle="1" w:styleId="NumberedList">
    <w:name w:val="Numbered List"/>
    <w:basedOn w:val="ListParagraph"/>
    <w:link w:val="NumberedListChar"/>
    <w:qFormat/>
    <w:rsid w:val="004C0D89"/>
    <w:pPr>
      <w:spacing w:before="40" w:after="0" w:line="186" w:lineRule="atLeast"/>
      <w:ind w:left="0"/>
    </w:pPr>
    <w:rPr>
      <w:rFonts w:eastAsia="Calibri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C0D89"/>
    <w:pPr>
      <w:ind w:left="720"/>
      <w:contextualSpacing/>
    </w:pPr>
    <w:rPr>
      <w:color w:val="auto"/>
    </w:rPr>
  </w:style>
  <w:style w:type="paragraph" w:customStyle="1" w:styleId="Script">
    <w:name w:val="Script"/>
    <w:basedOn w:val="Normal"/>
    <w:link w:val="ScriptChar"/>
    <w:qFormat/>
    <w:rsid w:val="004C0D89"/>
    <w:pPr>
      <w:spacing w:after="120" w:line="276" w:lineRule="auto"/>
      <w:jc w:val="both"/>
    </w:pPr>
    <w:rPr>
      <w:rFonts w:eastAsia="Calibri" w:cs="Times New Roman"/>
      <w:color w:val="auto"/>
      <w:sz w:val="24"/>
      <w:szCs w:val="24"/>
    </w:rPr>
  </w:style>
  <w:style w:type="paragraph" w:customStyle="1" w:styleId="Text">
    <w:name w:val="Text"/>
    <w:basedOn w:val="Script"/>
    <w:link w:val="TextChar"/>
    <w:qFormat/>
    <w:rsid w:val="004C0D89"/>
  </w:style>
  <w:style w:type="paragraph" w:styleId="NoSpacing">
    <w:name w:val="No Spacing"/>
    <w:uiPriority w:val="1"/>
    <w:qFormat/>
    <w:rsid w:val="004C0D89"/>
    <w:pPr>
      <w:spacing w:after="0"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DA0820"/>
    <w:rPr>
      <w:rFonts w:ascii="Calibri" w:eastAsia="Calibri" w:hAnsi="Calibri" w:cs="Times New Roman"/>
      <w:sz w:val="20"/>
      <w:szCs w:val="20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DA0820"/>
    <w:rPr>
      <w:rFonts w:eastAsiaTheme="minorEastAsia"/>
      <w:color w:val="5A5A5A" w:themeColor="text1" w:themeTint="A5"/>
      <w:spacing w:val="15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DA0820"/>
    <w:rPr>
      <w:rFonts w:ascii="Tahoma" w:hAnsi="Tahoma" w:cs="Tahoma"/>
      <w:sz w:val="16"/>
      <w:szCs w:val="16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DA0820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0">
    <w:name w:val="A0"/>
    <w:uiPriority w:val="99"/>
    <w:qFormat/>
    <w:rsid w:val="00DA0820"/>
    <w:rPr>
      <w:rFonts w:cs="Brown Pro"/>
      <w:b/>
      <w:bCs/>
      <w:color w:val="000000"/>
      <w:sz w:val="18"/>
      <w:szCs w:val="18"/>
    </w:rPr>
  </w:style>
  <w:style w:type="character" w:customStyle="1" w:styleId="InternetLink">
    <w:name w:val="Internet Link"/>
    <w:basedOn w:val="DefaultParagraphFont"/>
    <w:uiPriority w:val="99"/>
    <w:unhideWhenUsed/>
    <w:rsid w:val="00DA0820"/>
    <w:rPr>
      <w:color w:val="0563C1" w:themeColor="hyperlink"/>
      <w:u w:val="single"/>
    </w:rPr>
  </w:style>
  <w:style w:type="character" w:customStyle="1" w:styleId="A9">
    <w:name w:val="A9"/>
    <w:uiPriority w:val="99"/>
    <w:qFormat/>
    <w:rsid w:val="00DA0820"/>
    <w:rPr>
      <w:rFonts w:ascii="Museo Sans 300" w:hAnsi="Museo Sans 300" w:cs="Museo Sans 300"/>
      <w:color w:val="000000"/>
      <w:sz w:val="18"/>
      <w:szCs w:val="18"/>
      <w:u w:val="single"/>
    </w:rPr>
  </w:style>
  <w:style w:type="character" w:customStyle="1" w:styleId="tgc">
    <w:name w:val="_tgc"/>
    <w:qFormat/>
    <w:rsid w:val="00DA0820"/>
  </w:style>
  <w:style w:type="paragraph" w:styleId="CommentText">
    <w:name w:val="annotation text"/>
    <w:basedOn w:val="Normal"/>
    <w:link w:val="CommentTextChar"/>
    <w:uiPriority w:val="99"/>
    <w:unhideWhenUsed/>
    <w:qFormat/>
    <w:rsid w:val="00DA0820"/>
    <w:pPr>
      <w:spacing w:line="240" w:lineRule="auto"/>
    </w:pPr>
    <w:rPr>
      <w:rFonts w:ascii="Calibri" w:eastAsia="Calibri" w:hAnsi="Calibri" w:cs="Times New Roman"/>
      <w:color w:val="auto"/>
      <w:sz w:val="20"/>
      <w:szCs w:val="20"/>
    </w:rPr>
  </w:style>
  <w:style w:type="character" w:customStyle="1" w:styleId="CommentTextChar1">
    <w:name w:val="Comment Text Char1"/>
    <w:basedOn w:val="DefaultParagraphFont"/>
    <w:uiPriority w:val="99"/>
    <w:semiHidden/>
    <w:rsid w:val="00DA0820"/>
    <w:rPr>
      <w:color w:val="00000A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0820"/>
    <w:rPr>
      <w:rFonts w:eastAsiaTheme="minorEastAsia"/>
      <w:color w:val="5A5A5A" w:themeColor="text1" w:themeTint="A5"/>
      <w:spacing w:val="15"/>
    </w:rPr>
  </w:style>
  <w:style w:type="character" w:customStyle="1" w:styleId="SubtitleChar1">
    <w:name w:val="Subtitle Char1"/>
    <w:basedOn w:val="DefaultParagraphFont"/>
    <w:uiPriority w:val="11"/>
    <w:rsid w:val="00DA0820"/>
    <w:rPr>
      <w:rFonts w:eastAsiaTheme="minorEastAsia"/>
      <w:color w:val="5A5A5A" w:themeColor="text1" w:themeTint="A5"/>
      <w:spacing w:val="15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DA0820"/>
    <w:pPr>
      <w:spacing w:after="0"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DA0820"/>
    <w:rPr>
      <w:rFonts w:ascii="Segoe UI" w:hAnsi="Segoe UI" w:cs="Segoe UI"/>
      <w:color w:val="00000A"/>
      <w:sz w:val="18"/>
      <w:szCs w:val="18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DA0820"/>
    <w:pPr>
      <w:spacing w:after="200"/>
    </w:pPr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DA0820"/>
    <w:rPr>
      <w:b/>
      <w:bCs/>
      <w:color w:val="00000A"/>
      <w:sz w:val="20"/>
      <w:szCs w:val="20"/>
    </w:rPr>
  </w:style>
  <w:style w:type="paragraph" w:customStyle="1" w:styleId="Pa7">
    <w:name w:val="Pa7"/>
    <w:basedOn w:val="Default"/>
    <w:uiPriority w:val="99"/>
    <w:qFormat/>
    <w:rsid w:val="00DA0820"/>
    <w:pPr>
      <w:spacing w:line="186" w:lineRule="atLeast"/>
    </w:pPr>
    <w:rPr>
      <w:rFonts w:cstheme="minorBidi"/>
      <w:color w:val="00000A"/>
    </w:rPr>
  </w:style>
  <w:style w:type="paragraph" w:customStyle="1" w:styleId="Default">
    <w:name w:val="Default"/>
    <w:qFormat/>
    <w:rsid w:val="00DA0820"/>
    <w:pPr>
      <w:spacing w:after="0" w:line="240" w:lineRule="auto"/>
    </w:pPr>
    <w:rPr>
      <w:rFonts w:ascii="Brown Pro" w:eastAsia="Calibri" w:hAnsi="Brown Pro" w:cs="Brown Pro"/>
      <w:color w:val="000000"/>
      <w:sz w:val="24"/>
      <w:szCs w:val="24"/>
    </w:rPr>
  </w:style>
  <w:style w:type="paragraph" w:customStyle="1" w:styleId="Pa8">
    <w:name w:val="Pa8"/>
    <w:basedOn w:val="Default"/>
    <w:next w:val="Default"/>
    <w:uiPriority w:val="99"/>
    <w:qFormat/>
    <w:rsid w:val="00DA0820"/>
    <w:pPr>
      <w:spacing w:line="186" w:lineRule="atLeast"/>
    </w:pPr>
    <w:rPr>
      <w:rFonts w:cstheme="minorBidi"/>
      <w:color w:val="00000A"/>
    </w:rPr>
  </w:style>
  <w:style w:type="paragraph" w:customStyle="1" w:styleId="Pa13">
    <w:name w:val="Pa13"/>
    <w:basedOn w:val="Default"/>
    <w:next w:val="Default"/>
    <w:uiPriority w:val="99"/>
    <w:qFormat/>
    <w:rsid w:val="00DA0820"/>
    <w:pPr>
      <w:spacing w:line="186" w:lineRule="atLeast"/>
    </w:pPr>
    <w:rPr>
      <w:rFonts w:cstheme="minorBidi"/>
      <w:color w:val="00000A"/>
    </w:rPr>
  </w:style>
  <w:style w:type="paragraph" w:customStyle="1" w:styleId="Pa12">
    <w:name w:val="Pa12"/>
    <w:basedOn w:val="Default"/>
    <w:next w:val="Default"/>
    <w:uiPriority w:val="99"/>
    <w:rsid w:val="00E729C8"/>
    <w:pPr>
      <w:autoSpaceDE w:val="0"/>
      <w:autoSpaceDN w:val="0"/>
      <w:adjustRightInd w:val="0"/>
      <w:spacing w:line="186" w:lineRule="atLeast"/>
    </w:pPr>
    <w:rPr>
      <w:rFonts w:cs="Times New Roman"/>
      <w:color w:val="auto"/>
    </w:rPr>
  </w:style>
  <w:style w:type="character" w:customStyle="1" w:styleId="A11">
    <w:name w:val="A11"/>
    <w:uiPriority w:val="99"/>
    <w:rsid w:val="00251804"/>
    <w:rPr>
      <w:rFonts w:ascii="Museo Sans 300" w:hAnsi="Museo Sans 300" w:cs="Museo Sans 300"/>
      <w:color w:val="000000"/>
      <w:sz w:val="18"/>
      <w:szCs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NEILL\Documents\Custom%20Office%20Templates\PB%20asset%20word%20doc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PB asset word doc template.dotx</Template>
  <TotalTime>240</TotalTime>
  <Pages>29</Pages>
  <Words>8204</Words>
  <Characters>46765</Characters>
  <Application>Microsoft Office Word</Application>
  <DocSecurity>0</DocSecurity>
  <Lines>389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Neill</dc:creator>
  <cp:keywords/>
  <dc:description/>
  <cp:lastModifiedBy>Emily Ashmore</cp:lastModifiedBy>
  <cp:revision>12</cp:revision>
  <dcterms:created xsi:type="dcterms:W3CDTF">2019-02-04T12:51:00Z</dcterms:created>
  <dcterms:modified xsi:type="dcterms:W3CDTF">2019-03-18T11:45:00Z</dcterms:modified>
</cp:coreProperties>
</file>