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4"/>
        <w:gridCol w:w="5461"/>
        <w:gridCol w:w="1629"/>
      </w:tblGrid>
      <w:tr w:rsidR="002B50AC" w14:paraId="3079B41D" w14:textId="77777777" w:rsidTr="002B50AC">
        <w:trPr>
          <w:trHeight w:val="323"/>
        </w:trPr>
        <w:tc>
          <w:tcPr>
            <w:tcW w:w="8494" w:type="dxa"/>
            <w:gridSpan w:val="3"/>
          </w:tcPr>
          <w:p w14:paraId="600EBD1C" w14:textId="77777777" w:rsidR="002B50AC" w:rsidRDefault="002B50AC" w:rsidP="002B50AC">
            <w:pPr>
              <w:pStyle w:val="Heading1"/>
              <w:outlineLvl w:val="0"/>
            </w:pPr>
            <w:bookmarkStart w:id="0" w:name="_Hlk263378"/>
            <w:r>
              <w:t>Unit 1</w:t>
            </w:r>
          </w:p>
        </w:tc>
      </w:tr>
      <w:tr w:rsidR="002B50AC" w14:paraId="45DB32B8" w14:textId="77777777" w:rsidTr="002B50AC">
        <w:tc>
          <w:tcPr>
            <w:tcW w:w="1404" w:type="dxa"/>
          </w:tcPr>
          <w:p w14:paraId="47FF8750" w14:textId="77777777" w:rsidR="002B50AC" w:rsidRDefault="002B50AC" w:rsidP="002B50AC">
            <w:pPr>
              <w:pStyle w:val="Heading56"/>
            </w:pPr>
            <w:r>
              <w:t>Speaking</w:t>
            </w:r>
          </w:p>
        </w:tc>
        <w:tc>
          <w:tcPr>
            <w:tcW w:w="5461" w:type="dxa"/>
          </w:tcPr>
          <w:p w14:paraId="1380BBE9" w14:textId="6CA2EF14" w:rsidR="00E51461" w:rsidRPr="00326E97" w:rsidRDefault="00E51461" w:rsidP="00385620">
            <w:pPr>
              <w:rPr>
                <w:rFonts w:cstheme="minorHAnsi"/>
              </w:rPr>
            </w:pPr>
            <w:r w:rsidRPr="00326E97">
              <w:rPr>
                <w:rFonts w:cstheme="minorHAnsi"/>
              </w:rPr>
              <w:t>Can use language flexibly and effectively for social purposes, including emotional, allusive and joking usage.</w:t>
            </w:r>
          </w:p>
          <w:p w14:paraId="4AE28516" w14:textId="41BAB219" w:rsidR="00431583" w:rsidRPr="00326E97" w:rsidRDefault="00E51461" w:rsidP="00E5146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26E97">
              <w:rPr>
                <w:rFonts w:cstheme="minorHAnsi"/>
              </w:rPr>
              <w:t xml:space="preserve">Can produce clear, smoothly flowing, well-structured speech, showing controlled use of </w:t>
            </w:r>
            <w:proofErr w:type="spellStart"/>
            <w:r w:rsidR="008530EB" w:rsidRPr="00326E97">
              <w:rPr>
                <w:rFonts w:cstheme="minorHAnsi"/>
              </w:rPr>
              <w:t>organisational</w:t>
            </w:r>
            <w:proofErr w:type="spellEnd"/>
            <w:r w:rsidR="008530EB" w:rsidRPr="00326E97">
              <w:rPr>
                <w:rFonts w:cstheme="minorHAnsi"/>
              </w:rPr>
              <w:t xml:space="preserve"> </w:t>
            </w:r>
            <w:r w:rsidRPr="00326E97">
              <w:rPr>
                <w:rFonts w:cstheme="minorHAnsi"/>
              </w:rPr>
              <w:t>patterns, connectors and cohesive devices.</w:t>
            </w:r>
          </w:p>
          <w:p w14:paraId="63529C5B" w14:textId="324F4F36" w:rsidR="00581D26" w:rsidRPr="00326E97" w:rsidRDefault="00431583" w:rsidP="00E5146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26E97">
              <w:rPr>
                <w:rFonts w:cstheme="minorHAnsi"/>
              </w:rPr>
              <w:t xml:space="preserve">Can express his/her ideas and opinions with precision, present and respond to complex lines of argument convincingly. </w:t>
            </w:r>
          </w:p>
          <w:p w14:paraId="30F6EC8B" w14:textId="279E9433" w:rsidR="00E51461" w:rsidRPr="00326E97" w:rsidRDefault="00581D26" w:rsidP="008836F0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326E97">
              <w:rPr>
                <w:rFonts w:cstheme="minorHAnsi"/>
              </w:rPr>
              <w:t xml:space="preserve">Has a good command of a broad lexical repertoire allowing gaps to be readily overcome with circumlocutions; </w:t>
            </w:r>
            <w:r w:rsidR="00431583" w:rsidRPr="00326E97">
              <w:rPr>
                <w:rFonts w:cstheme="minorHAnsi"/>
              </w:rPr>
              <w:t xml:space="preserve">there is </w:t>
            </w:r>
            <w:r w:rsidRPr="00326E97">
              <w:rPr>
                <w:rFonts w:cstheme="minorHAnsi"/>
              </w:rPr>
              <w:t>little obvious searching for expressions or avoidance strategies.</w:t>
            </w:r>
          </w:p>
        </w:tc>
        <w:tc>
          <w:tcPr>
            <w:tcW w:w="1629" w:type="dxa"/>
          </w:tcPr>
          <w:p w14:paraId="0BDD5A3B" w14:textId="66C9BFAD" w:rsidR="002B50AC" w:rsidRDefault="00860B48" w:rsidP="00385620">
            <w:pPr>
              <w:rPr>
                <w:lang w:val="en-GB"/>
              </w:rPr>
            </w:pPr>
            <w:r>
              <w:rPr>
                <w:lang w:val="en-GB"/>
              </w:rPr>
              <w:t>pp</w:t>
            </w:r>
            <w:r w:rsidR="00B21F00">
              <w:rPr>
                <w:lang w:val="en-GB"/>
              </w:rPr>
              <w:t xml:space="preserve"> 4, 5, </w:t>
            </w:r>
            <w:r w:rsidR="004E0ED9">
              <w:rPr>
                <w:lang w:val="en-GB"/>
              </w:rPr>
              <w:t xml:space="preserve">6, </w:t>
            </w:r>
            <w:proofErr w:type="gramStart"/>
            <w:r w:rsidR="004E0ED9">
              <w:rPr>
                <w:lang w:val="en-GB"/>
              </w:rPr>
              <w:t>9,  10</w:t>
            </w:r>
            <w:proofErr w:type="gramEnd"/>
            <w:r w:rsidR="004E0ED9">
              <w:rPr>
                <w:lang w:val="en-GB"/>
              </w:rPr>
              <w:t xml:space="preserve">, </w:t>
            </w:r>
            <w:r w:rsidR="00B21F00">
              <w:rPr>
                <w:lang w:val="en-GB"/>
              </w:rPr>
              <w:t xml:space="preserve">130, </w:t>
            </w:r>
            <w:r w:rsidR="00581D26">
              <w:rPr>
                <w:lang w:val="en-GB"/>
              </w:rPr>
              <w:t xml:space="preserve">131, </w:t>
            </w:r>
            <w:r w:rsidR="00B21F00">
              <w:rPr>
                <w:lang w:val="en-GB"/>
              </w:rPr>
              <w:t>141</w:t>
            </w:r>
            <w:r w:rsidR="004E0ED9">
              <w:rPr>
                <w:lang w:val="en-GB"/>
              </w:rPr>
              <w:t>, 142</w:t>
            </w:r>
          </w:p>
        </w:tc>
      </w:tr>
      <w:tr w:rsidR="002B50AC" w14:paraId="42005DBD" w14:textId="77777777" w:rsidTr="002B50AC">
        <w:trPr>
          <w:trHeight w:val="2078"/>
        </w:trPr>
        <w:tc>
          <w:tcPr>
            <w:tcW w:w="1404" w:type="dxa"/>
          </w:tcPr>
          <w:p w14:paraId="053599E9" w14:textId="77777777" w:rsidR="002B50AC" w:rsidRDefault="002B50AC" w:rsidP="002B50AC">
            <w:pPr>
              <w:pStyle w:val="Heading56"/>
            </w:pPr>
            <w:r>
              <w:t>Listening</w:t>
            </w:r>
          </w:p>
        </w:tc>
        <w:tc>
          <w:tcPr>
            <w:tcW w:w="5461" w:type="dxa"/>
          </w:tcPr>
          <w:p w14:paraId="4FA48706" w14:textId="09A82A3E" w:rsidR="007D1546" w:rsidRPr="00326E97" w:rsidRDefault="004E0ED9" w:rsidP="00FE161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26E97">
              <w:rPr>
                <w:rFonts w:cstheme="minorHAnsi"/>
              </w:rPr>
              <w:t>Can understand a wide range of recorded and broadcast audio material, including some non-standard usage, and</w:t>
            </w:r>
            <w:r w:rsidR="00FE1611" w:rsidRPr="00326E97">
              <w:rPr>
                <w:rFonts w:cstheme="minorHAnsi"/>
              </w:rPr>
              <w:t xml:space="preserve"> </w:t>
            </w:r>
            <w:r w:rsidRPr="00326E97">
              <w:rPr>
                <w:rFonts w:cstheme="minorHAnsi"/>
              </w:rPr>
              <w:t>identify finer points of detail including implicit attitudes and relationships between speakers.</w:t>
            </w:r>
          </w:p>
          <w:p w14:paraId="745E23AF" w14:textId="13694B77" w:rsidR="007D1546" w:rsidRPr="00326E97" w:rsidRDefault="007D1546" w:rsidP="008836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26E97">
              <w:rPr>
                <w:rFonts w:cstheme="minorHAnsi"/>
              </w:rPr>
              <w:t>Is skilled at using contextual, grammatical and lexical cues to infer attitude, mood and intentions and anticipate what will come next.</w:t>
            </w:r>
          </w:p>
        </w:tc>
        <w:tc>
          <w:tcPr>
            <w:tcW w:w="1629" w:type="dxa"/>
          </w:tcPr>
          <w:p w14:paraId="5A8BD893" w14:textId="4DE3A91A" w:rsidR="002B50AC" w:rsidRDefault="00137A0F" w:rsidP="00385620">
            <w:pPr>
              <w:rPr>
                <w:lang w:val="en-GB"/>
              </w:rPr>
            </w:pPr>
            <w:r>
              <w:rPr>
                <w:lang w:val="en-GB"/>
              </w:rPr>
              <w:t>pp</w:t>
            </w:r>
            <w:r w:rsidR="004E0ED9">
              <w:rPr>
                <w:lang w:val="en-GB"/>
              </w:rPr>
              <w:t xml:space="preserve"> 4, 9, 10, 11</w:t>
            </w:r>
          </w:p>
        </w:tc>
      </w:tr>
      <w:tr w:rsidR="002B50AC" w14:paraId="4AF79674" w14:textId="77777777" w:rsidTr="002B50AC">
        <w:tc>
          <w:tcPr>
            <w:tcW w:w="1404" w:type="dxa"/>
          </w:tcPr>
          <w:p w14:paraId="2318E970" w14:textId="77777777" w:rsidR="002B50AC" w:rsidRDefault="002B50AC" w:rsidP="002B50AC">
            <w:pPr>
              <w:pStyle w:val="Heading56"/>
            </w:pPr>
            <w:r>
              <w:t>Reading</w:t>
            </w:r>
          </w:p>
        </w:tc>
        <w:tc>
          <w:tcPr>
            <w:tcW w:w="5461" w:type="dxa"/>
          </w:tcPr>
          <w:p w14:paraId="43FDA7ED" w14:textId="4980DDE2" w:rsidR="00CF0E9F" w:rsidRPr="00326E97" w:rsidRDefault="00FE1611" w:rsidP="00FE161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26E97">
              <w:rPr>
                <w:rFonts w:cstheme="minorHAnsi"/>
              </w:rPr>
              <w:t xml:space="preserve">Can understand in detail lengthy, complex texts, </w:t>
            </w:r>
            <w:proofErr w:type="gramStart"/>
            <w:r w:rsidRPr="00326E97">
              <w:rPr>
                <w:rFonts w:cstheme="minorHAnsi"/>
              </w:rPr>
              <w:t>whether or not</w:t>
            </w:r>
            <w:proofErr w:type="gramEnd"/>
            <w:r w:rsidRPr="00326E97">
              <w:rPr>
                <w:rFonts w:cstheme="minorHAnsi"/>
              </w:rPr>
              <w:t xml:space="preserve"> they relate to his/her own area of </w:t>
            </w:r>
            <w:proofErr w:type="spellStart"/>
            <w:r w:rsidRPr="00326E97">
              <w:rPr>
                <w:rFonts w:cstheme="minorHAnsi"/>
              </w:rPr>
              <w:t>speciality</w:t>
            </w:r>
            <w:proofErr w:type="spellEnd"/>
            <w:r w:rsidRPr="00326E97">
              <w:rPr>
                <w:rFonts w:cstheme="minorHAnsi"/>
              </w:rPr>
              <w:t>, provided he/she can reread difficult sections.</w:t>
            </w:r>
          </w:p>
          <w:p w14:paraId="0DC035FF" w14:textId="6FCD1625" w:rsidR="00FE1611" w:rsidRPr="00326E97" w:rsidRDefault="00CF0E9F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326E97">
              <w:rPr>
                <w:rFonts w:cstheme="minorHAnsi"/>
              </w:rPr>
              <w:t>Is skilled at using contextual, grammatical and lexical cues to infer attitude, mood and intentions and anticipate what will come next.</w:t>
            </w:r>
          </w:p>
        </w:tc>
        <w:tc>
          <w:tcPr>
            <w:tcW w:w="1629" w:type="dxa"/>
          </w:tcPr>
          <w:p w14:paraId="21E435FB" w14:textId="32A9934C" w:rsidR="002B50AC" w:rsidRDefault="00137A0F" w:rsidP="00385620">
            <w:pPr>
              <w:rPr>
                <w:lang w:val="en-GB"/>
              </w:rPr>
            </w:pPr>
            <w:r>
              <w:rPr>
                <w:lang w:val="en-GB"/>
              </w:rPr>
              <w:t xml:space="preserve">pp </w:t>
            </w:r>
            <w:r w:rsidR="004E0ED9">
              <w:rPr>
                <w:lang w:val="en-GB"/>
              </w:rPr>
              <w:t>6</w:t>
            </w:r>
            <w:r w:rsidR="009A3AA1">
              <w:rPr>
                <w:lang w:val="en-GB"/>
              </w:rPr>
              <w:t xml:space="preserve">, </w:t>
            </w:r>
            <w:r w:rsidR="004E0ED9">
              <w:rPr>
                <w:lang w:val="en-GB"/>
              </w:rPr>
              <w:t>7, 8</w:t>
            </w:r>
          </w:p>
        </w:tc>
      </w:tr>
      <w:tr w:rsidR="002B50AC" w14:paraId="79E31048" w14:textId="77777777" w:rsidTr="002B50AC">
        <w:trPr>
          <w:trHeight w:val="269"/>
        </w:trPr>
        <w:tc>
          <w:tcPr>
            <w:tcW w:w="1404" w:type="dxa"/>
          </w:tcPr>
          <w:p w14:paraId="1753C9CB" w14:textId="77777777" w:rsidR="002B50AC" w:rsidRDefault="002B50AC" w:rsidP="002B50AC">
            <w:pPr>
              <w:pStyle w:val="Heading56"/>
            </w:pPr>
            <w:r>
              <w:t>Writing</w:t>
            </w:r>
          </w:p>
        </w:tc>
        <w:tc>
          <w:tcPr>
            <w:tcW w:w="5461" w:type="dxa"/>
          </w:tcPr>
          <w:p w14:paraId="62C5B129" w14:textId="29D76AA0" w:rsidR="00FE1611" w:rsidRPr="00326E97" w:rsidRDefault="004E0ED9" w:rsidP="004E0ED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26E97">
              <w:rPr>
                <w:rFonts w:cstheme="minorHAnsi"/>
              </w:rPr>
              <w:t>Can write clear, detailed, well-structured and developed descriptions and imaginative texts in an assured, personal, natural style appropriate to the reader in mind.</w:t>
            </w:r>
          </w:p>
          <w:p w14:paraId="04712892" w14:textId="4822463B" w:rsidR="00FE1611" w:rsidRPr="00326E97" w:rsidRDefault="00FE1611" w:rsidP="008836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26E97">
              <w:rPr>
                <w:rFonts w:cstheme="minorHAnsi"/>
              </w:rPr>
              <w:t>Can write clear, well-structured expositions of complex subjects, underlining the relevant salient issues.</w:t>
            </w:r>
          </w:p>
        </w:tc>
        <w:tc>
          <w:tcPr>
            <w:tcW w:w="1629" w:type="dxa"/>
          </w:tcPr>
          <w:p w14:paraId="042E28E2" w14:textId="184CB6AA" w:rsidR="002B50AC" w:rsidRDefault="00137A0F" w:rsidP="00860B48">
            <w:pPr>
              <w:rPr>
                <w:lang w:val="en-GB"/>
              </w:rPr>
            </w:pPr>
            <w:r>
              <w:rPr>
                <w:lang w:val="en-GB"/>
              </w:rPr>
              <w:t xml:space="preserve">pp </w:t>
            </w:r>
            <w:r w:rsidR="004E0ED9">
              <w:rPr>
                <w:lang w:val="en-GB"/>
              </w:rPr>
              <w:t>5, 7, 9, 11</w:t>
            </w:r>
          </w:p>
        </w:tc>
      </w:tr>
      <w:bookmarkEnd w:id="0"/>
    </w:tbl>
    <w:p w14:paraId="16F4A47A" w14:textId="77777777" w:rsidR="002B50AC" w:rsidRDefault="002B50AC" w:rsidP="00BB6A9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5"/>
        <w:gridCol w:w="5468"/>
        <w:gridCol w:w="1621"/>
      </w:tblGrid>
      <w:tr w:rsidR="002B50AC" w14:paraId="0FA34218" w14:textId="77777777" w:rsidTr="00385620">
        <w:tc>
          <w:tcPr>
            <w:tcW w:w="9010" w:type="dxa"/>
            <w:gridSpan w:val="3"/>
          </w:tcPr>
          <w:p w14:paraId="42569BC9" w14:textId="77777777" w:rsidR="002B50AC" w:rsidRDefault="002B50AC" w:rsidP="002B50AC">
            <w:pPr>
              <w:pStyle w:val="Heading1"/>
              <w:outlineLvl w:val="0"/>
            </w:pPr>
            <w:bookmarkStart w:id="1" w:name="_Hlk263434"/>
            <w:r>
              <w:t>Unit 2</w:t>
            </w:r>
          </w:p>
        </w:tc>
      </w:tr>
      <w:tr w:rsidR="00581D26" w14:paraId="21AAB5E6" w14:textId="77777777" w:rsidTr="00385620">
        <w:tc>
          <w:tcPr>
            <w:tcW w:w="1435" w:type="dxa"/>
          </w:tcPr>
          <w:p w14:paraId="052B3E8E" w14:textId="77777777" w:rsidR="002B50AC" w:rsidRPr="002B50AC" w:rsidRDefault="002B50AC" w:rsidP="002B50AC">
            <w:pPr>
              <w:pStyle w:val="Heading56"/>
            </w:pPr>
            <w:r w:rsidRPr="002B50AC">
              <w:t>Speaking</w:t>
            </w:r>
          </w:p>
        </w:tc>
        <w:tc>
          <w:tcPr>
            <w:tcW w:w="5850" w:type="dxa"/>
          </w:tcPr>
          <w:p w14:paraId="14ACEC86" w14:textId="65ED118F" w:rsidR="00431583" w:rsidRDefault="00431583" w:rsidP="00431583">
            <w:pPr>
              <w:rPr>
                <w:rFonts w:cstheme="minorHAnsi"/>
              </w:rPr>
            </w:pPr>
            <w:r w:rsidRPr="00E51461">
              <w:rPr>
                <w:rFonts w:cstheme="minorHAnsi"/>
              </w:rPr>
              <w:t>Can use language flexibly and effectively for social purposes, including emotional, allusive and joking usage.</w:t>
            </w:r>
          </w:p>
          <w:p w14:paraId="28E20EB1" w14:textId="52C789C4" w:rsidR="002B50AC" w:rsidRPr="00F646F3" w:rsidRDefault="00431583" w:rsidP="008836F0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431583">
              <w:rPr>
                <w:rFonts w:cstheme="minorHAnsi"/>
                <w:szCs w:val="20"/>
              </w:rPr>
              <w:t>Can express his/her ideas and opinions with precision, present and respond to complex lines of argument</w:t>
            </w:r>
            <w:r>
              <w:rPr>
                <w:rFonts w:cstheme="minorHAnsi"/>
                <w:szCs w:val="20"/>
              </w:rPr>
              <w:t xml:space="preserve"> </w:t>
            </w:r>
            <w:r w:rsidRPr="00431583">
              <w:rPr>
                <w:rFonts w:cstheme="minorHAnsi"/>
                <w:szCs w:val="20"/>
              </w:rPr>
              <w:t>convincingly.</w:t>
            </w:r>
            <w:r>
              <w:rPr>
                <w:rFonts w:cstheme="minorHAnsi"/>
                <w:szCs w:val="20"/>
              </w:rPr>
              <w:t xml:space="preserve"> </w:t>
            </w:r>
          </w:p>
          <w:p w14:paraId="62E8B123" w14:textId="4BFD16D8" w:rsidR="00A81F4D" w:rsidRPr="00A81F4D" w:rsidRDefault="00F646F3" w:rsidP="00F646F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646F3">
              <w:rPr>
                <w:rFonts w:cstheme="minorHAnsi"/>
                <w:szCs w:val="20"/>
              </w:rPr>
              <w:t xml:space="preserve">Can produce clear, smoothly flowing, well-structured speech, showing controlled use of </w:t>
            </w:r>
            <w:proofErr w:type="spellStart"/>
            <w:r w:rsidRPr="00F646F3">
              <w:rPr>
                <w:rFonts w:cstheme="minorHAnsi"/>
                <w:szCs w:val="20"/>
              </w:rPr>
              <w:t>organisational</w:t>
            </w:r>
            <w:proofErr w:type="spellEnd"/>
            <w:r w:rsidRPr="00F646F3">
              <w:rPr>
                <w:rFonts w:cstheme="minorHAnsi"/>
                <w:szCs w:val="20"/>
              </w:rPr>
              <w:t xml:space="preserve"> patterns,</w:t>
            </w:r>
            <w:r>
              <w:rPr>
                <w:rFonts w:cstheme="minorHAnsi"/>
                <w:szCs w:val="20"/>
              </w:rPr>
              <w:t xml:space="preserve"> </w:t>
            </w:r>
            <w:r w:rsidRPr="00F646F3">
              <w:rPr>
                <w:rFonts w:cstheme="minorHAnsi"/>
                <w:szCs w:val="20"/>
              </w:rPr>
              <w:t>connectors and cohesive devices.</w:t>
            </w:r>
          </w:p>
          <w:p w14:paraId="670B8B06" w14:textId="476232DC" w:rsidR="00F646F3" w:rsidRDefault="00A81F4D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A81F4D">
              <w:rPr>
                <w:rFonts w:cstheme="minorHAnsi"/>
              </w:rPr>
              <w:lastRenderedPageBreak/>
              <w:t>Can qualify opinions and statements precisely in relation to degrees of, for example, certainty/ uncertainty,</w:t>
            </w:r>
            <w:r>
              <w:rPr>
                <w:rFonts w:cstheme="minorHAnsi"/>
              </w:rPr>
              <w:t xml:space="preserve"> </w:t>
            </w:r>
            <w:r w:rsidRPr="00A81F4D">
              <w:rPr>
                <w:rFonts w:cstheme="minorHAnsi"/>
              </w:rPr>
              <w:t>belief/doubt, likelihood, etc.</w:t>
            </w:r>
          </w:p>
        </w:tc>
        <w:tc>
          <w:tcPr>
            <w:tcW w:w="1725" w:type="dxa"/>
          </w:tcPr>
          <w:p w14:paraId="40E16349" w14:textId="64FC835A" w:rsidR="002B50AC" w:rsidRDefault="004A6995" w:rsidP="004A6995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 xml:space="preserve">pp 12, 13, 15, 16, 17, 18, 131, </w:t>
            </w:r>
            <w:r w:rsidR="00581D26">
              <w:rPr>
                <w:lang w:val="en-GB"/>
              </w:rPr>
              <w:t xml:space="preserve">132, </w:t>
            </w:r>
            <w:r>
              <w:rPr>
                <w:lang w:val="en-GB"/>
              </w:rPr>
              <w:t>142</w:t>
            </w:r>
            <w:r w:rsidR="00581D26">
              <w:rPr>
                <w:lang w:val="en-GB"/>
              </w:rPr>
              <w:t>, 143</w:t>
            </w:r>
          </w:p>
        </w:tc>
      </w:tr>
      <w:tr w:rsidR="00581D26" w14:paraId="53E7776D" w14:textId="77777777" w:rsidTr="00385620">
        <w:tc>
          <w:tcPr>
            <w:tcW w:w="1435" w:type="dxa"/>
          </w:tcPr>
          <w:p w14:paraId="2D10EBE2" w14:textId="77777777" w:rsidR="002B50AC" w:rsidRPr="002B50AC" w:rsidRDefault="002B50AC" w:rsidP="002B50AC">
            <w:pPr>
              <w:pStyle w:val="Heading56"/>
            </w:pPr>
            <w:r w:rsidRPr="002B50AC">
              <w:lastRenderedPageBreak/>
              <w:t>Listening</w:t>
            </w:r>
          </w:p>
        </w:tc>
        <w:tc>
          <w:tcPr>
            <w:tcW w:w="5850" w:type="dxa"/>
          </w:tcPr>
          <w:p w14:paraId="0CF6D0BC" w14:textId="1D460C53" w:rsidR="00431583" w:rsidRDefault="00581D26" w:rsidP="00385620">
            <w:pPr>
              <w:rPr>
                <w:rFonts w:cstheme="minorHAnsi"/>
                <w:szCs w:val="20"/>
              </w:rPr>
            </w:pPr>
            <w:r w:rsidRPr="00FE1611">
              <w:rPr>
                <w:rFonts w:cstheme="minorHAnsi"/>
                <w:szCs w:val="20"/>
              </w:rPr>
              <w:t>Can understand a wide range of recorded and broadcast audio material, including some non-standard usage, and</w:t>
            </w:r>
            <w:r>
              <w:rPr>
                <w:rFonts w:cstheme="minorHAnsi"/>
                <w:szCs w:val="20"/>
              </w:rPr>
              <w:t xml:space="preserve"> </w:t>
            </w:r>
            <w:r w:rsidRPr="00FE1611">
              <w:rPr>
                <w:rFonts w:cstheme="minorHAnsi"/>
                <w:szCs w:val="20"/>
              </w:rPr>
              <w:t>identify finer points of detail including implicit attitudes and relationships between speakers.</w:t>
            </w:r>
          </w:p>
          <w:p w14:paraId="1908980E" w14:textId="23537CEF" w:rsidR="007D1546" w:rsidRDefault="00431583" w:rsidP="00431583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431583">
              <w:rPr>
                <w:rFonts w:cstheme="minorHAnsi"/>
                <w:szCs w:val="20"/>
              </w:rPr>
              <w:t>Can easily follow complex interactions between third parties in group discussion and debate, even on abstract, complex unfamiliar topics.</w:t>
            </w:r>
          </w:p>
          <w:p w14:paraId="7D3600D5" w14:textId="54EC99D1" w:rsidR="00581D26" w:rsidRDefault="007D1546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CF0E9F">
              <w:rPr>
                <w:rFonts w:cstheme="minorHAnsi"/>
                <w:szCs w:val="20"/>
              </w:rPr>
              <w:t>Is skilled at using contextual, grammatical and lexical cues to infer attitude, mood and intentions and anticipate</w:t>
            </w:r>
            <w:r>
              <w:rPr>
                <w:rFonts w:cstheme="minorHAnsi"/>
                <w:szCs w:val="20"/>
              </w:rPr>
              <w:t xml:space="preserve"> </w:t>
            </w:r>
            <w:r w:rsidRPr="00CF0E9F">
              <w:rPr>
                <w:rFonts w:cstheme="minorHAnsi"/>
                <w:szCs w:val="20"/>
              </w:rPr>
              <w:t>what will come next.</w:t>
            </w:r>
          </w:p>
        </w:tc>
        <w:tc>
          <w:tcPr>
            <w:tcW w:w="1725" w:type="dxa"/>
          </w:tcPr>
          <w:p w14:paraId="1BCAF360" w14:textId="2AF871A8" w:rsidR="002B50AC" w:rsidRDefault="004A6995" w:rsidP="00385620">
            <w:pPr>
              <w:rPr>
                <w:lang w:val="en-GB"/>
              </w:rPr>
            </w:pPr>
            <w:r>
              <w:rPr>
                <w:lang w:val="en-GB"/>
              </w:rPr>
              <w:t>pp 12, 14, 15, 17</w:t>
            </w:r>
          </w:p>
        </w:tc>
      </w:tr>
      <w:tr w:rsidR="00581D26" w14:paraId="01AE5F76" w14:textId="77777777" w:rsidTr="00385620">
        <w:tc>
          <w:tcPr>
            <w:tcW w:w="1435" w:type="dxa"/>
          </w:tcPr>
          <w:p w14:paraId="71DD6A5C" w14:textId="77777777" w:rsidR="002B50AC" w:rsidRPr="002B50AC" w:rsidRDefault="002B50AC" w:rsidP="002B50AC">
            <w:pPr>
              <w:pStyle w:val="Heading56"/>
            </w:pPr>
            <w:r w:rsidRPr="002B50AC">
              <w:t>Reading</w:t>
            </w:r>
          </w:p>
        </w:tc>
        <w:tc>
          <w:tcPr>
            <w:tcW w:w="5850" w:type="dxa"/>
          </w:tcPr>
          <w:p w14:paraId="1D20057A" w14:textId="13D5BB39" w:rsidR="007D1546" w:rsidRDefault="00581D26" w:rsidP="007D1546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FE1611">
              <w:rPr>
                <w:rFonts w:cstheme="minorHAnsi"/>
                <w:szCs w:val="20"/>
              </w:rPr>
              <w:t xml:space="preserve">Can understand in detail lengthy, complex texts, </w:t>
            </w:r>
            <w:proofErr w:type="gramStart"/>
            <w:r w:rsidRPr="00FE1611">
              <w:rPr>
                <w:rFonts w:cstheme="minorHAnsi"/>
                <w:szCs w:val="20"/>
              </w:rPr>
              <w:t>whether or not</w:t>
            </w:r>
            <w:proofErr w:type="gramEnd"/>
            <w:r w:rsidRPr="00FE1611">
              <w:rPr>
                <w:rFonts w:cstheme="minorHAnsi"/>
                <w:szCs w:val="20"/>
              </w:rPr>
              <w:t xml:space="preserve"> they relate to his/her own area of</w:t>
            </w:r>
            <w:r>
              <w:rPr>
                <w:rFonts w:cstheme="minorHAnsi"/>
                <w:szCs w:val="20"/>
              </w:rPr>
              <w:t xml:space="preserve"> </w:t>
            </w:r>
            <w:proofErr w:type="spellStart"/>
            <w:r w:rsidRPr="00FE1611">
              <w:rPr>
                <w:rFonts w:cstheme="minorHAnsi"/>
                <w:szCs w:val="20"/>
              </w:rPr>
              <w:t>speciality</w:t>
            </w:r>
            <w:proofErr w:type="spellEnd"/>
            <w:r w:rsidRPr="00FE1611">
              <w:rPr>
                <w:rFonts w:cstheme="minorHAnsi"/>
                <w:szCs w:val="20"/>
              </w:rPr>
              <w:t>, provided he/she can reread difficult sections.</w:t>
            </w:r>
          </w:p>
          <w:p w14:paraId="56463C7D" w14:textId="097C3A73" w:rsidR="002B50AC" w:rsidRDefault="007D1546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CF0E9F">
              <w:rPr>
                <w:rFonts w:cstheme="minorHAnsi"/>
                <w:szCs w:val="20"/>
              </w:rPr>
              <w:t>Is skilled at using contextual, grammatical and lexical cues to infer attitude, mood and intentions and anticipate</w:t>
            </w:r>
            <w:r>
              <w:rPr>
                <w:rFonts w:cstheme="minorHAnsi"/>
                <w:szCs w:val="20"/>
              </w:rPr>
              <w:t xml:space="preserve"> </w:t>
            </w:r>
            <w:r w:rsidRPr="00CF0E9F">
              <w:rPr>
                <w:rFonts w:cstheme="minorHAnsi"/>
                <w:szCs w:val="20"/>
              </w:rPr>
              <w:t>what will come next.</w:t>
            </w:r>
          </w:p>
        </w:tc>
        <w:tc>
          <w:tcPr>
            <w:tcW w:w="1725" w:type="dxa"/>
          </w:tcPr>
          <w:p w14:paraId="5F8B64FE" w14:textId="5D0B626A" w:rsidR="002B50AC" w:rsidRDefault="004A6995" w:rsidP="00385620">
            <w:pPr>
              <w:rPr>
                <w:lang w:val="en-GB"/>
              </w:rPr>
            </w:pPr>
            <w:r>
              <w:rPr>
                <w:lang w:val="en-GB"/>
              </w:rPr>
              <w:t xml:space="preserve">pp 12, 16, 18, </w:t>
            </w:r>
            <w:r w:rsidR="00581D26">
              <w:rPr>
                <w:lang w:val="en-GB"/>
              </w:rPr>
              <w:t>132, 142</w:t>
            </w:r>
          </w:p>
        </w:tc>
      </w:tr>
      <w:tr w:rsidR="00581D26" w14:paraId="2DBB86E0" w14:textId="77777777" w:rsidTr="00385620">
        <w:trPr>
          <w:trHeight w:val="269"/>
        </w:trPr>
        <w:tc>
          <w:tcPr>
            <w:tcW w:w="1435" w:type="dxa"/>
          </w:tcPr>
          <w:p w14:paraId="1990D6A9" w14:textId="77777777" w:rsidR="002B50AC" w:rsidRPr="002B50AC" w:rsidRDefault="002B50AC" w:rsidP="002B50AC">
            <w:pPr>
              <w:pStyle w:val="Heading56"/>
            </w:pPr>
            <w:r w:rsidRPr="002B50AC">
              <w:t>Writing</w:t>
            </w:r>
          </w:p>
        </w:tc>
        <w:tc>
          <w:tcPr>
            <w:tcW w:w="5850" w:type="dxa"/>
          </w:tcPr>
          <w:p w14:paraId="6CF7A798" w14:textId="7DDAFEDA" w:rsidR="00A81F4D" w:rsidRPr="00A81F4D" w:rsidRDefault="00A81F4D" w:rsidP="00A81F4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81F4D">
              <w:rPr>
                <w:rFonts w:cstheme="minorHAnsi"/>
              </w:rPr>
              <w:t>Can write clear, detailed, well-structured and developed descriptions and imaginative texts in an assured, personal, natural style appropriate to the reader in mind.</w:t>
            </w:r>
          </w:p>
          <w:p w14:paraId="5C0E5848" w14:textId="556FF06C" w:rsidR="00A81F4D" w:rsidRPr="00A81F4D" w:rsidRDefault="00A81F4D" w:rsidP="00A81F4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81F4D">
              <w:rPr>
                <w:rFonts w:cstheme="minorHAnsi"/>
              </w:rPr>
              <w:t>Can write clear, well-structured expositions of complex subjects, underlining the relevant salient issues.</w:t>
            </w:r>
          </w:p>
          <w:p w14:paraId="77420792" w14:textId="4267498F" w:rsidR="00A81F4D" w:rsidRPr="00A81F4D" w:rsidRDefault="00A81F4D" w:rsidP="00A81F4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81F4D">
              <w:rPr>
                <w:rFonts w:cstheme="minorHAnsi"/>
              </w:rPr>
              <w:t>Can qualify opinions and statements precisely in relation to degrees of, for example, certainty/ uncertainty, belief/doubt, likelihood, etc.</w:t>
            </w:r>
          </w:p>
          <w:p w14:paraId="6487CBFD" w14:textId="0F7DC320" w:rsidR="002B50AC" w:rsidRPr="00A81F4D" w:rsidRDefault="00A81F4D" w:rsidP="008836F0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A81F4D">
              <w:rPr>
                <w:rFonts w:cstheme="minorHAnsi"/>
              </w:rPr>
              <w:t>Can express him/herself with clarity and precision in personal correspondence, using language flexibly and effectively, including emotional, allusive and joking usage.</w:t>
            </w:r>
          </w:p>
        </w:tc>
        <w:tc>
          <w:tcPr>
            <w:tcW w:w="1725" w:type="dxa"/>
          </w:tcPr>
          <w:p w14:paraId="4AAFB2F9" w14:textId="77777777" w:rsidR="009A3AA1" w:rsidRDefault="004A6995" w:rsidP="00385620">
            <w:pPr>
              <w:rPr>
                <w:lang w:val="en-GB"/>
              </w:rPr>
            </w:pPr>
            <w:r>
              <w:rPr>
                <w:lang w:val="en-GB"/>
              </w:rPr>
              <w:t>pp 13, 15, 17, 19</w:t>
            </w:r>
          </w:p>
          <w:p w14:paraId="48A99B66" w14:textId="50440848" w:rsidR="002B50AC" w:rsidRDefault="00581D26" w:rsidP="00385620">
            <w:pPr>
              <w:rPr>
                <w:lang w:val="en-GB"/>
              </w:rPr>
            </w:pPr>
            <w:r>
              <w:rPr>
                <w:lang w:val="en-GB"/>
              </w:rPr>
              <w:t>WB</w:t>
            </w:r>
            <w:r w:rsidR="009A3AA1">
              <w:rPr>
                <w:lang w:val="en-GB"/>
              </w:rPr>
              <w:t xml:space="preserve"> pp 11, 62</w:t>
            </w:r>
          </w:p>
        </w:tc>
      </w:tr>
      <w:bookmarkEnd w:id="1"/>
    </w:tbl>
    <w:p w14:paraId="0E320BA8" w14:textId="77777777" w:rsidR="002B50AC" w:rsidRDefault="002B50AC" w:rsidP="002B50AC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2"/>
        <w:gridCol w:w="5444"/>
        <w:gridCol w:w="1638"/>
      </w:tblGrid>
      <w:tr w:rsidR="002B50AC" w14:paraId="630815D8" w14:textId="77777777" w:rsidTr="00A32098">
        <w:tc>
          <w:tcPr>
            <w:tcW w:w="8494" w:type="dxa"/>
            <w:gridSpan w:val="3"/>
          </w:tcPr>
          <w:p w14:paraId="30F5DC10" w14:textId="77777777" w:rsidR="002B50AC" w:rsidRDefault="002B50AC" w:rsidP="002B50AC">
            <w:pPr>
              <w:pStyle w:val="Heading1"/>
              <w:outlineLvl w:val="0"/>
            </w:pPr>
            <w:bookmarkStart w:id="2" w:name="_Hlk263458"/>
            <w:r>
              <w:lastRenderedPageBreak/>
              <w:t>Unit 3</w:t>
            </w:r>
          </w:p>
        </w:tc>
      </w:tr>
      <w:tr w:rsidR="002B50AC" w14:paraId="2B1B52A9" w14:textId="77777777" w:rsidTr="008836F0">
        <w:trPr>
          <w:trHeight w:val="3634"/>
        </w:trPr>
        <w:tc>
          <w:tcPr>
            <w:tcW w:w="1412" w:type="dxa"/>
          </w:tcPr>
          <w:p w14:paraId="483AFCF9" w14:textId="77777777" w:rsidR="002B50AC" w:rsidRDefault="002B50AC" w:rsidP="002B50AC">
            <w:pPr>
              <w:pStyle w:val="Heading56"/>
            </w:pPr>
            <w:r>
              <w:t>Speaking</w:t>
            </w:r>
          </w:p>
        </w:tc>
        <w:tc>
          <w:tcPr>
            <w:tcW w:w="5444" w:type="dxa"/>
          </w:tcPr>
          <w:p w14:paraId="4E58D683" w14:textId="66B363BC" w:rsidR="007B7491" w:rsidRPr="00A81F4D" w:rsidRDefault="007B7491" w:rsidP="007B749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646F3">
              <w:rPr>
                <w:rFonts w:cstheme="minorHAnsi"/>
                <w:szCs w:val="20"/>
              </w:rPr>
              <w:t xml:space="preserve">Can produce clear, smoothly flowing, well-structured speech, showing controlled use of </w:t>
            </w:r>
            <w:proofErr w:type="spellStart"/>
            <w:r w:rsidRPr="00F646F3">
              <w:rPr>
                <w:rFonts w:cstheme="minorHAnsi"/>
                <w:szCs w:val="20"/>
              </w:rPr>
              <w:t>organisational</w:t>
            </w:r>
            <w:proofErr w:type="spellEnd"/>
            <w:r w:rsidRPr="00F646F3">
              <w:rPr>
                <w:rFonts w:cstheme="minorHAnsi"/>
                <w:szCs w:val="20"/>
              </w:rPr>
              <w:t xml:space="preserve"> patterns,</w:t>
            </w:r>
            <w:r>
              <w:rPr>
                <w:rFonts w:cstheme="minorHAnsi"/>
                <w:szCs w:val="20"/>
              </w:rPr>
              <w:t xml:space="preserve"> </w:t>
            </w:r>
            <w:r w:rsidRPr="00F646F3">
              <w:rPr>
                <w:rFonts w:cstheme="minorHAnsi"/>
                <w:szCs w:val="20"/>
              </w:rPr>
              <w:t>connectors and cohesive devices.</w:t>
            </w:r>
          </w:p>
          <w:p w14:paraId="2E2DABF6" w14:textId="0B061D95" w:rsidR="00E75DE6" w:rsidRPr="00F646F3" w:rsidRDefault="00E75DE6" w:rsidP="008836F0">
            <w:p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431583">
              <w:rPr>
                <w:rFonts w:cstheme="minorHAnsi"/>
                <w:szCs w:val="20"/>
              </w:rPr>
              <w:t>Can express his/her ideas and opinions with precision, present and respond to complex lines of argument</w:t>
            </w:r>
            <w:r>
              <w:rPr>
                <w:rFonts w:cstheme="minorHAnsi"/>
                <w:szCs w:val="20"/>
              </w:rPr>
              <w:t xml:space="preserve"> </w:t>
            </w:r>
            <w:r w:rsidRPr="00431583">
              <w:rPr>
                <w:rFonts w:cstheme="minorHAnsi"/>
                <w:szCs w:val="20"/>
              </w:rPr>
              <w:t>convincingly.</w:t>
            </w:r>
            <w:r>
              <w:rPr>
                <w:rFonts w:cstheme="minorHAnsi"/>
                <w:szCs w:val="20"/>
              </w:rPr>
              <w:t xml:space="preserve"> </w:t>
            </w:r>
          </w:p>
          <w:p w14:paraId="1A1B7E87" w14:textId="04A9A164" w:rsidR="007B7491" w:rsidRDefault="007B7491" w:rsidP="007B7491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7B7491">
              <w:rPr>
                <w:rFonts w:cstheme="minorHAnsi"/>
                <w:szCs w:val="20"/>
              </w:rPr>
              <w:t xml:space="preserve">Can give elaborate descriptions and narratives, integrating sub themes, developing </w:t>
            </w:r>
            <w:proofErr w:type="gramStart"/>
            <w:r w:rsidRPr="007B7491">
              <w:rPr>
                <w:rFonts w:cstheme="minorHAnsi"/>
                <w:szCs w:val="20"/>
              </w:rPr>
              <w:t>particular points</w:t>
            </w:r>
            <w:proofErr w:type="gramEnd"/>
            <w:r w:rsidRPr="007B7491">
              <w:rPr>
                <w:rFonts w:cstheme="minorHAnsi"/>
                <w:szCs w:val="20"/>
              </w:rPr>
              <w:t xml:space="preserve"> and rounding off with an appropriate conclusion.</w:t>
            </w:r>
          </w:p>
          <w:p w14:paraId="1A07BFD1" w14:textId="7AA13F02" w:rsidR="007B7491" w:rsidRPr="007B7491" w:rsidRDefault="007B7491" w:rsidP="00883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7491">
              <w:rPr>
                <w:rFonts w:cstheme="minorHAnsi"/>
                <w:szCs w:val="18"/>
              </w:rPr>
              <w:t>Can backtrack when he/she encounters a difficulty and reformulate what he/she wants to say without fully interrupting the flow of</w:t>
            </w:r>
            <w:r>
              <w:rPr>
                <w:rFonts w:cstheme="minorHAnsi"/>
                <w:szCs w:val="18"/>
              </w:rPr>
              <w:t xml:space="preserve"> </w:t>
            </w:r>
            <w:r w:rsidRPr="007B7491">
              <w:rPr>
                <w:rFonts w:cstheme="minorHAnsi"/>
                <w:szCs w:val="18"/>
              </w:rPr>
              <w:t>speech.</w:t>
            </w:r>
          </w:p>
        </w:tc>
        <w:tc>
          <w:tcPr>
            <w:tcW w:w="1638" w:type="dxa"/>
          </w:tcPr>
          <w:p w14:paraId="365662DC" w14:textId="0FCD8A62" w:rsidR="002B50AC" w:rsidRDefault="00A32098" w:rsidP="00385620">
            <w:pPr>
              <w:rPr>
                <w:lang w:val="en-GB"/>
              </w:rPr>
            </w:pPr>
            <w:r>
              <w:rPr>
                <w:lang w:val="en-GB"/>
              </w:rPr>
              <w:t xml:space="preserve">pp 22, </w:t>
            </w:r>
            <w:r w:rsidR="00E75DE6">
              <w:rPr>
                <w:lang w:val="en-GB"/>
              </w:rPr>
              <w:t>23, 24, 26, 27, 28, 29, 132, 133, 143, 144</w:t>
            </w:r>
          </w:p>
        </w:tc>
      </w:tr>
      <w:tr w:rsidR="00A32098" w14:paraId="4F78E948" w14:textId="77777777" w:rsidTr="00A32098">
        <w:tc>
          <w:tcPr>
            <w:tcW w:w="1412" w:type="dxa"/>
          </w:tcPr>
          <w:p w14:paraId="523EF4D6" w14:textId="77777777" w:rsidR="00A32098" w:rsidRDefault="00A32098" w:rsidP="00A32098">
            <w:pPr>
              <w:pStyle w:val="Heading56"/>
            </w:pPr>
            <w:r>
              <w:t>Listening</w:t>
            </w:r>
          </w:p>
        </w:tc>
        <w:tc>
          <w:tcPr>
            <w:tcW w:w="5444" w:type="dxa"/>
          </w:tcPr>
          <w:p w14:paraId="313E2C3E" w14:textId="1699589B" w:rsidR="007B7491" w:rsidRDefault="00E75DE6" w:rsidP="00E75DE6">
            <w:pPr>
              <w:rPr>
                <w:rFonts w:cstheme="minorHAnsi"/>
                <w:szCs w:val="20"/>
              </w:rPr>
            </w:pPr>
            <w:r w:rsidRPr="00FE1611">
              <w:rPr>
                <w:rFonts w:cstheme="minorHAnsi"/>
                <w:szCs w:val="20"/>
              </w:rPr>
              <w:t>Can understand a wide range of recorded and broadcast audio material, including some non-standard usage, and</w:t>
            </w:r>
            <w:r>
              <w:rPr>
                <w:rFonts w:cstheme="minorHAnsi"/>
                <w:szCs w:val="20"/>
              </w:rPr>
              <w:t xml:space="preserve"> </w:t>
            </w:r>
            <w:r w:rsidRPr="00FE1611">
              <w:rPr>
                <w:rFonts w:cstheme="minorHAnsi"/>
                <w:szCs w:val="20"/>
              </w:rPr>
              <w:t>identify finer points of detail including implicit attitudes and relationships between speakers.</w:t>
            </w:r>
          </w:p>
          <w:p w14:paraId="54438E9B" w14:textId="13E8EB42" w:rsidR="00A32098" w:rsidRDefault="007B7491" w:rsidP="008836F0">
            <w:pPr>
              <w:rPr>
                <w:lang w:val="en-GB"/>
              </w:rPr>
            </w:pPr>
            <w:r w:rsidRPr="007B7491">
              <w:rPr>
                <w:rFonts w:cstheme="minorHAnsi"/>
                <w:szCs w:val="20"/>
              </w:rPr>
              <w:t xml:space="preserve">Can </w:t>
            </w:r>
            <w:proofErr w:type="spellStart"/>
            <w:r w:rsidRPr="007B7491">
              <w:rPr>
                <w:rFonts w:cstheme="minorHAnsi"/>
                <w:szCs w:val="20"/>
              </w:rPr>
              <w:t>recognise</w:t>
            </w:r>
            <w:proofErr w:type="spellEnd"/>
            <w:r w:rsidRPr="007B7491">
              <w:rPr>
                <w:rFonts w:cstheme="minorHAnsi"/>
                <w:szCs w:val="20"/>
              </w:rPr>
              <w:t xml:space="preserve"> a wide range of idiomatic expressions and colloquialisms, appreciating register shifts.</w:t>
            </w:r>
          </w:p>
        </w:tc>
        <w:tc>
          <w:tcPr>
            <w:tcW w:w="1638" w:type="dxa"/>
          </w:tcPr>
          <w:p w14:paraId="3EC2BA7B" w14:textId="668C982E" w:rsidR="00A32098" w:rsidRDefault="00A32098" w:rsidP="00A32098">
            <w:pPr>
              <w:rPr>
                <w:lang w:val="en-GB"/>
              </w:rPr>
            </w:pPr>
            <w:r>
              <w:rPr>
                <w:lang w:val="en-GB"/>
              </w:rPr>
              <w:t xml:space="preserve">pp 22, </w:t>
            </w:r>
            <w:r w:rsidR="00E75DE6">
              <w:rPr>
                <w:lang w:val="en-GB"/>
              </w:rPr>
              <w:t>27, 28, 29</w:t>
            </w:r>
          </w:p>
        </w:tc>
      </w:tr>
      <w:tr w:rsidR="00A32098" w14:paraId="5F761B9A" w14:textId="77777777" w:rsidTr="00326E97">
        <w:trPr>
          <w:trHeight w:val="836"/>
        </w:trPr>
        <w:tc>
          <w:tcPr>
            <w:tcW w:w="1412" w:type="dxa"/>
          </w:tcPr>
          <w:p w14:paraId="6C9A5EDF" w14:textId="77777777" w:rsidR="00A32098" w:rsidRDefault="00A32098" w:rsidP="00A32098">
            <w:pPr>
              <w:pStyle w:val="Heading56"/>
            </w:pPr>
            <w:r>
              <w:t>Reading</w:t>
            </w:r>
          </w:p>
        </w:tc>
        <w:tc>
          <w:tcPr>
            <w:tcW w:w="5444" w:type="dxa"/>
          </w:tcPr>
          <w:p w14:paraId="5CA3C20A" w14:textId="6995F840" w:rsidR="007D1546" w:rsidRDefault="00E75DE6" w:rsidP="007D1546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FE1611">
              <w:rPr>
                <w:rFonts w:cstheme="minorHAnsi"/>
                <w:szCs w:val="20"/>
              </w:rPr>
              <w:t xml:space="preserve">Can understand in detail lengthy, complex texts, </w:t>
            </w:r>
            <w:proofErr w:type="gramStart"/>
            <w:r w:rsidRPr="00FE1611">
              <w:rPr>
                <w:rFonts w:cstheme="minorHAnsi"/>
                <w:szCs w:val="20"/>
              </w:rPr>
              <w:t>whether or not</w:t>
            </w:r>
            <w:proofErr w:type="gramEnd"/>
            <w:r w:rsidRPr="00FE1611">
              <w:rPr>
                <w:rFonts w:cstheme="minorHAnsi"/>
                <w:szCs w:val="20"/>
              </w:rPr>
              <w:t xml:space="preserve"> they relate to his/her own area of</w:t>
            </w:r>
            <w:r>
              <w:rPr>
                <w:rFonts w:cstheme="minorHAnsi"/>
                <w:szCs w:val="20"/>
              </w:rPr>
              <w:t xml:space="preserve"> </w:t>
            </w:r>
            <w:proofErr w:type="spellStart"/>
            <w:r w:rsidRPr="00FE1611">
              <w:rPr>
                <w:rFonts w:cstheme="minorHAnsi"/>
                <w:szCs w:val="20"/>
              </w:rPr>
              <w:t>speciality</w:t>
            </w:r>
            <w:proofErr w:type="spellEnd"/>
            <w:r w:rsidRPr="00FE1611">
              <w:rPr>
                <w:rFonts w:cstheme="minorHAnsi"/>
                <w:szCs w:val="20"/>
              </w:rPr>
              <w:t>, provided he/she can reread difficult sections</w:t>
            </w:r>
            <w:r>
              <w:rPr>
                <w:rFonts w:cstheme="minorHAnsi"/>
                <w:szCs w:val="20"/>
              </w:rPr>
              <w:t xml:space="preserve">. </w:t>
            </w:r>
          </w:p>
          <w:p w14:paraId="79368A8B" w14:textId="39618EB6" w:rsidR="00326E97" w:rsidRPr="00E75DE6" w:rsidRDefault="007D1546" w:rsidP="008836F0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CF0E9F">
              <w:rPr>
                <w:rFonts w:cstheme="minorHAnsi"/>
                <w:szCs w:val="20"/>
              </w:rPr>
              <w:t>Is skilled at using contextual, grammatical and lexical cues to infer attitude, mood and intentions and anticipate</w:t>
            </w:r>
            <w:r>
              <w:rPr>
                <w:rFonts w:cstheme="minorHAnsi"/>
                <w:szCs w:val="20"/>
              </w:rPr>
              <w:t xml:space="preserve"> </w:t>
            </w:r>
            <w:r w:rsidRPr="00CF0E9F">
              <w:rPr>
                <w:rFonts w:cstheme="minorHAnsi"/>
                <w:szCs w:val="20"/>
              </w:rPr>
              <w:t>what will come next.</w:t>
            </w:r>
          </w:p>
        </w:tc>
        <w:tc>
          <w:tcPr>
            <w:tcW w:w="1638" w:type="dxa"/>
          </w:tcPr>
          <w:p w14:paraId="3C6DE850" w14:textId="03A65950" w:rsidR="00A32098" w:rsidRDefault="00E75DE6" w:rsidP="00A32098">
            <w:pPr>
              <w:rPr>
                <w:lang w:val="en-GB"/>
              </w:rPr>
            </w:pPr>
            <w:r>
              <w:rPr>
                <w:lang w:val="en-GB"/>
              </w:rPr>
              <w:t>pp 24</w:t>
            </w:r>
            <w:r w:rsidR="009A3AA1">
              <w:rPr>
                <w:lang w:val="en-GB"/>
              </w:rPr>
              <w:t xml:space="preserve">, </w:t>
            </w:r>
            <w:r>
              <w:rPr>
                <w:lang w:val="en-GB"/>
              </w:rPr>
              <w:t>25, 26</w:t>
            </w:r>
          </w:p>
        </w:tc>
      </w:tr>
      <w:tr w:rsidR="00A32098" w14:paraId="6AED760D" w14:textId="77777777" w:rsidTr="00A32098">
        <w:trPr>
          <w:trHeight w:val="269"/>
        </w:trPr>
        <w:tc>
          <w:tcPr>
            <w:tcW w:w="1412" w:type="dxa"/>
          </w:tcPr>
          <w:p w14:paraId="510DDB48" w14:textId="77777777" w:rsidR="00A32098" w:rsidRDefault="00A32098" w:rsidP="00A32098">
            <w:pPr>
              <w:pStyle w:val="Heading56"/>
            </w:pPr>
            <w:r>
              <w:t>Writing</w:t>
            </w:r>
          </w:p>
        </w:tc>
        <w:tc>
          <w:tcPr>
            <w:tcW w:w="5444" w:type="dxa"/>
          </w:tcPr>
          <w:p w14:paraId="659F2EB0" w14:textId="6EAC9F53" w:rsidR="001A7A29" w:rsidRPr="00A81F4D" w:rsidRDefault="001A7A29" w:rsidP="001A7A2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81F4D">
              <w:rPr>
                <w:rFonts w:cstheme="minorHAnsi"/>
              </w:rPr>
              <w:t>Can write clear, detailed, well-structured and developed descriptions and imaginative texts in an assured, personal, natural style appropriate to the reader in mind.</w:t>
            </w:r>
          </w:p>
          <w:p w14:paraId="71045B16" w14:textId="6F6930BB" w:rsidR="001A7A29" w:rsidRPr="00A81F4D" w:rsidRDefault="001A7A29" w:rsidP="001A7A2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81F4D">
              <w:rPr>
                <w:rFonts w:cstheme="minorHAnsi"/>
              </w:rPr>
              <w:t>Can write clear, well-structured expositions of complex subjects, underlining the relevant salient issues.</w:t>
            </w:r>
          </w:p>
          <w:p w14:paraId="1BA2280F" w14:textId="317F6042" w:rsidR="00A32098" w:rsidRDefault="001A7A29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A81F4D">
              <w:rPr>
                <w:rFonts w:cstheme="minorHAnsi"/>
              </w:rPr>
              <w:t>Can qualify opinions and statements precisely in relation to degrees of, for example, certainty/ uncertainty, belief/doubt, likelihood, etc.</w:t>
            </w:r>
          </w:p>
        </w:tc>
        <w:tc>
          <w:tcPr>
            <w:tcW w:w="1638" w:type="dxa"/>
          </w:tcPr>
          <w:p w14:paraId="36E78531" w14:textId="56961A49" w:rsidR="00A32098" w:rsidRDefault="00E75DE6" w:rsidP="00A32098">
            <w:pPr>
              <w:rPr>
                <w:lang w:val="en-GB"/>
              </w:rPr>
            </w:pPr>
            <w:r>
              <w:rPr>
                <w:lang w:val="en-GB"/>
              </w:rPr>
              <w:t>pp 23, 25, 27, 29</w:t>
            </w:r>
          </w:p>
        </w:tc>
      </w:tr>
      <w:bookmarkEnd w:id="2"/>
    </w:tbl>
    <w:p w14:paraId="32D6B4FA" w14:textId="77777777" w:rsidR="002B50AC" w:rsidRDefault="002B50AC" w:rsidP="002B50AC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6"/>
        <w:gridCol w:w="5463"/>
        <w:gridCol w:w="1625"/>
      </w:tblGrid>
      <w:tr w:rsidR="002B50AC" w14:paraId="2DFE067B" w14:textId="77777777" w:rsidTr="00385620">
        <w:tc>
          <w:tcPr>
            <w:tcW w:w="9010" w:type="dxa"/>
            <w:gridSpan w:val="3"/>
          </w:tcPr>
          <w:p w14:paraId="71E9B628" w14:textId="77777777" w:rsidR="002B50AC" w:rsidRDefault="002B50AC" w:rsidP="002B50AC">
            <w:pPr>
              <w:pStyle w:val="Heading1"/>
              <w:outlineLvl w:val="0"/>
            </w:pPr>
            <w:bookmarkStart w:id="3" w:name="_Hlk263499"/>
            <w:r>
              <w:t>Unit 4</w:t>
            </w:r>
          </w:p>
        </w:tc>
      </w:tr>
      <w:tr w:rsidR="002B50AC" w14:paraId="55D82BFF" w14:textId="77777777" w:rsidTr="00385620">
        <w:tc>
          <w:tcPr>
            <w:tcW w:w="1435" w:type="dxa"/>
          </w:tcPr>
          <w:p w14:paraId="054B7088" w14:textId="77777777" w:rsidR="002B50AC" w:rsidRDefault="002B50AC" w:rsidP="002B50AC">
            <w:pPr>
              <w:pStyle w:val="Heading56"/>
            </w:pPr>
            <w:r>
              <w:t>Speaking</w:t>
            </w:r>
          </w:p>
        </w:tc>
        <w:tc>
          <w:tcPr>
            <w:tcW w:w="5850" w:type="dxa"/>
          </w:tcPr>
          <w:p w14:paraId="06966165" w14:textId="77777777" w:rsidR="005D0FB2" w:rsidRDefault="005D0FB2" w:rsidP="005D0FB2">
            <w:pPr>
              <w:rPr>
                <w:rFonts w:cstheme="minorHAnsi"/>
              </w:rPr>
            </w:pPr>
            <w:r w:rsidRPr="00E51461">
              <w:rPr>
                <w:rFonts w:cstheme="minorHAnsi"/>
              </w:rPr>
              <w:t>Can use language flexibly and effectively for social purposes, including emotional, allusive and joking usage.</w:t>
            </w:r>
          </w:p>
          <w:p w14:paraId="7A257F9C" w14:textId="7E9C9439" w:rsidR="005D0FB2" w:rsidRPr="00A81F4D" w:rsidRDefault="005D0FB2" w:rsidP="005D0FB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646F3">
              <w:rPr>
                <w:rFonts w:cstheme="minorHAnsi"/>
                <w:szCs w:val="20"/>
              </w:rPr>
              <w:t xml:space="preserve">Can produce clear, smoothly flowing, well-structured speech, showing controlled use of </w:t>
            </w:r>
            <w:proofErr w:type="spellStart"/>
            <w:r w:rsidRPr="00F646F3">
              <w:rPr>
                <w:rFonts w:cstheme="minorHAnsi"/>
                <w:szCs w:val="20"/>
              </w:rPr>
              <w:t>organisational</w:t>
            </w:r>
            <w:proofErr w:type="spellEnd"/>
            <w:r w:rsidRPr="00F646F3">
              <w:rPr>
                <w:rFonts w:cstheme="minorHAnsi"/>
                <w:szCs w:val="20"/>
              </w:rPr>
              <w:t xml:space="preserve"> patterns,</w:t>
            </w:r>
            <w:r>
              <w:rPr>
                <w:rFonts w:cstheme="minorHAnsi"/>
                <w:szCs w:val="20"/>
              </w:rPr>
              <w:t xml:space="preserve"> </w:t>
            </w:r>
            <w:r w:rsidRPr="00F646F3">
              <w:rPr>
                <w:rFonts w:cstheme="minorHAnsi"/>
                <w:szCs w:val="20"/>
              </w:rPr>
              <w:t>connectors and cohesive devices.</w:t>
            </w:r>
          </w:p>
          <w:p w14:paraId="3A28CEB3" w14:textId="57EF3D26" w:rsidR="002B50AC" w:rsidRDefault="005D0FB2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A81F4D">
              <w:rPr>
                <w:rFonts w:cstheme="minorHAnsi"/>
              </w:rPr>
              <w:lastRenderedPageBreak/>
              <w:t>Can qualify opinions and statements precisely in relation to degrees of, for example, certainty/ uncertainty,</w:t>
            </w:r>
            <w:r>
              <w:rPr>
                <w:rFonts w:cstheme="minorHAnsi"/>
              </w:rPr>
              <w:t xml:space="preserve"> </w:t>
            </w:r>
            <w:r w:rsidRPr="00A81F4D">
              <w:rPr>
                <w:rFonts w:cstheme="minorHAnsi"/>
              </w:rPr>
              <w:t>belief/doubt, likelihood, etc.</w:t>
            </w:r>
          </w:p>
        </w:tc>
        <w:tc>
          <w:tcPr>
            <w:tcW w:w="1725" w:type="dxa"/>
          </w:tcPr>
          <w:p w14:paraId="4A8E72D5" w14:textId="009A90C7" w:rsidR="002B50AC" w:rsidRDefault="005D0FB2" w:rsidP="00385620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pp 31, 33, 34, 35, 134, 144, 145</w:t>
            </w:r>
          </w:p>
        </w:tc>
      </w:tr>
      <w:tr w:rsidR="002B50AC" w14:paraId="56CE368C" w14:textId="77777777" w:rsidTr="00385620">
        <w:tc>
          <w:tcPr>
            <w:tcW w:w="1435" w:type="dxa"/>
          </w:tcPr>
          <w:p w14:paraId="611CAE93" w14:textId="77777777" w:rsidR="002B50AC" w:rsidRDefault="002B50AC" w:rsidP="002B50AC">
            <w:pPr>
              <w:pStyle w:val="Heading56"/>
            </w:pPr>
            <w:r>
              <w:t>Listening</w:t>
            </w:r>
          </w:p>
        </w:tc>
        <w:tc>
          <w:tcPr>
            <w:tcW w:w="5850" w:type="dxa"/>
          </w:tcPr>
          <w:p w14:paraId="5306DC64" w14:textId="1009D11F" w:rsidR="00103378" w:rsidRDefault="00103378" w:rsidP="00103378">
            <w:pPr>
              <w:rPr>
                <w:rFonts w:cstheme="minorHAnsi"/>
                <w:szCs w:val="20"/>
              </w:rPr>
            </w:pPr>
            <w:r w:rsidRPr="00FE1611">
              <w:rPr>
                <w:rFonts w:cstheme="minorHAnsi"/>
                <w:szCs w:val="20"/>
              </w:rPr>
              <w:t>Can understand a wide range of recorded and broadcast audio material, including some non-standard usage, and</w:t>
            </w:r>
            <w:r>
              <w:rPr>
                <w:rFonts w:cstheme="minorHAnsi"/>
                <w:szCs w:val="20"/>
              </w:rPr>
              <w:t xml:space="preserve"> </w:t>
            </w:r>
            <w:r w:rsidRPr="00FE1611">
              <w:rPr>
                <w:rFonts w:cstheme="minorHAnsi"/>
                <w:szCs w:val="20"/>
              </w:rPr>
              <w:t>identify finer points of detail including implicit attitudes and relationships between speakers.</w:t>
            </w:r>
          </w:p>
          <w:p w14:paraId="1EAA2AC9" w14:textId="63A83E78" w:rsidR="00103378" w:rsidRDefault="00103378" w:rsidP="008836F0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103378">
              <w:rPr>
                <w:rFonts w:cstheme="minorHAnsi"/>
                <w:szCs w:val="20"/>
              </w:rPr>
              <w:t>Can easily follow complex interactions between third parties in group discussion and debate, even on abstract,</w:t>
            </w:r>
            <w:r>
              <w:rPr>
                <w:rFonts w:cstheme="minorHAnsi"/>
                <w:szCs w:val="20"/>
              </w:rPr>
              <w:t xml:space="preserve"> </w:t>
            </w:r>
            <w:r w:rsidRPr="00103378">
              <w:rPr>
                <w:rFonts w:cstheme="minorHAnsi"/>
                <w:szCs w:val="20"/>
              </w:rPr>
              <w:t>complex</w:t>
            </w:r>
            <w:r>
              <w:rPr>
                <w:rFonts w:cstheme="minorHAnsi"/>
                <w:szCs w:val="20"/>
              </w:rPr>
              <w:t xml:space="preserve"> or</w:t>
            </w:r>
            <w:r w:rsidRPr="00103378">
              <w:rPr>
                <w:rFonts w:cstheme="minorHAnsi"/>
                <w:szCs w:val="20"/>
              </w:rPr>
              <w:t xml:space="preserve"> unfamiliar topics.</w:t>
            </w:r>
          </w:p>
          <w:p w14:paraId="24622E8C" w14:textId="487161E0" w:rsidR="002B50AC" w:rsidRDefault="00103378" w:rsidP="008836F0">
            <w:pPr>
              <w:rPr>
                <w:lang w:val="en-GB"/>
              </w:rPr>
            </w:pPr>
            <w:r w:rsidRPr="007B7491">
              <w:rPr>
                <w:rFonts w:cstheme="minorHAnsi"/>
                <w:szCs w:val="20"/>
              </w:rPr>
              <w:t xml:space="preserve">Can </w:t>
            </w:r>
            <w:proofErr w:type="spellStart"/>
            <w:r w:rsidRPr="007B7491">
              <w:rPr>
                <w:rFonts w:cstheme="minorHAnsi"/>
                <w:szCs w:val="20"/>
              </w:rPr>
              <w:t>recognise</w:t>
            </w:r>
            <w:proofErr w:type="spellEnd"/>
            <w:r w:rsidRPr="007B7491">
              <w:rPr>
                <w:rFonts w:cstheme="minorHAnsi"/>
                <w:szCs w:val="20"/>
              </w:rPr>
              <w:t xml:space="preserve"> a wide range of idiomatic expressions and colloquialisms, appreciating register shifts.</w:t>
            </w:r>
          </w:p>
        </w:tc>
        <w:tc>
          <w:tcPr>
            <w:tcW w:w="1725" w:type="dxa"/>
          </w:tcPr>
          <w:p w14:paraId="65A06EF9" w14:textId="57586D72" w:rsidR="002B50AC" w:rsidRDefault="005D0FB2" w:rsidP="00385620">
            <w:pPr>
              <w:rPr>
                <w:lang w:val="en-GB"/>
              </w:rPr>
            </w:pPr>
            <w:r>
              <w:rPr>
                <w:lang w:val="en-GB"/>
              </w:rPr>
              <w:t>pp 30, 32, 33, 35</w:t>
            </w:r>
          </w:p>
        </w:tc>
      </w:tr>
      <w:tr w:rsidR="002B50AC" w14:paraId="6DB51D55" w14:textId="77777777" w:rsidTr="00385620">
        <w:tc>
          <w:tcPr>
            <w:tcW w:w="1435" w:type="dxa"/>
          </w:tcPr>
          <w:p w14:paraId="400F8EDF" w14:textId="77777777" w:rsidR="002B50AC" w:rsidRDefault="002B50AC" w:rsidP="002B50AC">
            <w:pPr>
              <w:pStyle w:val="Heading56"/>
            </w:pPr>
            <w:r>
              <w:t>Reading</w:t>
            </w:r>
          </w:p>
        </w:tc>
        <w:tc>
          <w:tcPr>
            <w:tcW w:w="5850" w:type="dxa"/>
          </w:tcPr>
          <w:p w14:paraId="1FA526AB" w14:textId="40C4B7E0" w:rsidR="003E6C8C" w:rsidRDefault="000267E0" w:rsidP="000267E0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267E0">
              <w:rPr>
                <w:rFonts w:cstheme="minorHAnsi"/>
                <w:szCs w:val="20"/>
              </w:rPr>
              <w:t>Can understand in detail a wide range of lengthy, complex texts likely to be encountered in social, professional</w:t>
            </w:r>
            <w:r>
              <w:rPr>
                <w:rFonts w:cstheme="minorHAnsi"/>
                <w:szCs w:val="20"/>
              </w:rPr>
              <w:t xml:space="preserve"> </w:t>
            </w:r>
            <w:r w:rsidRPr="000267E0">
              <w:rPr>
                <w:rFonts w:cstheme="minorHAnsi"/>
                <w:szCs w:val="20"/>
              </w:rPr>
              <w:t>or academic life, identifying finer points of detail including attitudes and implied as well as stated opinions.</w:t>
            </w:r>
          </w:p>
          <w:p w14:paraId="2FE8DE13" w14:textId="55CEDC9F" w:rsidR="000267E0" w:rsidRPr="008836F0" w:rsidRDefault="003E6C8C" w:rsidP="008836F0">
            <w:pPr>
              <w:autoSpaceDE w:val="0"/>
              <w:autoSpaceDN w:val="0"/>
              <w:adjustRightInd w:val="0"/>
            </w:pPr>
            <w:r w:rsidRPr="00CF0E9F">
              <w:rPr>
                <w:rFonts w:cstheme="minorHAnsi"/>
                <w:szCs w:val="20"/>
              </w:rPr>
              <w:t>Is skilled at using contextual, grammatical and lexical cues to infer attitude, mood and intentions and anticipate</w:t>
            </w:r>
            <w:r>
              <w:rPr>
                <w:rFonts w:cstheme="minorHAnsi"/>
                <w:szCs w:val="20"/>
              </w:rPr>
              <w:t xml:space="preserve"> </w:t>
            </w:r>
            <w:r w:rsidRPr="00CF0E9F">
              <w:rPr>
                <w:rFonts w:cstheme="minorHAnsi"/>
                <w:szCs w:val="20"/>
              </w:rPr>
              <w:t>what will come next.</w:t>
            </w:r>
          </w:p>
        </w:tc>
        <w:tc>
          <w:tcPr>
            <w:tcW w:w="1725" w:type="dxa"/>
          </w:tcPr>
          <w:p w14:paraId="139C494F" w14:textId="713F3841" w:rsidR="002B50AC" w:rsidRDefault="005D0FB2" w:rsidP="00385620">
            <w:pPr>
              <w:rPr>
                <w:lang w:val="en-GB"/>
              </w:rPr>
            </w:pPr>
            <w:r>
              <w:rPr>
                <w:lang w:val="en-GB"/>
              </w:rPr>
              <w:t xml:space="preserve">pp 34, 36 </w:t>
            </w:r>
          </w:p>
        </w:tc>
      </w:tr>
      <w:tr w:rsidR="002B50AC" w14:paraId="11663812" w14:textId="77777777" w:rsidTr="00385620">
        <w:trPr>
          <w:trHeight w:val="269"/>
        </w:trPr>
        <w:tc>
          <w:tcPr>
            <w:tcW w:w="1435" w:type="dxa"/>
          </w:tcPr>
          <w:p w14:paraId="58334A93" w14:textId="77777777" w:rsidR="002B50AC" w:rsidRDefault="002B50AC" w:rsidP="002B50AC">
            <w:pPr>
              <w:pStyle w:val="Heading56"/>
            </w:pPr>
            <w:r>
              <w:t>Writing</w:t>
            </w:r>
          </w:p>
        </w:tc>
        <w:tc>
          <w:tcPr>
            <w:tcW w:w="5850" w:type="dxa"/>
          </w:tcPr>
          <w:p w14:paraId="5921947F" w14:textId="7BF2AE34" w:rsidR="000267E0" w:rsidRPr="00A81F4D" w:rsidRDefault="000267E0" w:rsidP="000267E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81F4D">
              <w:rPr>
                <w:rFonts w:cstheme="minorHAnsi"/>
              </w:rPr>
              <w:t>Can write clear, detailed, well-structured and developed descriptions and imaginative texts in an assured, personal, natural style appropriate to the reader in mind.</w:t>
            </w:r>
          </w:p>
          <w:p w14:paraId="62ABBB0B" w14:textId="2811F70E" w:rsidR="000267E0" w:rsidRDefault="000267E0" w:rsidP="000267E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81F4D">
              <w:rPr>
                <w:rFonts w:cstheme="minorHAnsi"/>
              </w:rPr>
              <w:t>Can write clear, well-structured expositions of complex subjects, underlining the relevant salient issues.</w:t>
            </w:r>
          </w:p>
          <w:p w14:paraId="5AF0FC21" w14:textId="543F98CB" w:rsidR="000267E0" w:rsidRPr="00A81F4D" w:rsidRDefault="000267E0" w:rsidP="000267E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267E0">
              <w:rPr>
                <w:rFonts w:cstheme="minorHAnsi"/>
                <w:szCs w:val="20"/>
              </w:rPr>
              <w:t>Can expand and support points of view at some length with subsidiary points, reasons and relevant examples.</w:t>
            </w:r>
          </w:p>
          <w:p w14:paraId="42C0DD9E" w14:textId="26D5933E" w:rsidR="002B50AC" w:rsidRDefault="000267E0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A81F4D">
              <w:rPr>
                <w:rFonts w:cstheme="minorHAnsi"/>
              </w:rPr>
              <w:t>Can qualify opinions and statements precisely in relation to degrees of, for example, certainty/ uncertainty, belief/doubt, likelihood, etc.</w:t>
            </w:r>
          </w:p>
        </w:tc>
        <w:tc>
          <w:tcPr>
            <w:tcW w:w="1725" w:type="dxa"/>
          </w:tcPr>
          <w:p w14:paraId="443982D9" w14:textId="77777777" w:rsidR="009A3AA1" w:rsidRDefault="005D0FB2" w:rsidP="00385620">
            <w:pPr>
              <w:rPr>
                <w:lang w:val="en-GB"/>
              </w:rPr>
            </w:pPr>
            <w:r>
              <w:rPr>
                <w:lang w:val="en-GB"/>
              </w:rPr>
              <w:t>pp 31, 33, 35, 36, 37</w:t>
            </w:r>
          </w:p>
          <w:p w14:paraId="7C02C5AB" w14:textId="0F251F02" w:rsidR="002B50AC" w:rsidRDefault="005D0FB2" w:rsidP="00385620">
            <w:pPr>
              <w:rPr>
                <w:lang w:val="en-GB"/>
              </w:rPr>
            </w:pPr>
            <w:r>
              <w:rPr>
                <w:lang w:val="en-GB"/>
              </w:rPr>
              <w:t>WB</w:t>
            </w:r>
            <w:r w:rsidR="009A3AA1">
              <w:rPr>
                <w:lang w:val="en-GB"/>
              </w:rPr>
              <w:t xml:space="preserve"> pp 23, 63</w:t>
            </w:r>
          </w:p>
        </w:tc>
      </w:tr>
      <w:bookmarkEnd w:id="3"/>
    </w:tbl>
    <w:p w14:paraId="1981C343" w14:textId="77777777" w:rsidR="002B50AC" w:rsidRDefault="002B50AC" w:rsidP="002B50AC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0"/>
        <w:gridCol w:w="5423"/>
        <w:gridCol w:w="1661"/>
      </w:tblGrid>
      <w:tr w:rsidR="002B50AC" w14:paraId="2638A65D" w14:textId="77777777" w:rsidTr="00950715">
        <w:tc>
          <w:tcPr>
            <w:tcW w:w="8494" w:type="dxa"/>
            <w:gridSpan w:val="3"/>
          </w:tcPr>
          <w:p w14:paraId="222CA813" w14:textId="77777777" w:rsidR="002B50AC" w:rsidRDefault="002B50AC" w:rsidP="002B50AC">
            <w:pPr>
              <w:pStyle w:val="Heading1"/>
              <w:outlineLvl w:val="0"/>
            </w:pPr>
            <w:bookmarkStart w:id="4" w:name="_Hlk263516"/>
            <w:r>
              <w:t>Unit 5</w:t>
            </w:r>
          </w:p>
        </w:tc>
      </w:tr>
      <w:tr w:rsidR="00950715" w14:paraId="23A26173" w14:textId="77777777" w:rsidTr="00950715">
        <w:tc>
          <w:tcPr>
            <w:tcW w:w="1410" w:type="dxa"/>
          </w:tcPr>
          <w:p w14:paraId="6652FFDF" w14:textId="77777777" w:rsidR="00950715" w:rsidRDefault="00950715" w:rsidP="00950715">
            <w:pPr>
              <w:pStyle w:val="Heading56"/>
            </w:pPr>
            <w:r>
              <w:t>Speaking</w:t>
            </w:r>
          </w:p>
        </w:tc>
        <w:tc>
          <w:tcPr>
            <w:tcW w:w="5423" w:type="dxa"/>
          </w:tcPr>
          <w:p w14:paraId="7CE01BF6" w14:textId="6A7E6FC9" w:rsidR="00950715" w:rsidRPr="00950715" w:rsidRDefault="00950715" w:rsidP="00950715">
            <w:pPr>
              <w:rPr>
                <w:rFonts w:cstheme="minorHAnsi"/>
                <w:lang w:val="en-GB"/>
              </w:rPr>
            </w:pPr>
            <w:r w:rsidRPr="00950715">
              <w:rPr>
                <w:rFonts w:cstheme="minorHAnsi"/>
              </w:rPr>
              <w:t>Can use language flexibly and effectively for social purposes, including emotional, allusive and joking usage.</w:t>
            </w:r>
          </w:p>
          <w:p w14:paraId="1ADD7F86" w14:textId="0F93700D" w:rsidR="00950715" w:rsidRPr="00950715" w:rsidRDefault="00950715" w:rsidP="0095071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50715">
              <w:rPr>
                <w:rFonts w:cstheme="minorHAnsi"/>
                <w:szCs w:val="20"/>
              </w:rPr>
              <w:t xml:space="preserve">Can produce clear, smoothly flowing, well-structured speech, showing controlled use of </w:t>
            </w:r>
            <w:proofErr w:type="spellStart"/>
            <w:r w:rsidRPr="00950715">
              <w:rPr>
                <w:rFonts w:cstheme="minorHAnsi"/>
                <w:szCs w:val="20"/>
              </w:rPr>
              <w:t>organisational</w:t>
            </w:r>
            <w:proofErr w:type="spellEnd"/>
            <w:r w:rsidRPr="00950715">
              <w:rPr>
                <w:rFonts w:cstheme="minorHAnsi"/>
                <w:szCs w:val="20"/>
              </w:rPr>
              <w:t xml:space="preserve"> patterns, connectors and cohesive devices.</w:t>
            </w:r>
          </w:p>
          <w:p w14:paraId="3BA7656F" w14:textId="263E6A22" w:rsidR="00950715" w:rsidRPr="00950715" w:rsidRDefault="00950715" w:rsidP="00950715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950715">
              <w:rPr>
                <w:rFonts w:cstheme="minorHAnsi"/>
              </w:rPr>
              <w:t>Can qualify opinions and statements precisely in relation to degrees of, for example, certainty/ uncertainty, belief/doubt, likelihood, etc.</w:t>
            </w:r>
          </w:p>
          <w:p w14:paraId="192EEFCC" w14:textId="437A51CC" w:rsidR="00950715" w:rsidRDefault="00950715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50715">
              <w:rPr>
                <w:rFonts w:cstheme="minorHAnsi"/>
                <w:szCs w:val="18"/>
              </w:rPr>
              <w:lastRenderedPageBreak/>
              <w:t>Can backtrack when he/she encounters a difficulty and reformulate what he/she wants to say without fully interrupting the flow of speech.</w:t>
            </w:r>
          </w:p>
        </w:tc>
        <w:tc>
          <w:tcPr>
            <w:tcW w:w="1661" w:type="dxa"/>
          </w:tcPr>
          <w:p w14:paraId="38B21A29" w14:textId="41FEF591" w:rsidR="00950715" w:rsidRDefault="00950715" w:rsidP="00950715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pp 40, 41, 42, 44, 45, 46, 47, 134, 135, 145, 146</w:t>
            </w:r>
          </w:p>
        </w:tc>
      </w:tr>
      <w:tr w:rsidR="00950715" w14:paraId="60A25CE8" w14:textId="77777777" w:rsidTr="00950715">
        <w:tc>
          <w:tcPr>
            <w:tcW w:w="1410" w:type="dxa"/>
          </w:tcPr>
          <w:p w14:paraId="2781485A" w14:textId="77777777" w:rsidR="00950715" w:rsidRDefault="00950715" w:rsidP="00950715">
            <w:pPr>
              <w:pStyle w:val="Heading56"/>
            </w:pPr>
            <w:r>
              <w:lastRenderedPageBreak/>
              <w:t>Listening</w:t>
            </w:r>
          </w:p>
        </w:tc>
        <w:tc>
          <w:tcPr>
            <w:tcW w:w="5423" w:type="dxa"/>
          </w:tcPr>
          <w:p w14:paraId="39F5BE8D" w14:textId="46A0E8D5" w:rsidR="0006441B" w:rsidRPr="0006441B" w:rsidRDefault="00950715" w:rsidP="00950715">
            <w:pPr>
              <w:rPr>
                <w:rFonts w:cstheme="minorHAnsi"/>
                <w:szCs w:val="20"/>
              </w:rPr>
            </w:pPr>
            <w:r w:rsidRPr="0006441B">
              <w:rPr>
                <w:rFonts w:cstheme="minorHAnsi"/>
                <w:szCs w:val="20"/>
              </w:rPr>
              <w:t>Can understand a wide range of recorded and broadcast audio material, including some non-standard usage, and identify finer points of detail including implicit attitudes and relationships between speakers.</w:t>
            </w:r>
          </w:p>
          <w:p w14:paraId="0CD159E0" w14:textId="26111889" w:rsidR="00950715" w:rsidRPr="0006441B" w:rsidRDefault="0006441B" w:rsidP="008836F0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6441B">
              <w:rPr>
                <w:rFonts w:cstheme="minorHAnsi"/>
                <w:szCs w:val="20"/>
              </w:rPr>
              <w:t xml:space="preserve">Can follow extended speech even when it is not clearly structured and when relationships are only implied and not </w:t>
            </w:r>
            <w:proofErr w:type="spellStart"/>
            <w:r w:rsidRPr="0006441B">
              <w:rPr>
                <w:rFonts w:cstheme="minorHAnsi"/>
                <w:szCs w:val="20"/>
              </w:rPr>
              <w:t>signalled</w:t>
            </w:r>
            <w:proofErr w:type="spellEnd"/>
            <w:r w:rsidRPr="0006441B">
              <w:rPr>
                <w:rFonts w:cstheme="minorHAnsi"/>
                <w:szCs w:val="20"/>
              </w:rPr>
              <w:t xml:space="preserve"> explicitly.</w:t>
            </w:r>
          </w:p>
          <w:p w14:paraId="74E543B6" w14:textId="78E6FB7C" w:rsidR="003E6C8C" w:rsidRDefault="00950715" w:rsidP="003E6C8C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6441B">
              <w:rPr>
                <w:rFonts w:cstheme="minorHAnsi"/>
                <w:szCs w:val="20"/>
              </w:rPr>
              <w:t>Can easily follow complex interactions between third parties in group discussion and debate, even on abstract, complex or unfamiliar topics.</w:t>
            </w:r>
          </w:p>
          <w:p w14:paraId="61C8B39A" w14:textId="504ABB55" w:rsidR="00950715" w:rsidRDefault="003E6C8C" w:rsidP="008836F0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CF0E9F">
              <w:rPr>
                <w:rFonts w:cstheme="minorHAnsi"/>
                <w:szCs w:val="20"/>
              </w:rPr>
              <w:t>Is skilled at using contextual, grammatical and lexical cues to infer attitude, mood and intentions and anticipate</w:t>
            </w:r>
            <w:r>
              <w:rPr>
                <w:rFonts w:cstheme="minorHAnsi"/>
                <w:szCs w:val="20"/>
              </w:rPr>
              <w:t xml:space="preserve"> </w:t>
            </w:r>
            <w:r w:rsidRPr="00CF0E9F">
              <w:rPr>
                <w:rFonts w:cstheme="minorHAnsi"/>
                <w:szCs w:val="20"/>
              </w:rPr>
              <w:t>what will come next.</w:t>
            </w:r>
          </w:p>
          <w:p w14:paraId="25C17ACA" w14:textId="5E018C4F" w:rsidR="00950715" w:rsidRDefault="00950715" w:rsidP="008836F0">
            <w:pPr>
              <w:rPr>
                <w:lang w:val="en-GB"/>
              </w:rPr>
            </w:pPr>
            <w:r w:rsidRPr="007B7491">
              <w:rPr>
                <w:rFonts w:cstheme="minorHAnsi"/>
                <w:szCs w:val="20"/>
              </w:rPr>
              <w:t xml:space="preserve">Can </w:t>
            </w:r>
            <w:proofErr w:type="spellStart"/>
            <w:r w:rsidRPr="007B7491">
              <w:rPr>
                <w:rFonts w:cstheme="minorHAnsi"/>
                <w:szCs w:val="20"/>
              </w:rPr>
              <w:t>recognise</w:t>
            </w:r>
            <w:proofErr w:type="spellEnd"/>
            <w:r w:rsidRPr="007B7491">
              <w:rPr>
                <w:rFonts w:cstheme="minorHAnsi"/>
                <w:szCs w:val="20"/>
              </w:rPr>
              <w:t xml:space="preserve"> a wide range of idiomatic expressions and colloquialisms, appreciating register shifts.</w:t>
            </w:r>
          </w:p>
        </w:tc>
        <w:tc>
          <w:tcPr>
            <w:tcW w:w="1661" w:type="dxa"/>
          </w:tcPr>
          <w:p w14:paraId="0A9065E9" w14:textId="4535E2BB" w:rsidR="00950715" w:rsidRDefault="00950715" w:rsidP="00950715">
            <w:pPr>
              <w:rPr>
                <w:lang w:val="en-GB"/>
              </w:rPr>
            </w:pPr>
            <w:r>
              <w:rPr>
                <w:lang w:val="en-GB"/>
              </w:rPr>
              <w:t xml:space="preserve">pp 40, 41, 45, 46 </w:t>
            </w:r>
          </w:p>
        </w:tc>
      </w:tr>
      <w:tr w:rsidR="0006441B" w14:paraId="71A72BE6" w14:textId="77777777" w:rsidTr="00950715">
        <w:tc>
          <w:tcPr>
            <w:tcW w:w="1410" w:type="dxa"/>
          </w:tcPr>
          <w:p w14:paraId="4FD31223" w14:textId="77777777" w:rsidR="0006441B" w:rsidRDefault="0006441B" w:rsidP="0006441B">
            <w:pPr>
              <w:pStyle w:val="Heading56"/>
            </w:pPr>
            <w:r>
              <w:t>Reading</w:t>
            </w:r>
          </w:p>
        </w:tc>
        <w:tc>
          <w:tcPr>
            <w:tcW w:w="5423" w:type="dxa"/>
          </w:tcPr>
          <w:p w14:paraId="1D65E0A7" w14:textId="7C70AA22" w:rsidR="0006441B" w:rsidRDefault="0006441B" w:rsidP="0006441B">
            <w:pPr>
              <w:rPr>
                <w:lang w:val="en-GB"/>
              </w:rPr>
            </w:pPr>
            <w:r w:rsidRPr="00FE1611">
              <w:rPr>
                <w:rFonts w:cstheme="minorHAnsi"/>
                <w:szCs w:val="20"/>
              </w:rPr>
              <w:t xml:space="preserve">Can understand in detail lengthy, complex texts, </w:t>
            </w:r>
            <w:proofErr w:type="gramStart"/>
            <w:r w:rsidRPr="00FE1611">
              <w:rPr>
                <w:rFonts w:cstheme="minorHAnsi"/>
                <w:szCs w:val="20"/>
              </w:rPr>
              <w:t>whether or not</w:t>
            </w:r>
            <w:proofErr w:type="gramEnd"/>
            <w:r w:rsidRPr="00FE1611">
              <w:rPr>
                <w:rFonts w:cstheme="minorHAnsi"/>
                <w:szCs w:val="20"/>
              </w:rPr>
              <w:t xml:space="preserve"> they relate to his/her own area of</w:t>
            </w:r>
            <w:r>
              <w:rPr>
                <w:rFonts w:cstheme="minorHAnsi"/>
                <w:szCs w:val="20"/>
              </w:rPr>
              <w:t xml:space="preserve"> </w:t>
            </w:r>
            <w:proofErr w:type="spellStart"/>
            <w:r w:rsidRPr="00FE1611">
              <w:rPr>
                <w:rFonts w:cstheme="minorHAnsi"/>
                <w:szCs w:val="20"/>
              </w:rPr>
              <w:t>speciality</w:t>
            </w:r>
            <w:proofErr w:type="spellEnd"/>
            <w:r w:rsidRPr="00FE1611">
              <w:rPr>
                <w:rFonts w:cstheme="minorHAnsi"/>
                <w:szCs w:val="20"/>
              </w:rPr>
              <w:t>, provided he/she can reread difficult sections</w:t>
            </w:r>
            <w:r>
              <w:rPr>
                <w:rFonts w:cstheme="minorHAnsi"/>
                <w:szCs w:val="20"/>
              </w:rPr>
              <w:t xml:space="preserve">. </w:t>
            </w:r>
          </w:p>
          <w:p w14:paraId="7689734B" w14:textId="093BC8BA" w:rsidR="003E6C8C" w:rsidRDefault="0006441B" w:rsidP="003E6C8C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267E0">
              <w:rPr>
                <w:rFonts w:cstheme="minorHAnsi"/>
                <w:szCs w:val="20"/>
              </w:rPr>
              <w:t>Can understand in detail a wide range of lengthy, complex texts likely to be encountered in social, professional</w:t>
            </w:r>
            <w:r>
              <w:rPr>
                <w:rFonts w:cstheme="minorHAnsi"/>
                <w:szCs w:val="20"/>
              </w:rPr>
              <w:t xml:space="preserve"> </w:t>
            </w:r>
            <w:r w:rsidRPr="000267E0">
              <w:rPr>
                <w:rFonts w:cstheme="minorHAnsi"/>
                <w:szCs w:val="20"/>
              </w:rPr>
              <w:t>or academic life, identifying finer points of detail including attitudes and implied as well as stated opinions.</w:t>
            </w:r>
          </w:p>
          <w:p w14:paraId="6F6BAB18" w14:textId="55902A1C" w:rsidR="0006441B" w:rsidRDefault="003E6C8C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CF0E9F">
              <w:rPr>
                <w:rFonts w:cstheme="minorHAnsi"/>
                <w:szCs w:val="20"/>
              </w:rPr>
              <w:t>Is skilled at using contextual, grammatical and lexical cues to infer attitude, mood and intentions and anticipate</w:t>
            </w:r>
            <w:r>
              <w:rPr>
                <w:rFonts w:cstheme="minorHAnsi"/>
                <w:szCs w:val="20"/>
              </w:rPr>
              <w:t xml:space="preserve"> </w:t>
            </w:r>
            <w:r w:rsidRPr="00CF0E9F">
              <w:rPr>
                <w:rFonts w:cstheme="minorHAnsi"/>
                <w:szCs w:val="20"/>
              </w:rPr>
              <w:t>what will come next.</w:t>
            </w:r>
          </w:p>
        </w:tc>
        <w:tc>
          <w:tcPr>
            <w:tcW w:w="1661" w:type="dxa"/>
          </w:tcPr>
          <w:p w14:paraId="108FA485" w14:textId="17C87C71" w:rsidR="0006441B" w:rsidRDefault="0006441B" w:rsidP="0006441B">
            <w:pPr>
              <w:rPr>
                <w:lang w:val="en-GB"/>
              </w:rPr>
            </w:pPr>
            <w:r>
              <w:rPr>
                <w:lang w:val="en-GB"/>
              </w:rPr>
              <w:t>pp 42</w:t>
            </w:r>
            <w:r w:rsidR="009A3AA1">
              <w:rPr>
                <w:lang w:val="en-GB"/>
              </w:rPr>
              <w:t xml:space="preserve">, </w:t>
            </w:r>
            <w:r>
              <w:rPr>
                <w:lang w:val="en-GB"/>
              </w:rPr>
              <w:t>43, 44</w:t>
            </w:r>
          </w:p>
        </w:tc>
      </w:tr>
      <w:tr w:rsidR="0006441B" w14:paraId="48F9AD81" w14:textId="77777777" w:rsidTr="00950715">
        <w:trPr>
          <w:trHeight w:val="269"/>
        </w:trPr>
        <w:tc>
          <w:tcPr>
            <w:tcW w:w="1410" w:type="dxa"/>
          </w:tcPr>
          <w:p w14:paraId="354C0F7D" w14:textId="77777777" w:rsidR="0006441B" w:rsidRDefault="0006441B" w:rsidP="0006441B">
            <w:pPr>
              <w:pStyle w:val="Heading56"/>
            </w:pPr>
            <w:r>
              <w:t>Writing</w:t>
            </w:r>
          </w:p>
        </w:tc>
        <w:tc>
          <w:tcPr>
            <w:tcW w:w="5423" w:type="dxa"/>
          </w:tcPr>
          <w:p w14:paraId="625C4547" w14:textId="16AC6A43" w:rsidR="0006441B" w:rsidRPr="00545F32" w:rsidRDefault="0006441B" w:rsidP="0006441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45F32">
              <w:rPr>
                <w:rFonts w:cstheme="minorHAnsi"/>
              </w:rPr>
              <w:t>Can write clear, detailed, well-structured and developed descriptions and imaginative texts in an assured, personal, natural style appropriate to the reader in mind.</w:t>
            </w:r>
          </w:p>
          <w:p w14:paraId="2E971C26" w14:textId="6F754A01" w:rsidR="0006441B" w:rsidRPr="00545F32" w:rsidRDefault="0006441B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545F32">
              <w:rPr>
                <w:rFonts w:cstheme="minorHAnsi"/>
                <w:szCs w:val="20"/>
              </w:rPr>
              <w:t>Can expand and support points of view at some length with subsidiary points, reasons and relevant examples.</w:t>
            </w:r>
          </w:p>
          <w:p w14:paraId="41FB0ED8" w14:textId="01A4F503" w:rsidR="00545F32" w:rsidRDefault="00545F32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545F32">
              <w:rPr>
                <w:rFonts w:cstheme="minorHAnsi"/>
              </w:rPr>
              <w:t>Can express him/herself with clarity and precision in personal correspondence, using language flexibly and effectively, including emotional, allusive and joking usage.</w:t>
            </w:r>
          </w:p>
        </w:tc>
        <w:tc>
          <w:tcPr>
            <w:tcW w:w="1661" w:type="dxa"/>
          </w:tcPr>
          <w:p w14:paraId="5775458A" w14:textId="391B818C" w:rsidR="0006441B" w:rsidRDefault="0006441B" w:rsidP="0006441B">
            <w:pPr>
              <w:rPr>
                <w:lang w:val="en-GB"/>
              </w:rPr>
            </w:pPr>
            <w:r>
              <w:rPr>
                <w:lang w:val="en-GB"/>
              </w:rPr>
              <w:t xml:space="preserve">pp 41, 43, 45, 47 </w:t>
            </w:r>
          </w:p>
        </w:tc>
      </w:tr>
      <w:bookmarkEnd w:id="4"/>
    </w:tbl>
    <w:p w14:paraId="2D81F6B2" w14:textId="77777777" w:rsidR="002B50AC" w:rsidRDefault="002B50AC" w:rsidP="002B50AC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5"/>
        <w:gridCol w:w="5472"/>
        <w:gridCol w:w="1617"/>
      </w:tblGrid>
      <w:tr w:rsidR="002B50AC" w14:paraId="0B789806" w14:textId="77777777" w:rsidTr="00385620">
        <w:tc>
          <w:tcPr>
            <w:tcW w:w="9010" w:type="dxa"/>
            <w:gridSpan w:val="3"/>
          </w:tcPr>
          <w:p w14:paraId="6DE1D36B" w14:textId="77777777" w:rsidR="002B50AC" w:rsidRDefault="002B50AC" w:rsidP="002B50AC">
            <w:pPr>
              <w:pStyle w:val="Heading1"/>
              <w:outlineLvl w:val="0"/>
            </w:pPr>
            <w:bookmarkStart w:id="5" w:name="_Hlk263646"/>
            <w:r>
              <w:t>Unit 6</w:t>
            </w:r>
          </w:p>
        </w:tc>
      </w:tr>
      <w:tr w:rsidR="002B50AC" w14:paraId="177E462C" w14:textId="77777777" w:rsidTr="00385620">
        <w:tc>
          <w:tcPr>
            <w:tcW w:w="1435" w:type="dxa"/>
          </w:tcPr>
          <w:p w14:paraId="2C6CE43D" w14:textId="77777777" w:rsidR="002B50AC" w:rsidRDefault="002B50AC" w:rsidP="002B50AC">
            <w:pPr>
              <w:pStyle w:val="Heading56"/>
            </w:pPr>
            <w:r>
              <w:t>Speaking</w:t>
            </w:r>
          </w:p>
        </w:tc>
        <w:tc>
          <w:tcPr>
            <w:tcW w:w="5850" w:type="dxa"/>
          </w:tcPr>
          <w:p w14:paraId="0E794D21" w14:textId="30583641" w:rsidR="00927D4B" w:rsidRPr="00F646F3" w:rsidRDefault="00927D4B" w:rsidP="00927D4B">
            <w:pPr>
              <w:rPr>
                <w:rFonts w:cstheme="minorHAnsi"/>
                <w:lang w:val="en-GB"/>
              </w:rPr>
            </w:pPr>
            <w:r w:rsidRPr="00E51461">
              <w:rPr>
                <w:rFonts w:cstheme="minorHAnsi"/>
              </w:rPr>
              <w:t>Can use language flexibly and effectively for social purposes, including emotional, allusive and joking usage.</w:t>
            </w:r>
          </w:p>
          <w:p w14:paraId="6F04B6EA" w14:textId="43261E00" w:rsidR="00927D4B" w:rsidRPr="00A81F4D" w:rsidRDefault="00927D4B" w:rsidP="00927D4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646F3">
              <w:rPr>
                <w:rFonts w:cstheme="minorHAnsi"/>
                <w:szCs w:val="20"/>
              </w:rPr>
              <w:lastRenderedPageBreak/>
              <w:t xml:space="preserve">Can produce clear, smoothly flowing, well-structured speech, showing controlled use of </w:t>
            </w:r>
            <w:proofErr w:type="spellStart"/>
            <w:r w:rsidRPr="00F646F3">
              <w:rPr>
                <w:rFonts w:cstheme="minorHAnsi"/>
                <w:szCs w:val="20"/>
              </w:rPr>
              <w:t>organisational</w:t>
            </w:r>
            <w:proofErr w:type="spellEnd"/>
            <w:r w:rsidRPr="00F646F3">
              <w:rPr>
                <w:rFonts w:cstheme="minorHAnsi"/>
                <w:szCs w:val="20"/>
              </w:rPr>
              <w:t xml:space="preserve"> patterns,</w:t>
            </w:r>
            <w:r>
              <w:rPr>
                <w:rFonts w:cstheme="minorHAnsi"/>
                <w:szCs w:val="20"/>
              </w:rPr>
              <w:t xml:space="preserve"> </w:t>
            </w:r>
            <w:r w:rsidRPr="00F646F3">
              <w:rPr>
                <w:rFonts w:cstheme="minorHAnsi"/>
                <w:szCs w:val="20"/>
              </w:rPr>
              <w:t>connectors and cohesive devices.</w:t>
            </w:r>
          </w:p>
          <w:p w14:paraId="663D9276" w14:textId="2859C8CB" w:rsidR="00927D4B" w:rsidRDefault="00927D4B" w:rsidP="00927D4B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A81F4D">
              <w:rPr>
                <w:rFonts w:cstheme="minorHAnsi"/>
              </w:rPr>
              <w:t>Can qualify opinions and statements precisely in relation to degrees of, for example, certainty/ uncertainty,</w:t>
            </w:r>
            <w:r>
              <w:rPr>
                <w:rFonts w:cstheme="minorHAnsi"/>
              </w:rPr>
              <w:t xml:space="preserve"> </w:t>
            </w:r>
            <w:r w:rsidRPr="00A81F4D">
              <w:rPr>
                <w:rFonts w:cstheme="minorHAnsi"/>
              </w:rPr>
              <w:t>belief/doubt, likelihood, etc.</w:t>
            </w:r>
          </w:p>
          <w:p w14:paraId="687CCBA1" w14:textId="1778ED5D" w:rsidR="00927D4B" w:rsidRDefault="00927D4B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>
              <w:rPr>
                <w:lang w:val="en-GB"/>
              </w:rPr>
              <w:t xml:space="preserve">Can relate own contribution </w:t>
            </w:r>
            <w:proofErr w:type="spellStart"/>
            <w:r>
              <w:rPr>
                <w:lang w:val="en-GB"/>
              </w:rPr>
              <w:t>skillfully</w:t>
            </w:r>
            <w:proofErr w:type="spellEnd"/>
            <w:r>
              <w:rPr>
                <w:lang w:val="en-GB"/>
              </w:rPr>
              <w:t xml:space="preserve"> to those of other speakers.</w:t>
            </w:r>
          </w:p>
        </w:tc>
        <w:tc>
          <w:tcPr>
            <w:tcW w:w="1725" w:type="dxa"/>
          </w:tcPr>
          <w:p w14:paraId="169CC6AB" w14:textId="05CBB558" w:rsidR="002B50AC" w:rsidRDefault="00AD3175" w:rsidP="00385620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pp 49, 50, 51, 52, 53, 54, 135</w:t>
            </w:r>
          </w:p>
        </w:tc>
      </w:tr>
      <w:tr w:rsidR="002B50AC" w14:paraId="06BFBD1F" w14:textId="77777777" w:rsidTr="00385620">
        <w:tc>
          <w:tcPr>
            <w:tcW w:w="1435" w:type="dxa"/>
          </w:tcPr>
          <w:p w14:paraId="6256B45D" w14:textId="77777777" w:rsidR="002B50AC" w:rsidRDefault="002B50AC" w:rsidP="002B50AC">
            <w:pPr>
              <w:pStyle w:val="Heading56"/>
            </w:pPr>
            <w:r>
              <w:t>Listening</w:t>
            </w:r>
          </w:p>
        </w:tc>
        <w:tc>
          <w:tcPr>
            <w:tcW w:w="5850" w:type="dxa"/>
          </w:tcPr>
          <w:p w14:paraId="06226A7F" w14:textId="1536C58E" w:rsidR="002F11D0" w:rsidRPr="0006441B" w:rsidRDefault="002F11D0" w:rsidP="002F11D0">
            <w:pPr>
              <w:rPr>
                <w:rFonts w:cstheme="minorHAnsi"/>
                <w:szCs w:val="20"/>
              </w:rPr>
            </w:pPr>
            <w:r w:rsidRPr="0006441B">
              <w:rPr>
                <w:rFonts w:cstheme="minorHAnsi"/>
                <w:szCs w:val="20"/>
              </w:rPr>
              <w:t>Can understand a wide range of recorded and broadcast audio material, including some non-standard usage, and identify finer points of detail including implicit attitudes and relationships between speakers.</w:t>
            </w:r>
          </w:p>
          <w:p w14:paraId="78EE5623" w14:textId="714597F9" w:rsidR="002F11D0" w:rsidRPr="0006441B" w:rsidRDefault="002F11D0" w:rsidP="008836F0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6441B">
              <w:rPr>
                <w:rFonts w:cstheme="minorHAnsi"/>
                <w:szCs w:val="20"/>
              </w:rPr>
              <w:t xml:space="preserve">Can follow extended speech even when it is not clearly structured and when relationships are only implied and not </w:t>
            </w:r>
            <w:proofErr w:type="spellStart"/>
            <w:r w:rsidRPr="0006441B">
              <w:rPr>
                <w:rFonts w:cstheme="minorHAnsi"/>
                <w:szCs w:val="20"/>
              </w:rPr>
              <w:t>signalled</w:t>
            </w:r>
            <w:proofErr w:type="spellEnd"/>
            <w:r w:rsidRPr="0006441B">
              <w:rPr>
                <w:rFonts w:cstheme="minorHAnsi"/>
                <w:szCs w:val="20"/>
              </w:rPr>
              <w:t xml:space="preserve"> explicitly.</w:t>
            </w:r>
          </w:p>
          <w:p w14:paraId="0E4159F0" w14:textId="15E41EED" w:rsidR="00CF0E9F" w:rsidRDefault="002F11D0" w:rsidP="002F11D0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6441B">
              <w:rPr>
                <w:rFonts w:cstheme="minorHAnsi"/>
                <w:szCs w:val="20"/>
              </w:rPr>
              <w:t>Can easily follow complex interactions between third parties in group discussion and debate, even on abstract, complex or unfamiliar topics.</w:t>
            </w:r>
          </w:p>
          <w:p w14:paraId="33523E56" w14:textId="6B831A20" w:rsidR="002B50AC" w:rsidRPr="008836F0" w:rsidRDefault="00CF0E9F" w:rsidP="008836F0">
            <w:pPr>
              <w:autoSpaceDE w:val="0"/>
              <w:autoSpaceDN w:val="0"/>
              <w:adjustRightInd w:val="0"/>
            </w:pPr>
            <w:r w:rsidRPr="00CF0E9F">
              <w:rPr>
                <w:rFonts w:cstheme="minorHAnsi"/>
                <w:szCs w:val="20"/>
              </w:rPr>
              <w:t>Is skilled at using contextual, grammatical and lexical cues to infer attitude, mood and intentions and anticipate</w:t>
            </w:r>
            <w:r>
              <w:rPr>
                <w:rFonts w:cstheme="minorHAnsi"/>
                <w:szCs w:val="20"/>
              </w:rPr>
              <w:t xml:space="preserve"> </w:t>
            </w:r>
            <w:r w:rsidRPr="00CF0E9F">
              <w:rPr>
                <w:rFonts w:cstheme="minorHAnsi"/>
                <w:szCs w:val="20"/>
              </w:rPr>
              <w:t>what will come next.</w:t>
            </w:r>
          </w:p>
        </w:tc>
        <w:tc>
          <w:tcPr>
            <w:tcW w:w="1725" w:type="dxa"/>
          </w:tcPr>
          <w:p w14:paraId="752E27F4" w14:textId="1C3915E3" w:rsidR="002B50AC" w:rsidRDefault="00AD3175" w:rsidP="00385620">
            <w:pPr>
              <w:rPr>
                <w:lang w:val="en-GB"/>
              </w:rPr>
            </w:pPr>
            <w:r>
              <w:rPr>
                <w:lang w:val="en-GB"/>
              </w:rPr>
              <w:t>pp 48, 50, 51</w:t>
            </w:r>
          </w:p>
        </w:tc>
      </w:tr>
      <w:tr w:rsidR="002B50AC" w14:paraId="5F1EDF50" w14:textId="77777777" w:rsidTr="00385620">
        <w:tc>
          <w:tcPr>
            <w:tcW w:w="1435" w:type="dxa"/>
          </w:tcPr>
          <w:p w14:paraId="04C6FCF2" w14:textId="77777777" w:rsidR="002B50AC" w:rsidRDefault="002B50AC" w:rsidP="002B50AC">
            <w:pPr>
              <w:pStyle w:val="Heading56"/>
            </w:pPr>
            <w:r>
              <w:t>Reading</w:t>
            </w:r>
          </w:p>
        </w:tc>
        <w:tc>
          <w:tcPr>
            <w:tcW w:w="5850" w:type="dxa"/>
          </w:tcPr>
          <w:p w14:paraId="21AF3DBA" w14:textId="1F8E2807" w:rsidR="00CF0E9F" w:rsidRDefault="00927D4B" w:rsidP="00927D4B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267E0">
              <w:rPr>
                <w:rFonts w:cstheme="minorHAnsi"/>
                <w:szCs w:val="20"/>
              </w:rPr>
              <w:t>Can understand in detail a wide range of lengthy, complex texts likely to be encountered in social, professional</w:t>
            </w:r>
            <w:r>
              <w:rPr>
                <w:rFonts w:cstheme="minorHAnsi"/>
                <w:szCs w:val="20"/>
              </w:rPr>
              <w:t xml:space="preserve"> </w:t>
            </w:r>
            <w:r w:rsidRPr="000267E0">
              <w:rPr>
                <w:rFonts w:cstheme="minorHAnsi"/>
                <w:szCs w:val="20"/>
              </w:rPr>
              <w:t>or academic life, identifying finer points of detail including attitudes and implied as well as stated opinions.</w:t>
            </w:r>
          </w:p>
          <w:p w14:paraId="60E2899B" w14:textId="2BA24553" w:rsidR="002B50AC" w:rsidRDefault="00CF0E9F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CF0E9F">
              <w:rPr>
                <w:rFonts w:cstheme="minorHAnsi"/>
                <w:szCs w:val="20"/>
              </w:rPr>
              <w:t>Is skilled at using contextual, grammatical and lexical cues to infer attitude, mood and intentions and anticipate</w:t>
            </w:r>
            <w:r>
              <w:rPr>
                <w:rFonts w:cstheme="minorHAnsi"/>
                <w:szCs w:val="20"/>
              </w:rPr>
              <w:t xml:space="preserve"> </w:t>
            </w:r>
            <w:r w:rsidRPr="00CF0E9F">
              <w:rPr>
                <w:rFonts w:cstheme="minorHAnsi"/>
                <w:szCs w:val="20"/>
              </w:rPr>
              <w:t>what will come next.</w:t>
            </w:r>
          </w:p>
        </w:tc>
        <w:tc>
          <w:tcPr>
            <w:tcW w:w="1725" w:type="dxa"/>
          </w:tcPr>
          <w:p w14:paraId="6DC5FA43" w14:textId="55D98650" w:rsidR="002B50AC" w:rsidRDefault="00AD3175" w:rsidP="00385620">
            <w:pPr>
              <w:rPr>
                <w:lang w:val="en-GB"/>
              </w:rPr>
            </w:pPr>
            <w:r>
              <w:rPr>
                <w:lang w:val="en-GB"/>
              </w:rPr>
              <w:t>pp 52, 54</w:t>
            </w:r>
          </w:p>
        </w:tc>
      </w:tr>
      <w:tr w:rsidR="002B50AC" w14:paraId="076169D6" w14:textId="77777777" w:rsidTr="00385620">
        <w:trPr>
          <w:trHeight w:val="269"/>
        </w:trPr>
        <w:tc>
          <w:tcPr>
            <w:tcW w:w="1435" w:type="dxa"/>
          </w:tcPr>
          <w:p w14:paraId="3E69ED62" w14:textId="77777777" w:rsidR="002B50AC" w:rsidRDefault="002B50AC" w:rsidP="002B50AC">
            <w:pPr>
              <w:pStyle w:val="Heading56"/>
            </w:pPr>
            <w:r>
              <w:t>Writing</w:t>
            </w:r>
          </w:p>
        </w:tc>
        <w:tc>
          <w:tcPr>
            <w:tcW w:w="5850" w:type="dxa"/>
          </w:tcPr>
          <w:p w14:paraId="062AB75D" w14:textId="0B4A3E26" w:rsidR="00917D4C" w:rsidRPr="00545F32" w:rsidRDefault="00917D4C" w:rsidP="00917D4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45F32">
              <w:rPr>
                <w:rFonts w:cstheme="minorHAnsi"/>
              </w:rPr>
              <w:t>Can write clear, detailed, well-structured and developed descriptions and imaginative texts in an assured, personal, natural style appropriate to the reader in mind.</w:t>
            </w:r>
          </w:p>
          <w:p w14:paraId="615D0988" w14:textId="3A3EE5BD" w:rsidR="00917D4C" w:rsidRDefault="00917D4C" w:rsidP="00917D4C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917D4C">
              <w:rPr>
                <w:rFonts w:cstheme="minorHAnsi"/>
                <w:szCs w:val="20"/>
              </w:rPr>
              <w:t>Can write clear, well-structured expositions of complex subjects, underlining the relevant salient issues.</w:t>
            </w:r>
          </w:p>
          <w:p w14:paraId="6CE8D823" w14:textId="1A004467" w:rsidR="00917D4C" w:rsidRDefault="00917D4C" w:rsidP="00917D4C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545F32">
              <w:rPr>
                <w:rFonts w:cstheme="minorHAnsi"/>
                <w:szCs w:val="20"/>
              </w:rPr>
              <w:t>Can expand and support points of view at some length with subsidiary points, reasons and relevant examples.</w:t>
            </w:r>
          </w:p>
          <w:p w14:paraId="00C4A2F8" w14:textId="174CD480" w:rsidR="002B50AC" w:rsidRDefault="00917D4C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545F32">
              <w:rPr>
                <w:rFonts w:cstheme="minorHAnsi"/>
              </w:rPr>
              <w:t>Can express him/herself with clarity and precision in personal correspondence, using language flexibly and effectively, including emotional, allusive and joking usage.</w:t>
            </w:r>
          </w:p>
        </w:tc>
        <w:tc>
          <w:tcPr>
            <w:tcW w:w="1725" w:type="dxa"/>
          </w:tcPr>
          <w:p w14:paraId="3D070E8C" w14:textId="6D44535E" w:rsidR="009A3AA1" w:rsidRDefault="00AD3175" w:rsidP="00385620">
            <w:pPr>
              <w:rPr>
                <w:lang w:val="en-GB"/>
              </w:rPr>
            </w:pPr>
            <w:r>
              <w:rPr>
                <w:lang w:val="en-GB"/>
              </w:rPr>
              <w:t>pp 49, 51, 53, 55</w:t>
            </w:r>
          </w:p>
          <w:p w14:paraId="12ACB9D2" w14:textId="4321BA34" w:rsidR="002B50AC" w:rsidRDefault="00AD3175" w:rsidP="00385620">
            <w:pPr>
              <w:rPr>
                <w:lang w:val="en-GB"/>
              </w:rPr>
            </w:pPr>
            <w:r>
              <w:rPr>
                <w:lang w:val="en-GB"/>
              </w:rPr>
              <w:t>WB</w:t>
            </w:r>
            <w:r w:rsidR="009A3AA1">
              <w:rPr>
                <w:lang w:val="en-GB"/>
              </w:rPr>
              <w:t xml:space="preserve"> pp 35, 64</w:t>
            </w:r>
          </w:p>
        </w:tc>
      </w:tr>
      <w:bookmarkEnd w:id="5"/>
    </w:tbl>
    <w:p w14:paraId="3F25ECBA" w14:textId="77777777" w:rsidR="002B50AC" w:rsidRDefault="002B50AC" w:rsidP="002B50AC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6"/>
        <w:gridCol w:w="5463"/>
        <w:gridCol w:w="1625"/>
      </w:tblGrid>
      <w:tr w:rsidR="002B50AC" w14:paraId="2E83A625" w14:textId="77777777" w:rsidTr="00385620">
        <w:tc>
          <w:tcPr>
            <w:tcW w:w="9010" w:type="dxa"/>
            <w:gridSpan w:val="3"/>
          </w:tcPr>
          <w:p w14:paraId="2CF783AF" w14:textId="77777777" w:rsidR="002B50AC" w:rsidRDefault="002B50AC" w:rsidP="002B50AC">
            <w:pPr>
              <w:pStyle w:val="Heading1"/>
              <w:outlineLvl w:val="0"/>
            </w:pPr>
            <w:bookmarkStart w:id="6" w:name="_Hlk263669"/>
            <w:r>
              <w:lastRenderedPageBreak/>
              <w:t>Unit 7</w:t>
            </w:r>
          </w:p>
        </w:tc>
      </w:tr>
      <w:tr w:rsidR="00815101" w14:paraId="44D65D7C" w14:textId="77777777" w:rsidTr="00385620">
        <w:tc>
          <w:tcPr>
            <w:tcW w:w="1435" w:type="dxa"/>
          </w:tcPr>
          <w:p w14:paraId="0B899D8E" w14:textId="77777777" w:rsidR="002B50AC" w:rsidRDefault="002B50AC" w:rsidP="002B50AC">
            <w:pPr>
              <w:pStyle w:val="Heading56"/>
            </w:pPr>
            <w:r>
              <w:t>Speaking</w:t>
            </w:r>
          </w:p>
        </w:tc>
        <w:tc>
          <w:tcPr>
            <w:tcW w:w="5850" w:type="dxa"/>
          </w:tcPr>
          <w:p w14:paraId="16C0E02C" w14:textId="7980E500" w:rsidR="00815101" w:rsidRPr="00F646F3" w:rsidRDefault="00815101" w:rsidP="00815101">
            <w:pPr>
              <w:rPr>
                <w:rFonts w:cstheme="minorHAnsi"/>
                <w:lang w:val="en-GB"/>
              </w:rPr>
            </w:pPr>
            <w:r w:rsidRPr="00E51461">
              <w:rPr>
                <w:rFonts w:cstheme="minorHAnsi"/>
              </w:rPr>
              <w:t>Can use language flexibly and effectively for social purposes, including emotional, allusive and joking usage.</w:t>
            </w:r>
          </w:p>
          <w:p w14:paraId="31DBD67D" w14:textId="60DE1B2C" w:rsidR="00815101" w:rsidRPr="00A81F4D" w:rsidRDefault="00815101" w:rsidP="0081510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646F3">
              <w:rPr>
                <w:rFonts w:cstheme="minorHAnsi"/>
                <w:szCs w:val="20"/>
              </w:rPr>
              <w:t xml:space="preserve">Can produce clear, smoothly flowing, well-structured speech, showing controlled use of </w:t>
            </w:r>
            <w:proofErr w:type="spellStart"/>
            <w:r w:rsidRPr="00F646F3">
              <w:rPr>
                <w:rFonts w:cstheme="minorHAnsi"/>
                <w:szCs w:val="20"/>
              </w:rPr>
              <w:t>organisational</w:t>
            </w:r>
            <w:proofErr w:type="spellEnd"/>
            <w:r w:rsidRPr="00F646F3">
              <w:rPr>
                <w:rFonts w:cstheme="minorHAnsi"/>
                <w:szCs w:val="20"/>
              </w:rPr>
              <w:t xml:space="preserve"> patterns,</w:t>
            </w:r>
            <w:r>
              <w:rPr>
                <w:rFonts w:cstheme="minorHAnsi"/>
                <w:szCs w:val="20"/>
              </w:rPr>
              <w:t xml:space="preserve"> </w:t>
            </w:r>
            <w:r w:rsidRPr="00F646F3">
              <w:rPr>
                <w:rFonts w:cstheme="minorHAnsi"/>
                <w:szCs w:val="20"/>
              </w:rPr>
              <w:t>connectors and cohesive devices.</w:t>
            </w:r>
          </w:p>
          <w:p w14:paraId="3F38C17C" w14:textId="43C54FA9" w:rsidR="00815101" w:rsidRDefault="00815101" w:rsidP="00815101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A81F4D">
              <w:rPr>
                <w:rFonts w:cstheme="minorHAnsi"/>
              </w:rPr>
              <w:t>Can qualify opinions and statements precisely in relation to degrees of, for example, certainty/ uncertainty,</w:t>
            </w:r>
            <w:r>
              <w:rPr>
                <w:rFonts w:cstheme="minorHAnsi"/>
              </w:rPr>
              <w:t xml:space="preserve"> </w:t>
            </w:r>
            <w:r w:rsidRPr="00A81F4D">
              <w:rPr>
                <w:rFonts w:cstheme="minorHAnsi"/>
              </w:rPr>
              <w:t>belief/doubt, likelihood, etc.</w:t>
            </w:r>
          </w:p>
          <w:p w14:paraId="3DADAB79" w14:textId="038DD6B9" w:rsidR="002B50AC" w:rsidRDefault="00815101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>
              <w:rPr>
                <w:lang w:val="en-GB"/>
              </w:rPr>
              <w:t xml:space="preserve">Can relate own contribution </w:t>
            </w:r>
            <w:proofErr w:type="spellStart"/>
            <w:r>
              <w:rPr>
                <w:lang w:val="en-GB"/>
              </w:rPr>
              <w:t>skillfully</w:t>
            </w:r>
            <w:proofErr w:type="spellEnd"/>
            <w:r>
              <w:rPr>
                <w:lang w:val="en-GB"/>
              </w:rPr>
              <w:t xml:space="preserve"> to those of other speakers.</w:t>
            </w:r>
          </w:p>
        </w:tc>
        <w:tc>
          <w:tcPr>
            <w:tcW w:w="1725" w:type="dxa"/>
          </w:tcPr>
          <w:p w14:paraId="4A9803CB" w14:textId="216DD816" w:rsidR="002B50AC" w:rsidRDefault="002F4DF7" w:rsidP="00385620">
            <w:pPr>
              <w:rPr>
                <w:lang w:val="en-GB"/>
              </w:rPr>
            </w:pPr>
            <w:r>
              <w:rPr>
                <w:lang w:val="en-GB"/>
              </w:rPr>
              <w:t xml:space="preserve">pp </w:t>
            </w:r>
            <w:r w:rsidR="00AC0D04">
              <w:rPr>
                <w:lang w:val="en-GB"/>
              </w:rPr>
              <w:t xml:space="preserve">58, 59, 60, 62, 63, </w:t>
            </w:r>
            <w:r w:rsidR="00815101">
              <w:rPr>
                <w:lang w:val="en-GB"/>
              </w:rPr>
              <w:t xml:space="preserve">64, 65, </w:t>
            </w:r>
            <w:r w:rsidR="00AC0D04">
              <w:rPr>
                <w:lang w:val="en-GB"/>
              </w:rPr>
              <w:t xml:space="preserve">136, </w:t>
            </w:r>
            <w:r w:rsidR="00815101">
              <w:rPr>
                <w:lang w:val="en-GB"/>
              </w:rPr>
              <w:t xml:space="preserve">137, </w:t>
            </w:r>
            <w:r w:rsidR="00AC0D04">
              <w:rPr>
                <w:lang w:val="en-GB"/>
              </w:rPr>
              <w:t>146</w:t>
            </w:r>
            <w:r w:rsidR="00815101">
              <w:rPr>
                <w:lang w:val="en-GB"/>
              </w:rPr>
              <w:t>, 147</w:t>
            </w:r>
          </w:p>
        </w:tc>
      </w:tr>
      <w:tr w:rsidR="00815101" w14:paraId="7A2F44F2" w14:textId="77777777" w:rsidTr="00385620">
        <w:tc>
          <w:tcPr>
            <w:tcW w:w="1435" w:type="dxa"/>
          </w:tcPr>
          <w:p w14:paraId="6ECD369C" w14:textId="77777777" w:rsidR="002B50AC" w:rsidRDefault="002B50AC" w:rsidP="002B50AC">
            <w:pPr>
              <w:pStyle w:val="Heading56"/>
            </w:pPr>
            <w:r>
              <w:t>Listening</w:t>
            </w:r>
          </w:p>
        </w:tc>
        <w:tc>
          <w:tcPr>
            <w:tcW w:w="5850" w:type="dxa"/>
          </w:tcPr>
          <w:p w14:paraId="166B6FD4" w14:textId="73731FE4" w:rsidR="004F579A" w:rsidRPr="0006441B" w:rsidRDefault="004F579A" w:rsidP="004F579A">
            <w:pPr>
              <w:rPr>
                <w:rFonts w:cstheme="minorHAnsi"/>
                <w:szCs w:val="20"/>
              </w:rPr>
            </w:pPr>
            <w:r w:rsidRPr="0006441B">
              <w:rPr>
                <w:rFonts w:cstheme="minorHAnsi"/>
                <w:szCs w:val="20"/>
              </w:rPr>
              <w:t>Can understand a wide range of recorded and broadcast audio material, including some non-standard usage, and identify finer points of detail including implicit attitudes and relationships between speakers.</w:t>
            </w:r>
          </w:p>
          <w:p w14:paraId="500596B6" w14:textId="229B5FDF" w:rsidR="004F579A" w:rsidRPr="0006441B" w:rsidRDefault="004F579A" w:rsidP="008836F0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6441B">
              <w:rPr>
                <w:rFonts w:cstheme="minorHAnsi"/>
                <w:szCs w:val="20"/>
              </w:rPr>
              <w:t xml:space="preserve">Can follow extended speech even when it is not clearly structured and when relationships are only implied and not </w:t>
            </w:r>
            <w:proofErr w:type="spellStart"/>
            <w:r w:rsidRPr="0006441B">
              <w:rPr>
                <w:rFonts w:cstheme="minorHAnsi"/>
                <w:szCs w:val="20"/>
              </w:rPr>
              <w:t>signalled</w:t>
            </w:r>
            <w:proofErr w:type="spellEnd"/>
            <w:r w:rsidRPr="0006441B">
              <w:rPr>
                <w:rFonts w:cstheme="minorHAnsi"/>
                <w:szCs w:val="20"/>
              </w:rPr>
              <w:t xml:space="preserve"> explicitly.</w:t>
            </w:r>
          </w:p>
          <w:p w14:paraId="62274C34" w14:textId="3DB9B32C" w:rsidR="004F579A" w:rsidRDefault="004F579A" w:rsidP="004F579A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6441B">
              <w:rPr>
                <w:rFonts w:cstheme="minorHAnsi"/>
                <w:szCs w:val="20"/>
              </w:rPr>
              <w:t>Can easily follow complex interactions between third parties in group discussion and debate, even on abstract, complex or unfamiliar topics.</w:t>
            </w:r>
          </w:p>
          <w:p w14:paraId="4FE33775" w14:textId="181B6B90" w:rsidR="002B50AC" w:rsidRDefault="004F579A" w:rsidP="008836F0">
            <w:pPr>
              <w:rPr>
                <w:lang w:val="en-GB"/>
              </w:rPr>
            </w:pPr>
            <w:r w:rsidRPr="007B7491">
              <w:rPr>
                <w:rFonts w:cstheme="minorHAnsi"/>
                <w:szCs w:val="20"/>
              </w:rPr>
              <w:t xml:space="preserve">Can </w:t>
            </w:r>
            <w:proofErr w:type="spellStart"/>
            <w:r w:rsidRPr="007B7491">
              <w:rPr>
                <w:rFonts w:cstheme="minorHAnsi"/>
                <w:szCs w:val="20"/>
              </w:rPr>
              <w:t>recognise</w:t>
            </w:r>
            <w:proofErr w:type="spellEnd"/>
            <w:r w:rsidRPr="007B7491">
              <w:rPr>
                <w:rFonts w:cstheme="minorHAnsi"/>
                <w:szCs w:val="20"/>
              </w:rPr>
              <w:t xml:space="preserve"> a wide range of idiomatic expressions and colloquialisms, appreciating register shifts.</w:t>
            </w:r>
          </w:p>
        </w:tc>
        <w:tc>
          <w:tcPr>
            <w:tcW w:w="1725" w:type="dxa"/>
          </w:tcPr>
          <w:p w14:paraId="5AD360A3" w14:textId="66056069" w:rsidR="002B50AC" w:rsidRDefault="00AC0D04" w:rsidP="00385620">
            <w:pPr>
              <w:rPr>
                <w:lang w:val="en-GB"/>
              </w:rPr>
            </w:pPr>
            <w:r>
              <w:rPr>
                <w:lang w:val="en-GB"/>
              </w:rPr>
              <w:t xml:space="preserve">pp 58, </w:t>
            </w:r>
            <w:r w:rsidR="00815101">
              <w:rPr>
                <w:lang w:val="en-GB"/>
              </w:rPr>
              <w:t>64, 65</w:t>
            </w:r>
          </w:p>
        </w:tc>
      </w:tr>
      <w:tr w:rsidR="00815101" w14:paraId="13567523" w14:textId="77777777" w:rsidTr="00385620">
        <w:tc>
          <w:tcPr>
            <w:tcW w:w="1435" w:type="dxa"/>
          </w:tcPr>
          <w:p w14:paraId="02750229" w14:textId="77777777" w:rsidR="002B50AC" w:rsidRDefault="002B50AC" w:rsidP="002B50AC">
            <w:pPr>
              <w:pStyle w:val="Heading56"/>
            </w:pPr>
            <w:r>
              <w:t>Reading</w:t>
            </w:r>
          </w:p>
        </w:tc>
        <w:tc>
          <w:tcPr>
            <w:tcW w:w="5850" w:type="dxa"/>
          </w:tcPr>
          <w:p w14:paraId="6B102D12" w14:textId="6EFA3F36" w:rsidR="00CF0E9F" w:rsidRDefault="004F579A" w:rsidP="004F579A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267E0">
              <w:rPr>
                <w:rFonts w:cstheme="minorHAnsi"/>
                <w:szCs w:val="20"/>
              </w:rPr>
              <w:t>Can understand in detail a wide range of lengthy, complex texts likely to be encountered in social, professional</w:t>
            </w:r>
            <w:r>
              <w:rPr>
                <w:rFonts w:cstheme="minorHAnsi"/>
                <w:szCs w:val="20"/>
              </w:rPr>
              <w:t xml:space="preserve"> </w:t>
            </w:r>
            <w:r w:rsidRPr="000267E0">
              <w:rPr>
                <w:rFonts w:cstheme="minorHAnsi"/>
                <w:szCs w:val="20"/>
              </w:rPr>
              <w:t>or academic life, identifying finer points of detail including attitudes and implied as well as stated opinions.</w:t>
            </w:r>
          </w:p>
          <w:p w14:paraId="0C19CFA7" w14:textId="1157FAE6" w:rsidR="002B50AC" w:rsidRDefault="00CF0E9F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CF0E9F">
              <w:rPr>
                <w:rFonts w:cstheme="minorHAnsi"/>
                <w:szCs w:val="20"/>
              </w:rPr>
              <w:t>Is skilled at using contextual, grammatical and lexical cues to infer attitude, mood and intentions and anticipate</w:t>
            </w:r>
            <w:r>
              <w:rPr>
                <w:rFonts w:cstheme="minorHAnsi"/>
                <w:szCs w:val="20"/>
              </w:rPr>
              <w:t xml:space="preserve"> </w:t>
            </w:r>
            <w:r w:rsidRPr="00CF0E9F">
              <w:rPr>
                <w:rFonts w:cstheme="minorHAnsi"/>
                <w:szCs w:val="20"/>
              </w:rPr>
              <w:t>what will come next.</w:t>
            </w:r>
          </w:p>
        </w:tc>
        <w:tc>
          <w:tcPr>
            <w:tcW w:w="1725" w:type="dxa"/>
          </w:tcPr>
          <w:p w14:paraId="55400040" w14:textId="14CFAC40" w:rsidR="002B50AC" w:rsidRDefault="00AC0D04" w:rsidP="00385620">
            <w:pPr>
              <w:rPr>
                <w:lang w:val="en-GB"/>
              </w:rPr>
            </w:pPr>
            <w:r>
              <w:rPr>
                <w:lang w:val="en-GB"/>
              </w:rPr>
              <w:t>pp 60</w:t>
            </w:r>
            <w:r w:rsidR="009A3AA1">
              <w:rPr>
                <w:lang w:val="en-GB"/>
              </w:rPr>
              <w:t xml:space="preserve">, </w:t>
            </w:r>
            <w:r>
              <w:rPr>
                <w:lang w:val="en-GB"/>
              </w:rPr>
              <w:t>61, 62</w:t>
            </w:r>
          </w:p>
        </w:tc>
      </w:tr>
      <w:tr w:rsidR="00815101" w14:paraId="27ECF202" w14:textId="77777777" w:rsidTr="00385620">
        <w:trPr>
          <w:trHeight w:val="269"/>
        </w:trPr>
        <w:tc>
          <w:tcPr>
            <w:tcW w:w="1435" w:type="dxa"/>
          </w:tcPr>
          <w:p w14:paraId="76D88A0A" w14:textId="77777777" w:rsidR="002B50AC" w:rsidRDefault="002B50AC" w:rsidP="002B50AC">
            <w:pPr>
              <w:pStyle w:val="Heading56"/>
            </w:pPr>
            <w:r>
              <w:t>Writing</w:t>
            </w:r>
          </w:p>
        </w:tc>
        <w:tc>
          <w:tcPr>
            <w:tcW w:w="5850" w:type="dxa"/>
          </w:tcPr>
          <w:p w14:paraId="2FFD47F9" w14:textId="7740FBD4" w:rsidR="00815101" w:rsidRPr="00545F32" w:rsidRDefault="00815101" w:rsidP="0081510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45F32">
              <w:rPr>
                <w:rFonts w:cstheme="minorHAnsi"/>
              </w:rPr>
              <w:t>Can write clear, detailed, well-structured and developed descriptions and imaginative texts in an assured, personal, natural style appropriate to the reader in mind.</w:t>
            </w:r>
          </w:p>
          <w:p w14:paraId="6C34A907" w14:textId="1309EFA6" w:rsidR="002B50AC" w:rsidRDefault="00815101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545F32">
              <w:rPr>
                <w:rFonts w:cstheme="minorHAnsi"/>
                <w:szCs w:val="20"/>
              </w:rPr>
              <w:t>Can expand and support points of view at some length with subsidiary points, reasons and relevant examples.</w:t>
            </w:r>
          </w:p>
        </w:tc>
        <w:tc>
          <w:tcPr>
            <w:tcW w:w="1725" w:type="dxa"/>
          </w:tcPr>
          <w:p w14:paraId="6DB73158" w14:textId="20401902" w:rsidR="002B50AC" w:rsidRDefault="00AC0D04" w:rsidP="00860B48">
            <w:pPr>
              <w:rPr>
                <w:lang w:val="en-GB"/>
              </w:rPr>
            </w:pPr>
            <w:r>
              <w:rPr>
                <w:lang w:val="en-GB"/>
              </w:rPr>
              <w:t>pp 59, 63</w:t>
            </w:r>
            <w:r w:rsidR="00815101">
              <w:rPr>
                <w:lang w:val="en-GB"/>
              </w:rPr>
              <w:t>, 65</w:t>
            </w:r>
          </w:p>
        </w:tc>
      </w:tr>
      <w:bookmarkEnd w:id="6"/>
    </w:tbl>
    <w:p w14:paraId="480D0613" w14:textId="77777777" w:rsidR="002B50AC" w:rsidRDefault="002B50AC" w:rsidP="002B50AC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6"/>
        <w:gridCol w:w="5462"/>
        <w:gridCol w:w="1626"/>
      </w:tblGrid>
      <w:tr w:rsidR="002B50AC" w14:paraId="6FFEB307" w14:textId="77777777" w:rsidTr="00385620">
        <w:tc>
          <w:tcPr>
            <w:tcW w:w="9010" w:type="dxa"/>
            <w:gridSpan w:val="3"/>
          </w:tcPr>
          <w:p w14:paraId="36AEEE74" w14:textId="77777777" w:rsidR="002B50AC" w:rsidRDefault="002B50AC" w:rsidP="002B50AC">
            <w:pPr>
              <w:pStyle w:val="Heading1"/>
              <w:outlineLvl w:val="0"/>
            </w:pPr>
            <w:bookmarkStart w:id="7" w:name="_Hlk263688"/>
            <w:r>
              <w:t>Unit 8</w:t>
            </w:r>
          </w:p>
        </w:tc>
      </w:tr>
      <w:tr w:rsidR="002B50AC" w14:paraId="6E1CB0EB" w14:textId="77777777" w:rsidTr="00385620">
        <w:tc>
          <w:tcPr>
            <w:tcW w:w="1435" w:type="dxa"/>
          </w:tcPr>
          <w:p w14:paraId="1926FA0C" w14:textId="77777777" w:rsidR="002B50AC" w:rsidRDefault="002B50AC" w:rsidP="002B50AC">
            <w:pPr>
              <w:pStyle w:val="Heading56"/>
            </w:pPr>
            <w:r>
              <w:t>Speaking</w:t>
            </w:r>
          </w:p>
        </w:tc>
        <w:tc>
          <w:tcPr>
            <w:tcW w:w="5850" w:type="dxa"/>
          </w:tcPr>
          <w:p w14:paraId="24B71490" w14:textId="7F3B820D" w:rsidR="00103324" w:rsidRPr="00F646F3" w:rsidRDefault="00103324" w:rsidP="00103324">
            <w:pPr>
              <w:rPr>
                <w:rFonts w:cstheme="minorHAnsi"/>
                <w:lang w:val="en-GB"/>
              </w:rPr>
            </w:pPr>
            <w:r w:rsidRPr="00E51461">
              <w:rPr>
                <w:rFonts w:cstheme="minorHAnsi"/>
              </w:rPr>
              <w:t>Can use language flexibly and effectively for social purposes, including emotional, allusive and joking usage.</w:t>
            </w:r>
          </w:p>
          <w:p w14:paraId="7874A17D" w14:textId="28F92941" w:rsidR="00103324" w:rsidRPr="00A81F4D" w:rsidRDefault="00103324" w:rsidP="0010332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646F3">
              <w:rPr>
                <w:rFonts w:cstheme="minorHAnsi"/>
                <w:szCs w:val="20"/>
              </w:rPr>
              <w:lastRenderedPageBreak/>
              <w:t xml:space="preserve">Can produce clear, smoothly flowing, well-structured speech, showing controlled use of </w:t>
            </w:r>
            <w:proofErr w:type="spellStart"/>
            <w:r w:rsidRPr="00F646F3">
              <w:rPr>
                <w:rFonts w:cstheme="minorHAnsi"/>
                <w:szCs w:val="20"/>
              </w:rPr>
              <w:t>organisational</w:t>
            </w:r>
            <w:proofErr w:type="spellEnd"/>
            <w:r w:rsidRPr="00F646F3">
              <w:rPr>
                <w:rFonts w:cstheme="minorHAnsi"/>
                <w:szCs w:val="20"/>
              </w:rPr>
              <w:t xml:space="preserve"> patterns,</w:t>
            </w:r>
            <w:r>
              <w:rPr>
                <w:rFonts w:cstheme="minorHAnsi"/>
                <w:szCs w:val="20"/>
              </w:rPr>
              <w:t xml:space="preserve"> </w:t>
            </w:r>
            <w:r w:rsidRPr="00F646F3">
              <w:rPr>
                <w:rFonts w:cstheme="minorHAnsi"/>
                <w:szCs w:val="20"/>
              </w:rPr>
              <w:t>connectors and cohesive devices.</w:t>
            </w:r>
          </w:p>
          <w:p w14:paraId="785596C8" w14:textId="79B07841" w:rsidR="00103324" w:rsidRDefault="00103324" w:rsidP="00103324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A81F4D">
              <w:rPr>
                <w:rFonts w:cstheme="minorHAnsi"/>
              </w:rPr>
              <w:t>Can qualify opinions and statements precisely in relation to degrees of, for example, certainty/ uncertainty,</w:t>
            </w:r>
            <w:r>
              <w:rPr>
                <w:rFonts w:cstheme="minorHAnsi"/>
              </w:rPr>
              <w:t xml:space="preserve"> </w:t>
            </w:r>
            <w:r w:rsidRPr="00A81F4D">
              <w:rPr>
                <w:rFonts w:cstheme="minorHAnsi"/>
              </w:rPr>
              <w:t>belief/doubt, likelihood, etc.</w:t>
            </w:r>
          </w:p>
          <w:p w14:paraId="400CB711" w14:textId="0202470F" w:rsidR="002B50AC" w:rsidRDefault="00103324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>
              <w:rPr>
                <w:lang w:val="en-GB"/>
              </w:rPr>
              <w:t xml:space="preserve">Can relate own contribution </w:t>
            </w:r>
            <w:proofErr w:type="spellStart"/>
            <w:r>
              <w:rPr>
                <w:lang w:val="en-GB"/>
              </w:rPr>
              <w:t>skillfully</w:t>
            </w:r>
            <w:proofErr w:type="spellEnd"/>
            <w:r>
              <w:rPr>
                <w:lang w:val="en-GB"/>
              </w:rPr>
              <w:t xml:space="preserve"> to those of other speakers.</w:t>
            </w:r>
          </w:p>
        </w:tc>
        <w:tc>
          <w:tcPr>
            <w:tcW w:w="1725" w:type="dxa"/>
          </w:tcPr>
          <w:p w14:paraId="42D7DBEB" w14:textId="639AAE8A" w:rsidR="002B50AC" w:rsidRDefault="003E6C8C" w:rsidP="00385620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 xml:space="preserve">pp </w:t>
            </w:r>
            <w:r w:rsidR="00103324">
              <w:rPr>
                <w:lang w:val="en-GB"/>
              </w:rPr>
              <w:t>66, 67, 69, 70, 71, 137, 138, 147, 148</w:t>
            </w:r>
          </w:p>
        </w:tc>
      </w:tr>
      <w:tr w:rsidR="002B50AC" w14:paraId="02988757" w14:textId="77777777" w:rsidTr="00385620">
        <w:tc>
          <w:tcPr>
            <w:tcW w:w="1435" w:type="dxa"/>
          </w:tcPr>
          <w:p w14:paraId="5DBC0C73" w14:textId="77777777" w:rsidR="002B50AC" w:rsidRDefault="002B50AC" w:rsidP="002B50AC">
            <w:pPr>
              <w:pStyle w:val="Heading56"/>
            </w:pPr>
            <w:r>
              <w:t>Listening</w:t>
            </w:r>
          </w:p>
        </w:tc>
        <w:tc>
          <w:tcPr>
            <w:tcW w:w="5850" w:type="dxa"/>
          </w:tcPr>
          <w:p w14:paraId="18904D8B" w14:textId="2C6CBE3A" w:rsidR="00103324" w:rsidRPr="0006441B" w:rsidRDefault="00103324" w:rsidP="00103324">
            <w:pPr>
              <w:rPr>
                <w:rFonts w:cstheme="minorHAnsi"/>
                <w:szCs w:val="20"/>
              </w:rPr>
            </w:pPr>
            <w:r w:rsidRPr="0006441B">
              <w:rPr>
                <w:rFonts w:cstheme="minorHAnsi"/>
                <w:szCs w:val="20"/>
              </w:rPr>
              <w:t>Can understand a wide range of recorded and broadcast audio material, including some non-standard usage, and identify finer points of detail including implicit attitudes and relationships between speakers.</w:t>
            </w:r>
          </w:p>
          <w:p w14:paraId="386121AB" w14:textId="62CA7E41" w:rsidR="00103324" w:rsidRPr="0006441B" w:rsidRDefault="00103324" w:rsidP="008836F0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6441B">
              <w:rPr>
                <w:rFonts w:cstheme="minorHAnsi"/>
                <w:szCs w:val="20"/>
              </w:rPr>
              <w:t xml:space="preserve">Can follow extended speech even when it is not clearly structured and when relationships are only implied and not </w:t>
            </w:r>
            <w:proofErr w:type="spellStart"/>
            <w:r w:rsidRPr="0006441B">
              <w:rPr>
                <w:rFonts w:cstheme="minorHAnsi"/>
                <w:szCs w:val="20"/>
              </w:rPr>
              <w:t>signalled</w:t>
            </w:r>
            <w:proofErr w:type="spellEnd"/>
            <w:r w:rsidRPr="0006441B">
              <w:rPr>
                <w:rFonts w:cstheme="minorHAnsi"/>
                <w:szCs w:val="20"/>
              </w:rPr>
              <w:t xml:space="preserve"> explicitly.</w:t>
            </w:r>
          </w:p>
          <w:p w14:paraId="46E9CB3A" w14:textId="0D5A6386" w:rsidR="00103324" w:rsidRDefault="00103324" w:rsidP="00103324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6441B">
              <w:rPr>
                <w:rFonts w:cstheme="minorHAnsi"/>
                <w:szCs w:val="20"/>
              </w:rPr>
              <w:t>Can easily follow complex interactions between third parties in group discussion and debate, even on abstract, complex or unfamiliar topics.</w:t>
            </w:r>
          </w:p>
          <w:p w14:paraId="4DE549BE" w14:textId="5FA8D256" w:rsidR="002B50AC" w:rsidRDefault="002E197A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CF0E9F">
              <w:rPr>
                <w:rFonts w:cstheme="minorHAnsi"/>
                <w:szCs w:val="20"/>
              </w:rPr>
              <w:t>Is skilled at using contextual, grammatical and lexical cues to infer attitude, mood and intentions and anticipate</w:t>
            </w:r>
            <w:r>
              <w:rPr>
                <w:rFonts w:cstheme="minorHAnsi"/>
                <w:szCs w:val="20"/>
              </w:rPr>
              <w:t xml:space="preserve"> </w:t>
            </w:r>
            <w:r w:rsidRPr="00CF0E9F">
              <w:rPr>
                <w:rFonts w:cstheme="minorHAnsi"/>
                <w:szCs w:val="20"/>
              </w:rPr>
              <w:t>what will come next.</w:t>
            </w:r>
          </w:p>
        </w:tc>
        <w:tc>
          <w:tcPr>
            <w:tcW w:w="1725" w:type="dxa"/>
          </w:tcPr>
          <w:p w14:paraId="704AD9F5" w14:textId="5BC10E6A" w:rsidR="00103324" w:rsidRDefault="00103324" w:rsidP="00385620">
            <w:pPr>
              <w:rPr>
                <w:lang w:val="en-GB"/>
              </w:rPr>
            </w:pPr>
            <w:r>
              <w:rPr>
                <w:lang w:val="en-GB"/>
              </w:rPr>
              <w:t>pp 67, 68, 69, 70</w:t>
            </w:r>
          </w:p>
        </w:tc>
      </w:tr>
      <w:tr w:rsidR="002B50AC" w14:paraId="764E5C52" w14:textId="77777777" w:rsidTr="00385620">
        <w:tc>
          <w:tcPr>
            <w:tcW w:w="1435" w:type="dxa"/>
          </w:tcPr>
          <w:p w14:paraId="308CC77C" w14:textId="77777777" w:rsidR="002B50AC" w:rsidRDefault="002B50AC" w:rsidP="002B50AC">
            <w:pPr>
              <w:pStyle w:val="Heading56"/>
            </w:pPr>
            <w:r>
              <w:t>Reading</w:t>
            </w:r>
          </w:p>
        </w:tc>
        <w:tc>
          <w:tcPr>
            <w:tcW w:w="5850" w:type="dxa"/>
          </w:tcPr>
          <w:p w14:paraId="27F6A008" w14:textId="6A9A1218" w:rsidR="00103324" w:rsidRDefault="00103324" w:rsidP="00103324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267E0">
              <w:rPr>
                <w:rFonts w:cstheme="minorHAnsi"/>
                <w:szCs w:val="20"/>
              </w:rPr>
              <w:t>Can understand in detail a wide range of lengthy, complex texts likely to be encountered in social, professional</w:t>
            </w:r>
            <w:r>
              <w:rPr>
                <w:rFonts w:cstheme="minorHAnsi"/>
                <w:szCs w:val="20"/>
              </w:rPr>
              <w:t xml:space="preserve"> </w:t>
            </w:r>
            <w:r w:rsidRPr="000267E0">
              <w:rPr>
                <w:rFonts w:cstheme="minorHAnsi"/>
                <w:szCs w:val="20"/>
              </w:rPr>
              <w:t>or academic life, identifying finer points of detail including attitudes and implied as well as stated opinions.</w:t>
            </w:r>
          </w:p>
          <w:p w14:paraId="228CEE3E" w14:textId="33B50F4A" w:rsidR="002B50AC" w:rsidRDefault="00103324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CF0E9F">
              <w:rPr>
                <w:rFonts w:cstheme="minorHAnsi"/>
                <w:szCs w:val="20"/>
              </w:rPr>
              <w:t>Is skilled at using contextual, grammatical and lexical cues to infer attitude, mood and intentions and anticipate</w:t>
            </w:r>
            <w:r>
              <w:rPr>
                <w:rFonts w:cstheme="minorHAnsi"/>
                <w:szCs w:val="20"/>
              </w:rPr>
              <w:t xml:space="preserve"> </w:t>
            </w:r>
            <w:r w:rsidRPr="00CF0E9F">
              <w:rPr>
                <w:rFonts w:cstheme="minorHAnsi"/>
                <w:szCs w:val="20"/>
              </w:rPr>
              <w:t>what will come next.</w:t>
            </w:r>
          </w:p>
        </w:tc>
        <w:tc>
          <w:tcPr>
            <w:tcW w:w="1725" w:type="dxa"/>
          </w:tcPr>
          <w:p w14:paraId="139C82B0" w14:textId="4999132C" w:rsidR="002B50AC" w:rsidRDefault="00103324" w:rsidP="00385620">
            <w:pPr>
              <w:rPr>
                <w:lang w:val="en-GB"/>
              </w:rPr>
            </w:pPr>
            <w:r>
              <w:rPr>
                <w:lang w:val="en-GB"/>
              </w:rPr>
              <w:t>pp 66, 72</w:t>
            </w:r>
          </w:p>
        </w:tc>
      </w:tr>
      <w:tr w:rsidR="002B50AC" w14:paraId="08D5EBB5" w14:textId="77777777" w:rsidTr="00385620">
        <w:trPr>
          <w:trHeight w:val="269"/>
        </w:trPr>
        <w:tc>
          <w:tcPr>
            <w:tcW w:w="1435" w:type="dxa"/>
          </w:tcPr>
          <w:p w14:paraId="3738B372" w14:textId="77777777" w:rsidR="002B50AC" w:rsidRDefault="002B50AC" w:rsidP="002B50AC">
            <w:pPr>
              <w:pStyle w:val="Heading56"/>
            </w:pPr>
            <w:r>
              <w:t>Writing</w:t>
            </w:r>
          </w:p>
        </w:tc>
        <w:tc>
          <w:tcPr>
            <w:tcW w:w="5850" w:type="dxa"/>
          </w:tcPr>
          <w:p w14:paraId="784C219F" w14:textId="44186B4A" w:rsidR="002E197A" w:rsidRPr="00545F32" w:rsidRDefault="002B50AC" w:rsidP="002E197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lang w:val="en-GB"/>
              </w:rPr>
              <w:t xml:space="preserve"> </w:t>
            </w:r>
            <w:r w:rsidR="002E197A" w:rsidRPr="00545F32">
              <w:rPr>
                <w:rFonts w:cstheme="minorHAnsi"/>
              </w:rPr>
              <w:t>Can write clear, detailed, well-structured and developed descriptions and imaginative texts in an assured, personal, natural style appropriate to the reader in mind.</w:t>
            </w:r>
          </w:p>
          <w:p w14:paraId="37045A19" w14:textId="77D8D4D0" w:rsidR="002E197A" w:rsidRDefault="002E197A" w:rsidP="002E197A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917D4C">
              <w:rPr>
                <w:rFonts w:cstheme="minorHAnsi"/>
                <w:szCs w:val="20"/>
              </w:rPr>
              <w:t>Can write clear, well-structured expositions of complex subjects, underlining the relevant salient issues.</w:t>
            </w:r>
          </w:p>
          <w:p w14:paraId="1EF4FC8F" w14:textId="54693515" w:rsidR="002B50AC" w:rsidRDefault="002E197A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545F32">
              <w:rPr>
                <w:rFonts w:cstheme="minorHAnsi"/>
                <w:szCs w:val="20"/>
              </w:rPr>
              <w:t>Can expand and support points of view at some length with subsidiary points, reasons and relevant examples.</w:t>
            </w:r>
          </w:p>
        </w:tc>
        <w:tc>
          <w:tcPr>
            <w:tcW w:w="1725" w:type="dxa"/>
          </w:tcPr>
          <w:p w14:paraId="3D785E52" w14:textId="77777777" w:rsidR="009A3AA1" w:rsidRDefault="00103324" w:rsidP="00103324">
            <w:pPr>
              <w:rPr>
                <w:lang w:val="en-GB"/>
              </w:rPr>
            </w:pPr>
            <w:r>
              <w:rPr>
                <w:lang w:val="en-GB"/>
              </w:rPr>
              <w:t>pp 67, 69, 72, 73</w:t>
            </w:r>
          </w:p>
          <w:p w14:paraId="3C32EDB4" w14:textId="3DBF09EE" w:rsidR="002B50AC" w:rsidRDefault="00103324" w:rsidP="00103324">
            <w:pPr>
              <w:rPr>
                <w:lang w:val="en-GB"/>
              </w:rPr>
            </w:pPr>
            <w:r>
              <w:rPr>
                <w:lang w:val="en-GB"/>
              </w:rPr>
              <w:t>WB</w:t>
            </w:r>
            <w:r w:rsidR="009A3AA1">
              <w:rPr>
                <w:lang w:val="en-GB"/>
              </w:rPr>
              <w:t xml:space="preserve"> pp </w:t>
            </w:r>
            <w:r>
              <w:rPr>
                <w:lang w:val="en-GB"/>
              </w:rPr>
              <w:t>47</w:t>
            </w:r>
            <w:r w:rsidR="009A3AA1">
              <w:rPr>
                <w:lang w:val="en-GB"/>
              </w:rPr>
              <w:t xml:space="preserve">, </w:t>
            </w:r>
            <w:r>
              <w:rPr>
                <w:lang w:val="en-GB"/>
              </w:rPr>
              <w:t>65</w:t>
            </w:r>
          </w:p>
        </w:tc>
      </w:tr>
      <w:bookmarkEnd w:id="7"/>
    </w:tbl>
    <w:p w14:paraId="11C04604" w14:textId="77777777" w:rsidR="002B50AC" w:rsidRDefault="002B50AC" w:rsidP="002B50AC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5"/>
        <w:gridCol w:w="5468"/>
        <w:gridCol w:w="1621"/>
      </w:tblGrid>
      <w:tr w:rsidR="002B50AC" w14:paraId="0473BF56" w14:textId="77777777" w:rsidTr="00385620">
        <w:tc>
          <w:tcPr>
            <w:tcW w:w="9010" w:type="dxa"/>
            <w:gridSpan w:val="3"/>
          </w:tcPr>
          <w:p w14:paraId="184AB0F7" w14:textId="77777777" w:rsidR="002B50AC" w:rsidRDefault="002B50AC" w:rsidP="002B50AC">
            <w:pPr>
              <w:pStyle w:val="Heading1"/>
              <w:outlineLvl w:val="0"/>
            </w:pPr>
            <w:bookmarkStart w:id="8" w:name="_Hlk263712"/>
            <w:r>
              <w:t>Unit 9</w:t>
            </w:r>
          </w:p>
        </w:tc>
      </w:tr>
      <w:tr w:rsidR="002B50AC" w14:paraId="693DC0FE" w14:textId="77777777" w:rsidTr="00385620">
        <w:tc>
          <w:tcPr>
            <w:tcW w:w="1435" w:type="dxa"/>
          </w:tcPr>
          <w:p w14:paraId="67800448" w14:textId="77777777" w:rsidR="002B50AC" w:rsidRDefault="002B50AC" w:rsidP="002B50AC">
            <w:pPr>
              <w:pStyle w:val="Heading56"/>
            </w:pPr>
            <w:r>
              <w:t>Speaking</w:t>
            </w:r>
          </w:p>
        </w:tc>
        <w:tc>
          <w:tcPr>
            <w:tcW w:w="5850" w:type="dxa"/>
          </w:tcPr>
          <w:p w14:paraId="65C4A263" w14:textId="63265AD7" w:rsidR="004F5F65" w:rsidRPr="00F646F3" w:rsidRDefault="004F5F65" w:rsidP="004F5F65">
            <w:pPr>
              <w:rPr>
                <w:rFonts w:cstheme="minorHAnsi"/>
                <w:lang w:val="en-GB"/>
              </w:rPr>
            </w:pPr>
            <w:r w:rsidRPr="00E51461">
              <w:rPr>
                <w:rFonts w:cstheme="minorHAnsi"/>
              </w:rPr>
              <w:t>Can use language flexibly and effectively for social purposes, including emotional, allusive and joking usage.</w:t>
            </w:r>
          </w:p>
          <w:p w14:paraId="03567CD0" w14:textId="5177DFBE" w:rsidR="004F5F65" w:rsidRPr="00A81F4D" w:rsidRDefault="004F5F65" w:rsidP="004F5F6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646F3">
              <w:rPr>
                <w:rFonts w:cstheme="minorHAnsi"/>
                <w:szCs w:val="20"/>
              </w:rPr>
              <w:lastRenderedPageBreak/>
              <w:t xml:space="preserve">Can produce clear, smoothly flowing, well-structured speech, showing controlled use of </w:t>
            </w:r>
            <w:proofErr w:type="spellStart"/>
            <w:r w:rsidRPr="00F646F3">
              <w:rPr>
                <w:rFonts w:cstheme="minorHAnsi"/>
                <w:szCs w:val="20"/>
              </w:rPr>
              <w:t>organisational</w:t>
            </w:r>
            <w:proofErr w:type="spellEnd"/>
            <w:r w:rsidRPr="00F646F3">
              <w:rPr>
                <w:rFonts w:cstheme="minorHAnsi"/>
                <w:szCs w:val="20"/>
              </w:rPr>
              <w:t xml:space="preserve"> patterns,</w:t>
            </w:r>
            <w:r>
              <w:rPr>
                <w:rFonts w:cstheme="minorHAnsi"/>
                <w:szCs w:val="20"/>
              </w:rPr>
              <w:t xml:space="preserve"> </w:t>
            </w:r>
            <w:r w:rsidRPr="00F646F3">
              <w:rPr>
                <w:rFonts w:cstheme="minorHAnsi"/>
                <w:szCs w:val="20"/>
              </w:rPr>
              <w:t>connectors and cohesive devices.</w:t>
            </w:r>
          </w:p>
          <w:p w14:paraId="7680B359" w14:textId="7ECF5C9A" w:rsidR="004F5F65" w:rsidRDefault="004F5F65" w:rsidP="004F5F65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A81F4D">
              <w:rPr>
                <w:rFonts w:cstheme="minorHAnsi"/>
              </w:rPr>
              <w:t>Can qualify opinions and statements precisely in relation to degrees of, for example, certainty/ uncertainty,</w:t>
            </w:r>
            <w:r>
              <w:rPr>
                <w:rFonts w:cstheme="minorHAnsi"/>
              </w:rPr>
              <w:t xml:space="preserve"> </w:t>
            </w:r>
            <w:r w:rsidRPr="00A81F4D">
              <w:rPr>
                <w:rFonts w:cstheme="minorHAnsi"/>
              </w:rPr>
              <w:t>belief/doubt, likelihood, etc.</w:t>
            </w:r>
          </w:p>
          <w:p w14:paraId="2A04FA9B" w14:textId="74208551" w:rsidR="002B50AC" w:rsidRDefault="004F5F65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>
              <w:rPr>
                <w:lang w:val="en-GB"/>
              </w:rPr>
              <w:t xml:space="preserve">Can relate own contribution </w:t>
            </w:r>
            <w:proofErr w:type="spellStart"/>
            <w:r>
              <w:rPr>
                <w:lang w:val="en-GB"/>
              </w:rPr>
              <w:t>skillfully</w:t>
            </w:r>
            <w:proofErr w:type="spellEnd"/>
            <w:r>
              <w:rPr>
                <w:lang w:val="en-GB"/>
              </w:rPr>
              <w:t xml:space="preserve"> to those of other speakers.</w:t>
            </w:r>
          </w:p>
          <w:p w14:paraId="16DED4F3" w14:textId="49D3EA34" w:rsidR="004F5F65" w:rsidRDefault="004F5F65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4F5F65">
              <w:rPr>
                <w:rFonts w:cstheme="minorHAnsi"/>
                <w:szCs w:val="20"/>
              </w:rPr>
              <w:t xml:space="preserve">Can give elaborate descriptions and narratives, integrating sub themes, developing </w:t>
            </w:r>
            <w:proofErr w:type="gramStart"/>
            <w:r w:rsidRPr="004F5F65">
              <w:rPr>
                <w:rFonts w:cstheme="minorHAnsi"/>
                <w:szCs w:val="20"/>
              </w:rPr>
              <w:t>particular points</w:t>
            </w:r>
            <w:proofErr w:type="gramEnd"/>
            <w:r w:rsidRPr="004F5F65">
              <w:rPr>
                <w:rFonts w:cstheme="minorHAnsi"/>
                <w:szCs w:val="20"/>
              </w:rPr>
              <w:t xml:space="preserve"> and rounding off with an appropriate conclusion</w:t>
            </w:r>
            <w:r w:rsidR="008836F0">
              <w:rPr>
                <w:rFonts w:cstheme="minorHAnsi"/>
                <w:szCs w:val="20"/>
              </w:rPr>
              <w:t>.</w:t>
            </w:r>
          </w:p>
        </w:tc>
        <w:tc>
          <w:tcPr>
            <w:tcW w:w="1725" w:type="dxa"/>
          </w:tcPr>
          <w:p w14:paraId="7D9C1E27" w14:textId="1B1DB359" w:rsidR="002B50AC" w:rsidRDefault="001F09B2" w:rsidP="00385620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 xml:space="preserve">pp </w:t>
            </w:r>
            <w:r w:rsidR="00287D9D">
              <w:rPr>
                <w:lang w:val="en-GB"/>
              </w:rPr>
              <w:t>76, 77, 78, 80, 81, 82, 83, 138, 148</w:t>
            </w:r>
          </w:p>
        </w:tc>
      </w:tr>
      <w:tr w:rsidR="002B50AC" w14:paraId="35DA984D" w14:textId="77777777" w:rsidTr="00385620">
        <w:tc>
          <w:tcPr>
            <w:tcW w:w="1435" w:type="dxa"/>
          </w:tcPr>
          <w:p w14:paraId="0121AFD0" w14:textId="77777777" w:rsidR="002B50AC" w:rsidRDefault="002B50AC" w:rsidP="002B50AC">
            <w:pPr>
              <w:pStyle w:val="Heading56"/>
            </w:pPr>
            <w:r>
              <w:t>Listening</w:t>
            </w:r>
          </w:p>
        </w:tc>
        <w:tc>
          <w:tcPr>
            <w:tcW w:w="5850" w:type="dxa"/>
          </w:tcPr>
          <w:p w14:paraId="6B6025A8" w14:textId="61CCAE12" w:rsidR="004F5F65" w:rsidRPr="0006441B" w:rsidRDefault="004F5F65" w:rsidP="004F5F65">
            <w:pPr>
              <w:rPr>
                <w:rFonts w:cstheme="minorHAnsi"/>
                <w:szCs w:val="20"/>
              </w:rPr>
            </w:pPr>
            <w:r w:rsidRPr="0006441B">
              <w:rPr>
                <w:rFonts w:cstheme="minorHAnsi"/>
                <w:szCs w:val="20"/>
              </w:rPr>
              <w:t>Can understand a wide range of recorded and broadcast audio material, including some non-standard usage, and identify finer points of detail including implicit attitudes and relationships between speakers.</w:t>
            </w:r>
          </w:p>
          <w:p w14:paraId="77DFE2C3" w14:textId="043ED8EF" w:rsidR="004F5F65" w:rsidRDefault="004F5F65" w:rsidP="004F5F65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6441B">
              <w:rPr>
                <w:rFonts w:cstheme="minorHAnsi"/>
                <w:szCs w:val="20"/>
              </w:rPr>
              <w:t xml:space="preserve">Can follow extended speech even when it is not clearly structured and when relationships are only implied and not </w:t>
            </w:r>
            <w:proofErr w:type="spellStart"/>
            <w:r w:rsidRPr="0006441B">
              <w:rPr>
                <w:rFonts w:cstheme="minorHAnsi"/>
                <w:szCs w:val="20"/>
              </w:rPr>
              <w:t>signalled</w:t>
            </w:r>
            <w:proofErr w:type="spellEnd"/>
            <w:r w:rsidRPr="0006441B">
              <w:rPr>
                <w:rFonts w:cstheme="minorHAnsi"/>
                <w:szCs w:val="20"/>
              </w:rPr>
              <w:t xml:space="preserve"> explicitly.</w:t>
            </w:r>
          </w:p>
          <w:p w14:paraId="354B1113" w14:textId="7A150DFB" w:rsidR="002B50AC" w:rsidRDefault="004F5F65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CF0E9F">
              <w:rPr>
                <w:rFonts w:cstheme="minorHAnsi"/>
                <w:szCs w:val="20"/>
              </w:rPr>
              <w:t>Is skilled at using contextual, grammatical and lexical cues to infer attitude, mood and intentions and anticipate</w:t>
            </w:r>
            <w:r>
              <w:rPr>
                <w:rFonts w:cstheme="minorHAnsi"/>
                <w:szCs w:val="20"/>
              </w:rPr>
              <w:t xml:space="preserve"> </w:t>
            </w:r>
            <w:r w:rsidRPr="00CF0E9F">
              <w:rPr>
                <w:rFonts w:cstheme="minorHAnsi"/>
                <w:szCs w:val="20"/>
              </w:rPr>
              <w:t>what will come next.</w:t>
            </w:r>
          </w:p>
        </w:tc>
        <w:tc>
          <w:tcPr>
            <w:tcW w:w="1725" w:type="dxa"/>
          </w:tcPr>
          <w:p w14:paraId="1BDAD99A" w14:textId="32D54C35" w:rsidR="002B50AC" w:rsidRDefault="00287D9D" w:rsidP="00385620">
            <w:pPr>
              <w:rPr>
                <w:lang w:val="en-GB"/>
              </w:rPr>
            </w:pPr>
            <w:r>
              <w:rPr>
                <w:lang w:val="en-GB"/>
              </w:rPr>
              <w:t>pp 77, 82, 83</w:t>
            </w:r>
          </w:p>
        </w:tc>
      </w:tr>
      <w:tr w:rsidR="002B50AC" w14:paraId="730DB522" w14:textId="77777777" w:rsidTr="00385620">
        <w:tc>
          <w:tcPr>
            <w:tcW w:w="1435" w:type="dxa"/>
          </w:tcPr>
          <w:p w14:paraId="1E119406" w14:textId="77777777" w:rsidR="002B50AC" w:rsidRDefault="002B50AC" w:rsidP="002B50AC">
            <w:pPr>
              <w:pStyle w:val="Heading56"/>
            </w:pPr>
            <w:r>
              <w:t>Reading</w:t>
            </w:r>
          </w:p>
        </w:tc>
        <w:tc>
          <w:tcPr>
            <w:tcW w:w="5850" w:type="dxa"/>
          </w:tcPr>
          <w:p w14:paraId="48C23870" w14:textId="14C64920" w:rsidR="00287D9D" w:rsidRDefault="00287D9D" w:rsidP="00287D9D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267E0">
              <w:rPr>
                <w:rFonts w:cstheme="minorHAnsi"/>
                <w:szCs w:val="20"/>
              </w:rPr>
              <w:t>Can understand in detail a wide range of lengthy, complex texts likely to be encountered in social, professional</w:t>
            </w:r>
            <w:r>
              <w:rPr>
                <w:rFonts w:cstheme="minorHAnsi"/>
                <w:szCs w:val="20"/>
              </w:rPr>
              <w:t xml:space="preserve"> </w:t>
            </w:r>
            <w:r w:rsidRPr="000267E0">
              <w:rPr>
                <w:rFonts w:cstheme="minorHAnsi"/>
                <w:szCs w:val="20"/>
              </w:rPr>
              <w:t>or academic life, identifying finer points of detail including attitudes and implied as well as stated opinions.</w:t>
            </w:r>
          </w:p>
          <w:p w14:paraId="75456E8E" w14:textId="1DECA36E" w:rsidR="002B50AC" w:rsidRDefault="00287D9D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CF0E9F">
              <w:rPr>
                <w:rFonts w:cstheme="minorHAnsi"/>
                <w:szCs w:val="20"/>
              </w:rPr>
              <w:t xml:space="preserve">Is skilled at using contextual, grammatical and lexical cues to infer attitude, mood and </w:t>
            </w:r>
            <w:r w:rsidR="008836F0">
              <w:rPr>
                <w:rFonts w:cstheme="minorHAnsi"/>
                <w:szCs w:val="20"/>
              </w:rPr>
              <w:t>i</w:t>
            </w:r>
            <w:r w:rsidRPr="00CF0E9F">
              <w:rPr>
                <w:rFonts w:cstheme="minorHAnsi"/>
                <w:szCs w:val="20"/>
              </w:rPr>
              <w:t>ntentions and anticipate</w:t>
            </w:r>
            <w:r>
              <w:rPr>
                <w:rFonts w:cstheme="minorHAnsi"/>
                <w:szCs w:val="20"/>
              </w:rPr>
              <w:t xml:space="preserve"> </w:t>
            </w:r>
            <w:r w:rsidRPr="00CF0E9F">
              <w:rPr>
                <w:rFonts w:cstheme="minorHAnsi"/>
                <w:szCs w:val="20"/>
              </w:rPr>
              <w:t>what will come next.</w:t>
            </w:r>
          </w:p>
        </w:tc>
        <w:tc>
          <w:tcPr>
            <w:tcW w:w="1725" w:type="dxa"/>
          </w:tcPr>
          <w:p w14:paraId="03AF3194" w14:textId="4D15C443" w:rsidR="002B50AC" w:rsidRDefault="00287D9D" w:rsidP="00385620">
            <w:pPr>
              <w:rPr>
                <w:lang w:val="en-GB"/>
              </w:rPr>
            </w:pPr>
            <w:r>
              <w:rPr>
                <w:lang w:val="en-GB"/>
              </w:rPr>
              <w:t>pp 76, 78</w:t>
            </w:r>
            <w:r w:rsidR="009A3AA1">
              <w:rPr>
                <w:lang w:val="en-GB"/>
              </w:rPr>
              <w:t xml:space="preserve">, </w:t>
            </w:r>
            <w:r>
              <w:rPr>
                <w:lang w:val="en-GB"/>
              </w:rPr>
              <w:t>79, 80</w:t>
            </w:r>
          </w:p>
        </w:tc>
      </w:tr>
      <w:tr w:rsidR="002B50AC" w14:paraId="3FFA3931" w14:textId="77777777" w:rsidTr="00385620">
        <w:trPr>
          <w:trHeight w:val="269"/>
        </w:trPr>
        <w:tc>
          <w:tcPr>
            <w:tcW w:w="1435" w:type="dxa"/>
          </w:tcPr>
          <w:p w14:paraId="6FEAC64B" w14:textId="77777777" w:rsidR="002B50AC" w:rsidRDefault="002B50AC" w:rsidP="002B50AC">
            <w:pPr>
              <w:pStyle w:val="Heading56"/>
            </w:pPr>
            <w:r>
              <w:t>Writing</w:t>
            </w:r>
          </w:p>
        </w:tc>
        <w:tc>
          <w:tcPr>
            <w:tcW w:w="5850" w:type="dxa"/>
          </w:tcPr>
          <w:p w14:paraId="7EC8C4A9" w14:textId="1A46629E" w:rsidR="005009F3" w:rsidRPr="00545F32" w:rsidRDefault="005009F3" w:rsidP="005009F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45F32">
              <w:rPr>
                <w:rFonts w:cstheme="minorHAnsi"/>
              </w:rPr>
              <w:t>Can write clear, detailed, well-structured and developed descriptions and imaginative texts in an assured, personal, natural style appropriate to the reader in mind.</w:t>
            </w:r>
          </w:p>
          <w:p w14:paraId="0D9F1B05" w14:textId="19420EF5" w:rsidR="005009F3" w:rsidRDefault="005009F3" w:rsidP="005009F3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545F32">
              <w:rPr>
                <w:rFonts w:cstheme="minorHAnsi"/>
                <w:szCs w:val="20"/>
              </w:rPr>
              <w:t>Can expand and support points of view at some length with subsidiary points, reasons and relevant examples.</w:t>
            </w:r>
          </w:p>
          <w:p w14:paraId="7A1EA547" w14:textId="16449264" w:rsidR="002B50AC" w:rsidRDefault="005009F3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545F32">
              <w:rPr>
                <w:rFonts w:cstheme="minorHAnsi"/>
              </w:rPr>
              <w:t>Can express him/herself with clarity and precision in personal correspondence, using language flexibly and effectively, including emotional, allusive and joking usage.</w:t>
            </w:r>
          </w:p>
        </w:tc>
        <w:tc>
          <w:tcPr>
            <w:tcW w:w="1725" w:type="dxa"/>
          </w:tcPr>
          <w:p w14:paraId="12BEE23F" w14:textId="25C871B6" w:rsidR="002B50AC" w:rsidRDefault="00287D9D" w:rsidP="00860B48">
            <w:pPr>
              <w:rPr>
                <w:lang w:val="en-GB"/>
              </w:rPr>
            </w:pPr>
            <w:r>
              <w:rPr>
                <w:lang w:val="en-GB"/>
              </w:rPr>
              <w:t>pp 77, 79, 81, 83</w:t>
            </w:r>
          </w:p>
        </w:tc>
      </w:tr>
      <w:bookmarkEnd w:id="8"/>
    </w:tbl>
    <w:p w14:paraId="7D70F061" w14:textId="77777777" w:rsidR="002B50AC" w:rsidRDefault="002B50AC" w:rsidP="002B50AC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6"/>
        <w:gridCol w:w="5463"/>
        <w:gridCol w:w="1625"/>
      </w:tblGrid>
      <w:tr w:rsidR="002B50AC" w14:paraId="75DE7D6C" w14:textId="77777777" w:rsidTr="00385620">
        <w:tc>
          <w:tcPr>
            <w:tcW w:w="9010" w:type="dxa"/>
            <w:gridSpan w:val="3"/>
          </w:tcPr>
          <w:p w14:paraId="70C2A26F" w14:textId="77777777" w:rsidR="002B50AC" w:rsidRDefault="002B50AC" w:rsidP="002B50AC">
            <w:pPr>
              <w:pStyle w:val="Heading1"/>
              <w:outlineLvl w:val="0"/>
            </w:pPr>
            <w:bookmarkStart w:id="9" w:name="_Hlk263731"/>
            <w:r>
              <w:t>Unit 10</w:t>
            </w:r>
          </w:p>
        </w:tc>
      </w:tr>
      <w:tr w:rsidR="002B50AC" w14:paraId="62687B48" w14:textId="77777777" w:rsidTr="00385620">
        <w:tc>
          <w:tcPr>
            <w:tcW w:w="1435" w:type="dxa"/>
          </w:tcPr>
          <w:p w14:paraId="737E973C" w14:textId="77777777" w:rsidR="002B50AC" w:rsidRDefault="002B50AC" w:rsidP="002B50AC">
            <w:pPr>
              <w:pStyle w:val="Heading56"/>
            </w:pPr>
            <w:r>
              <w:t>Speaking</w:t>
            </w:r>
          </w:p>
        </w:tc>
        <w:tc>
          <w:tcPr>
            <w:tcW w:w="5850" w:type="dxa"/>
          </w:tcPr>
          <w:p w14:paraId="4B3361B5" w14:textId="5FB0C172" w:rsidR="00DD7EE8" w:rsidRDefault="00DD7EE8" w:rsidP="008836F0">
            <w:pPr>
              <w:rPr>
                <w:rFonts w:cstheme="minorHAnsi"/>
              </w:rPr>
            </w:pPr>
            <w:r w:rsidRPr="00E51461">
              <w:rPr>
                <w:rFonts w:cstheme="minorHAnsi"/>
              </w:rPr>
              <w:t>Can use language flexibly and effectively for social purposes, including emotional, allusive and joking usage.</w:t>
            </w:r>
            <w:r w:rsidR="003A627C">
              <w:rPr>
                <w:rFonts w:cstheme="minorHAnsi"/>
              </w:rPr>
              <w:t xml:space="preserve"> </w:t>
            </w:r>
          </w:p>
          <w:p w14:paraId="1B267365" w14:textId="1AFA1852" w:rsidR="00DD7EE8" w:rsidRDefault="00DD7EE8" w:rsidP="00DD7EE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A81F4D">
              <w:rPr>
                <w:rFonts w:cstheme="minorHAnsi"/>
              </w:rPr>
              <w:lastRenderedPageBreak/>
              <w:t>Can qualify opinions and statements precisely in relation to degrees of, for example, certainty/ uncertainty,</w:t>
            </w:r>
            <w:r>
              <w:rPr>
                <w:rFonts w:cstheme="minorHAnsi"/>
              </w:rPr>
              <w:t xml:space="preserve"> </w:t>
            </w:r>
            <w:r w:rsidRPr="00A81F4D">
              <w:rPr>
                <w:rFonts w:cstheme="minorHAnsi"/>
              </w:rPr>
              <w:t>belief/doubt, likelihood, etc.</w:t>
            </w:r>
          </w:p>
          <w:p w14:paraId="530125B4" w14:textId="0783B678" w:rsidR="00DD7EE8" w:rsidRDefault="00DD7EE8" w:rsidP="00DD7EE8">
            <w:pPr>
              <w:autoSpaceDE w:val="0"/>
              <w:autoSpaceDN w:val="0"/>
              <w:adjustRightInd w:val="0"/>
              <w:rPr>
                <w:lang w:val="en-GB"/>
              </w:rPr>
            </w:pPr>
            <w:r>
              <w:rPr>
                <w:lang w:val="en-GB"/>
              </w:rPr>
              <w:t xml:space="preserve">Can relate own contribution </w:t>
            </w:r>
            <w:proofErr w:type="spellStart"/>
            <w:r>
              <w:rPr>
                <w:lang w:val="en-GB"/>
              </w:rPr>
              <w:t>skillfully</w:t>
            </w:r>
            <w:proofErr w:type="spellEnd"/>
            <w:r>
              <w:rPr>
                <w:lang w:val="en-GB"/>
              </w:rPr>
              <w:t xml:space="preserve"> to those of other speakers.</w:t>
            </w:r>
          </w:p>
          <w:p w14:paraId="27891654" w14:textId="62FBC14E" w:rsidR="002B50AC" w:rsidRDefault="00DD7EE8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F646F3">
              <w:rPr>
                <w:rFonts w:cstheme="minorHAnsi"/>
                <w:szCs w:val="20"/>
              </w:rPr>
              <w:t xml:space="preserve">Can produce clear, smoothly flowing, well-structured speech, showing controlled use of </w:t>
            </w:r>
            <w:proofErr w:type="spellStart"/>
            <w:r w:rsidRPr="00F646F3">
              <w:rPr>
                <w:rFonts w:cstheme="minorHAnsi"/>
                <w:szCs w:val="20"/>
              </w:rPr>
              <w:t>organisational</w:t>
            </w:r>
            <w:proofErr w:type="spellEnd"/>
            <w:r w:rsidRPr="00F646F3">
              <w:rPr>
                <w:rFonts w:cstheme="minorHAnsi"/>
                <w:szCs w:val="20"/>
              </w:rPr>
              <w:t xml:space="preserve"> patterns,</w:t>
            </w:r>
            <w:r>
              <w:rPr>
                <w:rFonts w:cstheme="minorHAnsi"/>
                <w:szCs w:val="20"/>
              </w:rPr>
              <w:t xml:space="preserve"> </w:t>
            </w:r>
            <w:r w:rsidRPr="00F646F3">
              <w:rPr>
                <w:rFonts w:cstheme="minorHAnsi"/>
                <w:szCs w:val="20"/>
              </w:rPr>
              <w:t>connectors and cohesive devices.</w:t>
            </w:r>
          </w:p>
        </w:tc>
        <w:tc>
          <w:tcPr>
            <w:tcW w:w="1725" w:type="dxa"/>
          </w:tcPr>
          <w:p w14:paraId="512A64C3" w14:textId="5717267D" w:rsidR="002B50AC" w:rsidRDefault="00D71096" w:rsidP="00385620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pp 85, 86, 87, 88, 89, 139, 140, 148, 149</w:t>
            </w:r>
          </w:p>
        </w:tc>
      </w:tr>
      <w:tr w:rsidR="002B50AC" w14:paraId="5322D9B6" w14:textId="77777777" w:rsidTr="00385620">
        <w:tc>
          <w:tcPr>
            <w:tcW w:w="1435" w:type="dxa"/>
          </w:tcPr>
          <w:p w14:paraId="5D4E6F51" w14:textId="77777777" w:rsidR="002B50AC" w:rsidRDefault="002B50AC" w:rsidP="002B50AC">
            <w:pPr>
              <w:pStyle w:val="Heading56"/>
            </w:pPr>
            <w:r>
              <w:t>Listening</w:t>
            </w:r>
          </w:p>
        </w:tc>
        <w:tc>
          <w:tcPr>
            <w:tcW w:w="5850" w:type="dxa"/>
          </w:tcPr>
          <w:p w14:paraId="7C13BDF6" w14:textId="6F33B183" w:rsidR="00DD7EE8" w:rsidRPr="0006441B" w:rsidRDefault="00DD7EE8" w:rsidP="00DD7EE8">
            <w:pPr>
              <w:rPr>
                <w:rFonts w:cstheme="minorHAnsi"/>
                <w:szCs w:val="20"/>
              </w:rPr>
            </w:pPr>
            <w:r w:rsidRPr="0006441B">
              <w:rPr>
                <w:rFonts w:cstheme="minorHAnsi"/>
                <w:szCs w:val="20"/>
              </w:rPr>
              <w:t>Can understand a wide range of recorded and broadcast audio material, including some non-standard usage, and identify finer points of detail including implicit attitudes and relationships between speakers.</w:t>
            </w:r>
          </w:p>
          <w:p w14:paraId="61534099" w14:textId="2D2DE92D" w:rsidR="00DD7EE8" w:rsidRDefault="00DD7EE8" w:rsidP="00DD7EE8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6441B">
              <w:rPr>
                <w:rFonts w:cstheme="minorHAnsi"/>
                <w:szCs w:val="20"/>
              </w:rPr>
              <w:t xml:space="preserve">Can follow extended speech even when it is not clearly structured and when relationships are only implied and not </w:t>
            </w:r>
            <w:proofErr w:type="spellStart"/>
            <w:r w:rsidRPr="0006441B">
              <w:rPr>
                <w:rFonts w:cstheme="minorHAnsi"/>
                <w:szCs w:val="20"/>
              </w:rPr>
              <w:t>signalled</w:t>
            </w:r>
            <w:proofErr w:type="spellEnd"/>
            <w:r w:rsidRPr="0006441B">
              <w:rPr>
                <w:rFonts w:cstheme="minorHAnsi"/>
                <w:szCs w:val="20"/>
              </w:rPr>
              <w:t xml:space="preserve"> explicitly.</w:t>
            </w:r>
          </w:p>
          <w:p w14:paraId="14677F3B" w14:textId="55571D1E" w:rsidR="002B50AC" w:rsidRDefault="00DD7EE8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CF0E9F">
              <w:rPr>
                <w:rFonts w:cstheme="minorHAnsi"/>
                <w:szCs w:val="20"/>
              </w:rPr>
              <w:t>Is skilled at using contextual, grammatical and lexical cues to infer attitude, mood and intentions and anticipate</w:t>
            </w:r>
            <w:r>
              <w:rPr>
                <w:rFonts w:cstheme="minorHAnsi"/>
                <w:szCs w:val="20"/>
              </w:rPr>
              <w:t xml:space="preserve"> </w:t>
            </w:r>
            <w:r w:rsidRPr="00CF0E9F">
              <w:rPr>
                <w:rFonts w:cstheme="minorHAnsi"/>
                <w:szCs w:val="20"/>
              </w:rPr>
              <w:t>what will come next.</w:t>
            </w:r>
          </w:p>
        </w:tc>
        <w:tc>
          <w:tcPr>
            <w:tcW w:w="1725" w:type="dxa"/>
          </w:tcPr>
          <w:p w14:paraId="6188AB5C" w14:textId="205E7B3B" w:rsidR="002B50AC" w:rsidRDefault="00D71096" w:rsidP="00385620">
            <w:pPr>
              <w:rPr>
                <w:lang w:val="en-GB"/>
              </w:rPr>
            </w:pPr>
            <w:r>
              <w:rPr>
                <w:lang w:val="en-GB"/>
              </w:rPr>
              <w:t>pp 86, 87</w:t>
            </w:r>
          </w:p>
        </w:tc>
      </w:tr>
      <w:tr w:rsidR="002B50AC" w14:paraId="4951A287" w14:textId="77777777" w:rsidTr="00385620">
        <w:tc>
          <w:tcPr>
            <w:tcW w:w="1435" w:type="dxa"/>
          </w:tcPr>
          <w:p w14:paraId="7B070D88" w14:textId="77777777" w:rsidR="002B50AC" w:rsidRDefault="002B50AC" w:rsidP="002B50AC">
            <w:pPr>
              <w:pStyle w:val="Heading56"/>
            </w:pPr>
            <w:r>
              <w:t>Reading</w:t>
            </w:r>
          </w:p>
        </w:tc>
        <w:tc>
          <w:tcPr>
            <w:tcW w:w="5850" w:type="dxa"/>
          </w:tcPr>
          <w:p w14:paraId="75194964" w14:textId="0A04E377" w:rsidR="000D36B7" w:rsidRDefault="000D36B7" w:rsidP="000D36B7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267E0">
              <w:rPr>
                <w:rFonts w:cstheme="minorHAnsi"/>
                <w:szCs w:val="20"/>
              </w:rPr>
              <w:t>Can understand in detail a wide range of lengthy, complex texts likely to be encountered in social, professional</w:t>
            </w:r>
            <w:r>
              <w:rPr>
                <w:rFonts w:cstheme="minorHAnsi"/>
                <w:szCs w:val="20"/>
              </w:rPr>
              <w:t xml:space="preserve"> </w:t>
            </w:r>
            <w:r w:rsidRPr="000267E0">
              <w:rPr>
                <w:rFonts w:cstheme="minorHAnsi"/>
                <w:szCs w:val="20"/>
              </w:rPr>
              <w:t>or academic life, identifying finer points of detail including attitudes and implied as well as stated opinions.</w:t>
            </w:r>
          </w:p>
          <w:p w14:paraId="67266E86" w14:textId="7896FE5B" w:rsidR="002B50AC" w:rsidRDefault="000D36B7" w:rsidP="008836F0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CF0E9F">
              <w:rPr>
                <w:rFonts w:cstheme="minorHAnsi"/>
                <w:szCs w:val="20"/>
              </w:rPr>
              <w:t>Is skilled at using contextual, grammatical and lexical cues to infer attitude, mood and intentions and anticipate</w:t>
            </w:r>
            <w:r>
              <w:rPr>
                <w:rFonts w:cstheme="minorHAnsi"/>
                <w:szCs w:val="20"/>
              </w:rPr>
              <w:t xml:space="preserve"> </w:t>
            </w:r>
            <w:r w:rsidRPr="00CF0E9F">
              <w:rPr>
                <w:rFonts w:cstheme="minorHAnsi"/>
                <w:szCs w:val="20"/>
              </w:rPr>
              <w:t>what will come next.</w:t>
            </w:r>
          </w:p>
        </w:tc>
        <w:tc>
          <w:tcPr>
            <w:tcW w:w="1725" w:type="dxa"/>
          </w:tcPr>
          <w:p w14:paraId="486AEEA2" w14:textId="6B618C21" w:rsidR="002B50AC" w:rsidRDefault="00D71096" w:rsidP="00385620">
            <w:pPr>
              <w:rPr>
                <w:lang w:val="en-GB"/>
              </w:rPr>
            </w:pPr>
            <w:r>
              <w:rPr>
                <w:lang w:val="en-GB"/>
              </w:rPr>
              <w:t>pp 84, 88, 90</w:t>
            </w:r>
            <w:r w:rsidR="00DD7EE8">
              <w:rPr>
                <w:lang w:val="en-GB"/>
              </w:rPr>
              <w:t>, 139, 140, 148, 149</w:t>
            </w:r>
          </w:p>
        </w:tc>
      </w:tr>
      <w:tr w:rsidR="002B50AC" w14:paraId="6BFE27EF" w14:textId="77777777" w:rsidTr="00385620">
        <w:trPr>
          <w:trHeight w:val="269"/>
        </w:trPr>
        <w:tc>
          <w:tcPr>
            <w:tcW w:w="1435" w:type="dxa"/>
          </w:tcPr>
          <w:p w14:paraId="5BD5018A" w14:textId="77777777" w:rsidR="002B50AC" w:rsidRDefault="002B50AC" w:rsidP="002B50AC">
            <w:pPr>
              <w:pStyle w:val="Heading56"/>
            </w:pPr>
            <w:r>
              <w:t>Writing</w:t>
            </w:r>
          </w:p>
        </w:tc>
        <w:tc>
          <w:tcPr>
            <w:tcW w:w="5850" w:type="dxa"/>
          </w:tcPr>
          <w:p w14:paraId="643B952F" w14:textId="53A8D6C1" w:rsidR="000D36B7" w:rsidRPr="000D36B7" w:rsidRDefault="000D36B7" w:rsidP="000D36B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45F32">
              <w:rPr>
                <w:rFonts w:cstheme="minorHAnsi"/>
              </w:rPr>
              <w:t>Can write clear, detailed, well-structured and developed descriptions and imaginative texts in an assured, personal, natural style appropriate to the reader in mind.</w:t>
            </w:r>
          </w:p>
          <w:p w14:paraId="10B8E0ED" w14:textId="0F4380F5" w:rsidR="000D36B7" w:rsidRDefault="000D36B7" w:rsidP="008836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D36B7">
              <w:rPr>
                <w:rFonts w:cstheme="minorHAnsi"/>
              </w:rPr>
              <w:t>Can write clear, well-structured expositions of complex subjects, underlining the relevant salient issues.</w:t>
            </w:r>
          </w:p>
          <w:p w14:paraId="0B7BF519" w14:textId="2BB6FE7D" w:rsidR="000D36B7" w:rsidRPr="000D36B7" w:rsidRDefault="000D36B7" w:rsidP="008836F0">
            <w:pPr>
              <w:rPr>
                <w:lang w:val="en-GB"/>
              </w:rPr>
            </w:pPr>
            <w:r w:rsidRPr="000D36B7">
              <w:rPr>
                <w:rFonts w:cstheme="minorHAnsi"/>
              </w:rPr>
              <w:t xml:space="preserve">Can </w:t>
            </w:r>
            <w:proofErr w:type="spellStart"/>
            <w:r w:rsidRPr="000D36B7">
              <w:rPr>
                <w:rFonts w:cstheme="minorHAnsi"/>
              </w:rPr>
              <w:t>summari</w:t>
            </w:r>
            <w:r w:rsidR="00914CDB">
              <w:rPr>
                <w:rFonts w:cstheme="minorHAnsi"/>
              </w:rPr>
              <w:t>s</w:t>
            </w:r>
            <w:r w:rsidRPr="000D36B7">
              <w:rPr>
                <w:rFonts w:cstheme="minorHAnsi"/>
              </w:rPr>
              <w:t>e</w:t>
            </w:r>
            <w:proofErr w:type="spellEnd"/>
            <w:r w:rsidRPr="000D36B7">
              <w:rPr>
                <w:rFonts w:cstheme="minorHAnsi"/>
              </w:rPr>
              <w:t xml:space="preserve"> information from different sources, reconstructing arguments and accounts in a coherent presentation of the overall result.</w:t>
            </w:r>
            <w:r>
              <w:rPr>
                <w:rFonts w:cstheme="minorHAnsi"/>
              </w:rPr>
              <w:t xml:space="preserve"> </w:t>
            </w:r>
            <w:bookmarkStart w:id="10" w:name="_GoBack"/>
            <w:bookmarkEnd w:id="10"/>
          </w:p>
        </w:tc>
        <w:tc>
          <w:tcPr>
            <w:tcW w:w="1725" w:type="dxa"/>
          </w:tcPr>
          <w:p w14:paraId="78C40807" w14:textId="77777777" w:rsidR="009A3AA1" w:rsidRDefault="00D71096" w:rsidP="00385620">
            <w:pPr>
              <w:rPr>
                <w:lang w:val="en-GB"/>
              </w:rPr>
            </w:pPr>
            <w:r>
              <w:rPr>
                <w:lang w:val="en-GB"/>
              </w:rPr>
              <w:t>pp 85, 87, 89, 90, 91</w:t>
            </w:r>
          </w:p>
          <w:p w14:paraId="34F9BE16" w14:textId="22A7A5CD" w:rsidR="002B50AC" w:rsidRDefault="009A3AA1" w:rsidP="00385620">
            <w:pPr>
              <w:rPr>
                <w:lang w:val="en-GB"/>
              </w:rPr>
            </w:pPr>
            <w:r>
              <w:rPr>
                <w:lang w:val="en-GB"/>
              </w:rPr>
              <w:t>WB pp 59, 66</w:t>
            </w:r>
            <w:r w:rsidR="00D71096">
              <w:rPr>
                <w:lang w:val="en-GB"/>
              </w:rPr>
              <w:t xml:space="preserve"> </w:t>
            </w:r>
          </w:p>
        </w:tc>
      </w:tr>
      <w:bookmarkEnd w:id="9"/>
    </w:tbl>
    <w:p w14:paraId="104EE2C7" w14:textId="77777777" w:rsidR="002B50AC" w:rsidRDefault="002B50AC" w:rsidP="002B50AC">
      <w:pPr>
        <w:rPr>
          <w:lang w:val="en-GB"/>
        </w:rPr>
      </w:pPr>
    </w:p>
    <w:p w14:paraId="18973370" w14:textId="77777777" w:rsidR="002B50AC" w:rsidRDefault="002B50AC" w:rsidP="002B50AC">
      <w:pPr>
        <w:rPr>
          <w:lang w:val="en-GB"/>
        </w:rPr>
      </w:pPr>
    </w:p>
    <w:p w14:paraId="57ADD40F" w14:textId="77777777" w:rsidR="002B50AC" w:rsidRDefault="002B50AC" w:rsidP="002B50AC">
      <w:pPr>
        <w:rPr>
          <w:lang w:val="en-GB"/>
        </w:rPr>
      </w:pPr>
    </w:p>
    <w:p w14:paraId="42AD368A" w14:textId="77777777" w:rsidR="002B50AC" w:rsidRPr="00482802" w:rsidRDefault="002B50AC" w:rsidP="002B50AC">
      <w:pPr>
        <w:rPr>
          <w:lang w:val="en-GB"/>
        </w:rPr>
      </w:pPr>
    </w:p>
    <w:p w14:paraId="0A1225FA" w14:textId="77777777" w:rsidR="00A76732" w:rsidRPr="007D3BD2" w:rsidRDefault="00A76732" w:rsidP="007D3BD2"/>
    <w:sectPr w:rsidR="00A76732" w:rsidRPr="007D3BD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6B7D6" w14:textId="77777777" w:rsidR="002643BE" w:rsidRDefault="002643BE" w:rsidP="00A76732">
      <w:r>
        <w:separator/>
      </w:r>
    </w:p>
  </w:endnote>
  <w:endnote w:type="continuationSeparator" w:id="0">
    <w:p w14:paraId="5B02053E" w14:textId="77777777" w:rsidR="002643BE" w:rsidRDefault="002643BE" w:rsidP="00A76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row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nPro-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16E79" w14:textId="4B643B43" w:rsidR="00A76732" w:rsidRPr="00A76732" w:rsidRDefault="00A76732" w:rsidP="00A76732">
    <w:pPr>
      <w:pStyle w:val="Footer"/>
      <w:jc w:val="center"/>
      <w:rPr>
        <w:caps/>
        <w:noProof/>
        <w:color w:val="4472C4" w:themeColor="accent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86D23AE" wp14:editId="2DFE8FD2">
          <wp:simplePos x="0" y="0"/>
          <wp:positionH relativeFrom="column">
            <wp:posOffset>-680083</wp:posOffset>
          </wp:positionH>
          <wp:positionV relativeFrom="paragraph">
            <wp:posOffset>5715</wp:posOffset>
          </wp:positionV>
          <wp:extent cx="582295" cy="280671"/>
          <wp:effectExtent l="0" t="0" r="8255" b="508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295" cy="2806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87473">
      <w:rPr>
        <w:rFonts w:ascii="MuseoSans-300" w:hAnsi="MuseoSans-300" w:cs="MuseoSans-300"/>
        <w:sz w:val="20"/>
        <w:szCs w:val="20"/>
      </w:rPr>
      <w:t>C1</w:t>
    </w:r>
    <w:r w:rsidR="002B50AC">
      <w:rPr>
        <w:rFonts w:ascii="MuseoSans-300" w:hAnsi="MuseoSans-300" w:cs="MuseoSans-300"/>
        <w:sz w:val="20"/>
        <w:szCs w:val="20"/>
      </w:rPr>
      <w:t xml:space="preserve"> </w:t>
    </w:r>
    <w:r w:rsidR="00787473">
      <w:rPr>
        <w:rFonts w:ascii="MuseoSans-300" w:hAnsi="MuseoSans-300" w:cs="MuseoSans-300"/>
        <w:sz w:val="20"/>
        <w:szCs w:val="20"/>
      </w:rPr>
      <w:t>Advanced</w:t>
    </w:r>
    <w:r>
      <w:rPr>
        <w:rFonts w:ascii="BrownPro-Medium" w:hAnsi="BrownPro-Medium" w:cs="BrownPro-Medium"/>
        <w:color w:val="1A1A1A"/>
        <w:sz w:val="20"/>
        <w:szCs w:val="20"/>
      </w:rPr>
      <w:tab/>
    </w: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 w:rsidR="00B47496">
      <w:rPr>
        <w:caps/>
        <w:noProof/>
        <w:color w:val="4472C4" w:themeColor="accent1"/>
      </w:rPr>
      <w:t>9</w:t>
    </w:r>
    <w:r>
      <w:rPr>
        <w:caps/>
        <w:noProof/>
        <w:color w:val="4472C4" w:themeColor="accent1"/>
      </w:rPr>
      <w:fldChar w:fldCharType="end"/>
    </w:r>
    <w:r>
      <w:rPr>
        <w:caps/>
        <w:noProof/>
        <w:color w:val="4472C4" w:themeColor="accent1"/>
      </w:rPr>
      <w:tab/>
    </w:r>
    <w:r w:rsidRPr="00A76732">
      <w:rPr>
        <w:rFonts w:ascii="MuseoSans-300" w:hAnsi="MuseoSans-300" w:cs="MuseoSans-300"/>
        <w:sz w:val="20"/>
        <w:szCs w:val="20"/>
      </w:rPr>
      <w:t xml:space="preserve">Personal Best </w:t>
    </w:r>
    <w:r w:rsidR="00787473">
      <w:rPr>
        <w:rFonts w:ascii="MuseoSans-300" w:hAnsi="MuseoSans-300" w:cs="MuseoSans-300"/>
        <w:sz w:val="20"/>
        <w:szCs w:val="20"/>
      </w:rPr>
      <w:t>C1</w:t>
    </w:r>
    <w:r w:rsidRPr="00A76732">
      <w:rPr>
        <w:rFonts w:ascii="MuseoSans-300" w:hAnsi="MuseoSans-300" w:cs="MuseoSans-300"/>
        <w:sz w:val="20"/>
        <w:szCs w:val="20"/>
      </w:rPr>
      <w:t xml:space="preserve"> © Richmond 201</w:t>
    </w:r>
    <w:r w:rsidR="00860B48">
      <w:rPr>
        <w:rFonts w:ascii="MuseoSans-300" w:hAnsi="MuseoSans-300" w:cs="MuseoSans-300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6B8F7" w14:textId="77777777" w:rsidR="002643BE" w:rsidRDefault="002643BE" w:rsidP="00A76732">
      <w:r>
        <w:separator/>
      </w:r>
    </w:p>
  </w:footnote>
  <w:footnote w:type="continuationSeparator" w:id="0">
    <w:p w14:paraId="5A6F1DAB" w14:textId="77777777" w:rsidR="002643BE" w:rsidRDefault="002643BE" w:rsidP="00A76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E0814" w14:textId="77777777" w:rsidR="007D3BD2" w:rsidRDefault="007D3BD2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EE9A067" wp14:editId="43BB7E9D">
              <wp:simplePos x="0" y="0"/>
              <wp:positionH relativeFrom="column">
                <wp:posOffset>-3810</wp:posOffset>
              </wp:positionH>
              <wp:positionV relativeFrom="paragraph">
                <wp:posOffset>-135255</wp:posOffset>
              </wp:positionV>
              <wp:extent cx="2286000" cy="306705"/>
              <wp:effectExtent l="19050" t="19050" r="19050" b="1714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E03B51" w14:textId="35A262B7" w:rsidR="002B50AC" w:rsidRPr="002B50AC" w:rsidRDefault="00B47496" w:rsidP="002B50AC">
                          <w:pPr>
                            <w:spacing w:after="160" w:line="259" w:lineRule="auto"/>
                            <w:rPr>
                              <w:color w:val="00000A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BrownPro-Bold" w:hAnsi="BrownPro-Bold" w:cs="BrownPro-Bold"/>
                              <w:b/>
                              <w:bCs/>
                              <w:color w:val="333333"/>
                              <w:sz w:val="22"/>
                              <w:szCs w:val="22"/>
                              <w:lang w:val="en-GB"/>
                            </w:rPr>
                            <w:t xml:space="preserve">PERSONAL BEST </w:t>
                          </w:r>
                          <w:r w:rsidR="00787473">
                            <w:rPr>
                              <w:rFonts w:ascii="BrownPro-Bold" w:hAnsi="BrownPro-Bold" w:cs="BrownPro-Bold"/>
                              <w:b/>
                              <w:bCs/>
                              <w:color w:val="333333"/>
                              <w:sz w:val="22"/>
                              <w:szCs w:val="22"/>
                              <w:lang w:val="en-GB"/>
                            </w:rPr>
                            <w:t>C1</w:t>
                          </w:r>
                          <w:r w:rsidR="002B50AC" w:rsidRPr="002B50AC">
                            <w:rPr>
                              <w:rFonts w:ascii="BrownPro-Bold" w:hAnsi="BrownPro-Bold" w:cs="BrownPro-Bold"/>
                              <w:b/>
                              <w:bCs/>
                              <w:color w:val="333333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="002B50AC">
                            <w:rPr>
                              <w:rFonts w:ascii="BrownPro-Bold" w:hAnsi="BrownPro-Bold" w:cs="BrownPro-Bold"/>
                              <w:b/>
                              <w:bCs/>
                              <w:color w:val="333333"/>
                              <w:sz w:val="22"/>
                              <w:szCs w:val="22"/>
                              <w:lang w:val="en-GB"/>
                            </w:rPr>
                            <w:t>CEFR MAPPING</w:t>
                          </w:r>
                        </w:p>
                        <w:p w14:paraId="4A50459A" w14:textId="77777777" w:rsidR="007D3BD2" w:rsidRDefault="007D3BD2" w:rsidP="007D3BD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E9A0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.3pt;margin-top:-10.65pt;width:180pt;height:2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" strokecolor="gray [1629]" strokeweight="3pt">
              <v:textbox>
                <w:txbxContent>
                  <w:p w14:paraId="19E03B51" w14:textId="35A262B7" w:rsidR="002B50AC" w:rsidRPr="002B50AC" w:rsidRDefault="00B47496" w:rsidP="002B50AC">
                    <w:pPr>
                      <w:spacing w:after="160" w:line="259" w:lineRule="auto"/>
                      <w:rPr>
                        <w:color w:val="00000A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BrownPro-Bold" w:hAnsi="BrownPro-Bold" w:cs="BrownPro-Bold"/>
                        <w:b/>
                        <w:bCs/>
                        <w:color w:val="333333"/>
                        <w:sz w:val="22"/>
                        <w:szCs w:val="22"/>
                        <w:lang w:val="en-GB"/>
                      </w:rPr>
                      <w:t xml:space="preserve">PERSONAL BEST </w:t>
                    </w:r>
                    <w:r w:rsidR="00787473">
                      <w:rPr>
                        <w:rFonts w:ascii="BrownPro-Bold" w:hAnsi="BrownPro-Bold" w:cs="BrownPro-Bold"/>
                        <w:b/>
                        <w:bCs/>
                        <w:color w:val="333333"/>
                        <w:sz w:val="22"/>
                        <w:szCs w:val="22"/>
                        <w:lang w:val="en-GB"/>
                      </w:rPr>
                      <w:t>C1</w:t>
                    </w:r>
                    <w:r w:rsidR="002B50AC" w:rsidRPr="002B50AC">
                      <w:rPr>
                        <w:rFonts w:ascii="BrownPro-Bold" w:hAnsi="BrownPro-Bold" w:cs="BrownPro-Bold"/>
                        <w:b/>
                        <w:bCs/>
                        <w:color w:val="333333"/>
                        <w:sz w:val="22"/>
                        <w:szCs w:val="22"/>
                        <w:lang w:val="en-GB"/>
                      </w:rPr>
                      <w:t xml:space="preserve"> </w:t>
                    </w:r>
                    <w:r w:rsidR="002B50AC">
                      <w:rPr>
                        <w:rFonts w:ascii="BrownPro-Bold" w:hAnsi="BrownPro-Bold" w:cs="BrownPro-Bold"/>
                        <w:b/>
                        <w:bCs/>
                        <w:color w:val="333333"/>
                        <w:sz w:val="22"/>
                        <w:szCs w:val="22"/>
                        <w:lang w:val="en-GB"/>
                      </w:rPr>
                      <w:t>CEFR MAPPING</w:t>
                    </w:r>
                  </w:p>
                  <w:p w14:paraId="4A50459A" w14:textId="77777777" w:rsidR="007D3BD2" w:rsidRDefault="007D3BD2" w:rsidP="007D3BD2"/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0AF515CB" wp14:editId="7751CE88">
          <wp:simplePos x="0" y="0"/>
          <wp:positionH relativeFrom="column">
            <wp:posOffset>-1100455</wp:posOffset>
          </wp:positionH>
          <wp:positionV relativeFrom="paragraph">
            <wp:posOffset>-115570</wp:posOffset>
          </wp:positionV>
          <wp:extent cx="1098550" cy="265430"/>
          <wp:effectExtent l="0" t="0" r="6350" b="1270"/>
          <wp:wrapThrough wrapText="bothSides">
            <wp:wrapPolygon edited="0">
              <wp:start x="0" y="0"/>
              <wp:lineTo x="0" y="20153"/>
              <wp:lineTo x="21350" y="20153"/>
              <wp:lineTo x="21350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550" cy="265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0AC"/>
    <w:rsid w:val="000267E0"/>
    <w:rsid w:val="0006441B"/>
    <w:rsid w:val="000726FC"/>
    <w:rsid w:val="000D36B7"/>
    <w:rsid w:val="00103324"/>
    <w:rsid w:val="00103378"/>
    <w:rsid w:val="001246B3"/>
    <w:rsid w:val="00137A0F"/>
    <w:rsid w:val="001A7A29"/>
    <w:rsid w:val="001F09B2"/>
    <w:rsid w:val="002643BE"/>
    <w:rsid w:val="00287D9D"/>
    <w:rsid w:val="002B50AC"/>
    <w:rsid w:val="002E197A"/>
    <w:rsid w:val="002F11D0"/>
    <w:rsid w:val="002F4DF7"/>
    <w:rsid w:val="00326E97"/>
    <w:rsid w:val="003823D3"/>
    <w:rsid w:val="00383ADE"/>
    <w:rsid w:val="003A627C"/>
    <w:rsid w:val="003A64C9"/>
    <w:rsid w:val="003E6C8C"/>
    <w:rsid w:val="00431583"/>
    <w:rsid w:val="004A5DE5"/>
    <w:rsid w:val="004A6995"/>
    <w:rsid w:val="004E0ED9"/>
    <w:rsid w:val="004F579A"/>
    <w:rsid w:val="004F5F65"/>
    <w:rsid w:val="005009F3"/>
    <w:rsid w:val="005028A0"/>
    <w:rsid w:val="00545F32"/>
    <w:rsid w:val="00581D26"/>
    <w:rsid w:val="005903A1"/>
    <w:rsid w:val="005A4488"/>
    <w:rsid w:val="005D0FB2"/>
    <w:rsid w:val="00611549"/>
    <w:rsid w:val="0067723E"/>
    <w:rsid w:val="006B0FDB"/>
    <w:rsid w:val="006E533F"/>
    <w:rsid w:val="00787473"/>
    <w:rsid w:val="007B7491"/>
    <w:rsid w:val="007D1546"/>
    <w:rsid w:val="007D3BD2"/>
    <w:rsid w:val="007E39A1"/>
    <w:rsid w:val="00815101"/>
    <w:rsid w:val="008530EB"/>
    <w:rsid w:val="00860B48"/>
    <w:rsid w:val="008656C9"/>
    <w:rsid w:val="008836F0"/>
    <w:rsid w:val="008C2F5C"/>
    <w:rsid w:val="00914CDB"/>
    <w:rsid w:val="00917D4C"/>
    <w:rsid w:val="00927D4B"/>
    <w:rsid w:val="00950715"/>
    <w:rsid w:val="009A3AA1"/>
    <w:rsid w:val="00A2622A"/>
    <w:rsid w:val="00A32098"/>
    <w:rsid w:val="00A76732"/>
    <w:rsid w:val="00A81F4D"/>
    <w:rsid w:val="00A87BD8"/>
    <w:rsid w:val="00AB5B87"/>
    <w:rsid w:val="00AC0D04"/>
    <w:rsid w:val="00AD3175"/>
    <w:rsid w:val="00AD6834"/>
    <w:rsid w:val="00B21F00"/>
    <w:rsid w:val="00B47496"/>
    <w:rsid w:val="00B47DC4"/>
    <w:rsid w:val="00B510F7"/>
    <w:rsid w:val="00B80D35"/>
    <w:rsid w:val="00B91001"/>
    <w:rsid w:val="00BB3148"/>
    <w:rsid w:val="00BB6A95"/>
    <w:rsid w:val="00C035BB"/>
    <w:rsid w:val="00C175B1"/>
    <w:rsid w:val="00CF0062"/>
    <w:rsid w:val="00CF0E9F"/>
    <w:rsid w:val="00D027F4"/>
    <w:rsid w:val="00D47A16"/>
    <w:rsid w:val="00D71096"/>
    <w:rsid w:val="00D9608C"/>
    <w:rsid w:val="00DD7EE8"/>
    <w:rsid w:val="00DF64A1"/>
    <w:rsid w:val="00E51461"/>
    <w:rsid w:val="00E75DE6"/>
    <w:rsid w:val="00E86335"/>
    <w:rsid w:val="00F646F3"/>
    <w:rsid w:val="00FE1611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D9F3D0"/>
  <w15:chartTrackingRefBased/>
  <w15:docId w15:val="{D3180FAF-B5F0-4A15-8BAF-79E544951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5F65"/>
    <w:pPr>
      <w:spacing w:after="0" w:line="240" w:lineRule="auto"/>
    </w:pPr>
    <w:rPr>
      <w:sz w:val="24"/>
      <w:szCs w:val="24"/>
      <w:lang w:val="en-US"/>
    </w:rPr>
  </w:style>
  <w:style w:type="paragraph" w:styleId="Heading1">
    <w:name w:val="heading 1"/>
    <w:aliases w:val="Unit heading"/>
    <w:basedOn w:val="Normal"/>
    <w:next w:val="Normal"/>
    <w:link w:val="Heading1Char"/>
    <w:uiPriority w:val="9"/>
    <w:qFormat/>
    <w:rsid w:val="002B50AC"/>
    <w:pPr>
      <w:keepNext/>
      <w:spacing w:line="276" w:lineRule="auto"/>
      <w:outlineLvl w:val="0"/>
    </w:pPr>
    <w:rPr>
      <w:rFonts w:eastAsia="Calibri" w:cs="Times New Roman"/>
      <w:b/>
      <w:smallCaps/>
      <w:sz w:val="22"/>
      <w:szCs w:val="2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50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32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6732"/>
  </w:style>
  <w:style w:type="paragraph" w:styleId="Footer">
    <w:name w:val="footer"/>
    <w:basedOn w:val="Normal"/>
    <w:link w:val="FooterChar"/>
    <w:uiPriority w:val="99"/>
    <w:unhideWhenUsed/>
    <w:rsid w:val="00A76732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732"/>
  </w:style>
  <w:style w:type="table" w:styleId="TableGrid">
    <w:name w:val="Table Grid"/>
    <w:basedOn w:val="TableNormal"/>
    <w:uiPriority w:val="39"/>
    <w:rsid w:val="002B50AC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Unit heading Char"/>
    <w:basedOn w:val="DefaultParagraphFont"/>
    <w:link w:val="Heading1"/>
    <w:uiPriority w:val="9"/>
    <w:qFormat/>
    <w:rsid w:val="002B50AC"/>
    <w:rPr>
      <w:rFonts w:eastAsia="Calibri" w:cs="Times New Roman"/>
      <w:b/>
      <w:smallCap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50A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Heading56">
    <w:name w:val="Heading 56"/>
    <w:basedOn w:val="Normal"/>
    <w:link w:val="Heading56Char"/>
    <w:qFormat/>
    <w:rsid w:val="002B50AC"/>
    <w:pPr>
      <w:widowControl w:val="0"/>
      <w:spacing w:line="276" w:lineRule="auto"/>
      <w:contextualSpacing/>
      <w:outlineLvl w:val="1"/>
    </w:pPr>
    <w:rPr>
      <w:b/>
      <w:lang w:val="en-GB"/>
    </w:rPr>
  </w:style>
  <w:style w:type="character" w:customStyle="1" w:styleId="Heading56Char">
    <w:name w:val="Heading 56 Char"/>
    <w:basedOn w:val="DefaultParagraphFont"/>
    <w:link w:val="Heading56"/>
    <w:rsid w:val="002B50AC"/>
    <w:rPr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31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148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NEILL\Documents\Custom%20Office%20Templates\PB%20asset%20word%20doc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92CA1-DBEE-4120-99CB-7EB3DDC83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PB asset word doc template.dotx</Template>
  <TotalTime>287</TotalTime>
  <Pages>10</Pages>
  <Words>2903</Words>
  <Characters>16548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Neill</dc:creator>
  <cp:keywords/>
  <dc:description/>
  <cp:lastModifiedBy>Emily Ashmore</cp:lastModifiedBy>
  <cp:revision>26</cp:revision>
  <cp:lastPrinted>2019-02-05T14:11:00Z</cp:lastPrinted>
  <dcterms:created xsi:type="dcterms:W3CDTF">2017-11-30T16:56:00Z</dcterms:created>
  <dcterms:modified xsi:type="dcterms:W3CDTF">2019-02-22T17:04:00Z</dcterms:modified>
</cp:coreProperties>
</file>